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6059" w:rsidP="00D6001F" w:rsidRDefault="008A6059" w14:paraId="16BFBA08" w14:textId="77777777">
      <w:pPr>
        <w:pStyle w:val="Datedocument"/>
        <w:tabs>
          <w:tab w:val="left" w:pos="0"/>
        </w:tabs>
        <w:ind w:left="0"/>
        <w:rPr>
          <w:rFonts w:cstheme="minorHAnsi"/>
        </w:rPr>
      </w:pPr>
    </w:p>
    <w:p w:rsidRPr="00C53E72" w:rsidR="008A6059" w:rsidP="00D6001F" w:rsidRDefault="008A6059" w14:paraId="2D7AA109" w14:textId="77777777">
      <w:pPr>
        <w:pStyle w:val="Datedocument"/>
        <w:tabs>
          <w:tab w:val="left" w:pos="0"/>
        </w:tabs>
        <w:ind w:left="0"/>
        <w:rPr>
          <w:rFonts w:cstheme="minorHAnsi"/>
        </w:rPr>
      </w:pPr>
    </w:p>
    <w:p w:rsidRPr="001B5376" w:rsidR="00C23436" w:rsidP="00D6001F" w:rsidRDefault="005157FA" w14:paraId="008145EB" w14:textId="4D458743">
      <w:pPr>
        <w:pStyle w:val="Titre"/>
        <w:tabs>
          <w:tab w:val="left" w:pos="0"/>
        </w:tabs>
        <w:ind w:left="0"/>
        <w:rPr>
          <w:rFonts w:cstheme="minorHAnsi"/>
          <w:sz w:val="68"/>
          <w:szCs w:val="68"/>
        </w:rPr>
      </w:pPr>
      <w:r>
        <w:rPr>
          <w:rFonts w:cstheme="minorHAnsi"/>
          <w:sz w:val="68"/>
          <w:szCs w:val="68"/>
        </w:rPr>
        <w:t xml:space="preserve">Stockage </w:t>
      </w:r>
      <w:r w:rsidR="00AE7A83">
        <w:rPr>
          <w:rFonts w:cstheme="minorHAnsi"/>
          <w:sz w:val="68"/>
          <w:szCs w:val="68"/>
        </w:rPr>
        <w:t>du flux développement</w:t>
      </w:r>
    </w:p>
    <w:p w:rsidRPr="00C53E72" w:rsidR="007C5A77" w:rsidP="00D6001F" w:rsidRDefault="007C5A77" w14:paraId="7A63EE35" w14:textId="77777777">
      <w:pPr>
        <w:pStyle w:val="SparateurTITRE"/>
        <w:tabs>
          <w:tab w:val="left" w:pos="0"/>
        </w:tabs>
        <w:ind w:left="0"/>
        <w:rPr>
          <w:rFonts w:cstheme="minorHAnsi"/>
        </w:rPr>
      </w:pPr>
    </w:p>
    <w:p w:rsidRPr="00C53E72" w:rsidR="00750FF6" w:rsidP="00D6001F" w:rsidRDefault="008516BC" w14:paraId="66B65D0A" w14:textId="387E596B">
      <w:pPr>
        <w:pStyle w:val="Sous-titre"/>
        <w:tabs>
          <w:tab w:val="left" w:pos="0"/>
        </w:tabs>
        <w:ind w:left="0"/>
        <w:rPr>
          <w:rFonts w:cstheme="minorHAnsi"/>
        </w:rPr>
      </w:pPr>
      <w:r w:rsidRPr="008516BC">
        <w:rPr>
          <w:rFonts w:cstheme="minorHAnsi"/>
        </w:rPr>
        <w:t>Formulaire de réponse</w:t>
      </w:r>
      <w:r w:rsidR="000D02C6">
        <w:rPr>
          <w:rFonts w:cstheme="minorHAnsi"/>
        </w:rPr>
        <w:t xml:space="preserve"> </w:t>
      </w:r>
    </w:p>
    <w:p w:rsidRPr="00C53E72" w:rsidR="00050B25" w:rsidP="00D6001F" w:rsidRDefault="00050B25" w14:paraId="35944142" w14:textId="26F9A454">
      <w:pPr>
        <w:tabs>
          <w:tab w:val="left" w:pos="0"/>
        </w:tabs>
        <w:rPr>
          <w:rFonts w:cstheme="minorHAnsi"/>
        </w:rPr>
      </w:pPr>
    </w:p>
    <w:p w:rsidRPr="00C53E72" w:rsidR="00050B25" w:rsidP="00D6001F" w:rsidRDefault="00050B25" w14:paraId="53AD9A74" w14:textId="460B4522">
      <w:pPr>
        <w:tabs>
          <w:tab w:val="left" w:pos="0"/>
        </w:tabs>
        <w:rPr>
          <w:rFonts w:cstheme="minorHAnsi"/>
        </w:rPr>
      </w:pPr>
    </w:p>
    <w:p w:rsidRPr="00C53E72" w:rsidR="00D91B6C" w:rsidP="00D6001F" w:rsidRDefault="00D91B6C" w14:paraId="7D1C42B0" w14:textId="77777777">
      <w:pPr>
        <w:tabs>
          <w:tab w:val="left" w:pos="0"/>
        </w:tabs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29"/>
        <w:gridCol w:w="3648"/>
      </w:tblGrid>
      <w:tr w:rsidR="00934B4D" w:rsidTr="00A32A8D" w14:paraId="50A4716F" w14:textId="77777777">
        <w:trPr>
          <w:trHeight w:val="1313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Pr="00511217" w:rsidR="00934B4D" w:rsidP="00A32A8D" w:rsidRDefault="00934B4D" w14:paraId="4F6FA908" w14:textId="77777777">
            <w:pPr>
              <w:jc w:val="right"/>
              <w:rPr>
                <w:b/>
                <w:bCs/>
                <w:sz w:val="24"/>
                <w:szCs w:val="24"/>
              </w:rPr>
            </w:pPr>
            <w:r w:rsidRPr="00511217">
              <w:rPr>
                <w:b/>
                <w:bCs/>
                <w:sz w:val="24"/>
                <w:szCs w:val="24"/>
              </w:rPr>
              <w:t>Candidat</w:t>
            </w:r>
          </w:p>
          <w:p w:rsidRPr="00511217" w:rsidR="00934B4D" w:rsidP="00A32A8D" w:rsidRDefault="00934B4D" w14:paraId="09B47831" w14:textId="710A4EB1">
            <w:pPr>
              <w:jc w:val="right"/>
              <w:rPr>
                <w:sz w:val="24"/>
                <w:szCs w:val="24"/>
              </w:rPr>
            </w:pPr>
            <w:r w:rsidRPr="00511217">
              <w:rPr>
                <w:sz w:val="24"/>
                <w:szCs w:val="24"/>
              </w:rPr>
              <w:t>(</w:t>
            </w:r>
            <w:r w:rsidR="00301135">
              <w:rPr>
                <w:sz w:val="24"/>
                <w:szCs w:val="24"/>
              </w:rPr>
              <w:t>Raison</w:t>
            </w:r>
            <w:r w:rsidRPr="00511217">
              <w:rPr>
                <w:sz w:val="24"/>
                <w:szCs w:val="24"/>
              </w:rPr>
              <w:t xml:space="preserve"> sociale </w:t>
            </w:r>
            <w:r w:rsidRPr="005A1559" w:rsidR="005A1559">
              <w:rPr>
                <w:sz w:val="24"/>
                <w:szCs w:val="24"/>
              </w:rPr>
              <w:t>entité contractante avec Citeo</w:t>
            </w:r>
            <w:r w:rsidRPr="00511217">
              <w:rPr>
                <w:sz w:val="24"/>
                <w:szCs w:val="24"/>
              </w:rPr>
              <w:t>)</w:t>
            </w:r>
          </w:p>
        </w:tc>
        <w:tc>
          <w:tcPr>
            <w:tcW w:w="3764" w:type="dxa"/>
            <w:vAlign w:val="center"/>
          </w:tcPr>
          <w:p w:rsidRPr="00511217" w:rsidR="00934B4D" w:rsidP="00A32A8D" w:rsidRDefault="00934B4D" w14:paraId="6B73B2EF" w14:textId="7777777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34B4D" w:rsidTr="00A32A8D" w14:paraId="635D3162" w14:textId="77777777">
        <w:trPr>
          <w:trHeight w:val="1313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Pr="00511217" w:rsidR="00934B4D" w:rsidP="00A32A8D" w:rsidRDefault="00934B4D" w14:paraId="4FA09DD8" w14:textId="77777777">
            <w:pPr>
              <w:jc w:val="right"/>
              <w:rPr>
                <w:b/>
                <w:bCs/>
                <w:sz w:val="24"/>
                <w:szCs w:val="24"/>
              </w:rPr>
            </w:pPr>
            <w:r w:rsidRPr="00511217">
              <w:rPr>
                <w:b/>
                <w:bCs/>
                <w:sz w:val="24"/>
                <w:szCs w:val="24"/>
              </w:rPr>
              <w:t>Site d’implantation</w:t>
            </w:r>
          </w:p>
          <w:p w:rsidRPr="00511217" w:rsidR="00934B4D" w:rsidP="00A32A8D" w:rsidRDefault="00934B4D" w14:paraId="5FD43E3C" w14:textId="7E7B60EA">
            <w:pPr>
              <w:jc w:val="right"/>
              <w:rPr>
                <w:sz w:val="24"/>
                <w:szCs w:val="24"/>
              </w:rPr>
            </w:pPr>
            <w:r w:rsidRPr="0051121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Localisation</w:t>
            </w:r>
            <w:r w:rsidRPr="00511217">
              <w:rPr>
                <w:sz w:val="24"/>
                <w:szCs w:val="24"/>
              </w:rPr>
              <w:t xml:space="preserve"> du site d</w:t>
            </w:r>
            <w:r w:rsidR="005A2D2B">
              <w:rPr>
                <w:sz w:val="24"/>
                <w:szCs w:val="24"/>
              </w:rPr>
              <w:t>e stockage</w:t>
            </w:r>
            <w:r w:rsidRPr="00511217">
              <w:rPr>
                <w:sz w:val="24"/>
                <w:szCs w:val="24"/>
              </w:rPr>
              <w:t xml:space="preserve"> proposé)</w:t>
            </w:r>
          </w:p>
        </w:tc>
        <w:tc>
          <w:tcPr>
            <w:tcW w:w="3764" w:type="dxa"/>
            <w:vAlign w:val="center"/>
          </w:tcPr>
          <w:p w:rsidRPr="00511217" w:rsidR="00934B4D" w:rsidP="00A32A8D" w:rsidRDefault="00934B4D" w14:paraId="6C646AAC" w14:textId="7777777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Pr="00C53E72" w:rsidR="0035560B" w:rsidP="00D6001F" w:rsidRDefault="0035560B" w14:paraId="210B0480" w14:textId="77777777">
      <w:pPr>
        <w:tabs>
          <w:tab w:val="left" w:pos="0"/>
        </w:tabs>
        <w:rPr>
          <w:rFonts w:cstheme="minorHAnsi"/>
        </w:rPr>
      </w:pPr>
    </w:p>
    <w:p w:rsidRPr="00C53E72" w:rsidR="00E639EC" w:rsidP="00D6001F" w:rsidRDefault="00E639EC" w14:paraId="1568BCA2" w14:textId="77777777">
      <w:pPr>
        <w:tabs>
          <w:tab w:val="left" w:pos="0"/>
        </w:tabs>
        <w:rPr>
          <w:rFonts w:cstheme="minorHAnsi"/>
        </w:rPr>
      </w:pPr>
    </w:p>
    <w:p w:rsidR="00C23436" w:rsidP="00BA73C9" w:rsidRDefault="00C23436" w14:paraId="5D85501D" w14:textId="77777777"/>
    <w:p w:rsidR="00104619" w:rsidP="00BA73C9" w:rsidRDefault="00104619" w14:paraId="4D6D5ECE" w14:textId="77777777"/>
    <w:p w:rsidR="00104619" w:rsidP="00BA73C9" w:rsidRDefault="00104619" w14:paraId="2512E833" w14:textId="77777777"/>
    <w:p w:rsidR="00104619" w:rsidP="00BA73C9" w:rsidRDefault="00104619" w14:paraId="224D3942" w14:textId="77777777"/>
    <w:p w:rsidR="00104619" w:rsidP="00BA73C9" w:rsidRDefault="00104619" w14:paraId="47E0B3E1" w14:textId="77777777"/>
    <w:p w:rsidR="00104619" w:rsidP="00BA73C9" w:rsidRDefault="00104619" w14:paraId="43EB05AA" w14:textId="77777777"/>
    <w:p w:rsidR="00104619" w:rsidP="00BA73C9" w:rsidRDefault="00104619" w14:paraId="387A6030" w14:textId="77777777"/>
    <w:p w:rsidR="5CEE6934" w:rsidP="2131C9A8" w:rsidRDefault="5CEE6934" w14:paraId="146BB944" w14:textId="796DB2E3">
      <w:pPr>
        <w:rPr>
          <w:rFonts w:eastAsia="Arial"/>
        </w:rPr>
      </w:pPr>
      <w:r w:rsidRPr="2131C9A8" w:rsidR="5CEE6934">
        <w:rPr>
          <w:rFonts w:eastAsia="Arial"/>
        </w:rPr>
        <w:t>Juillet 2025</w:t>
      </w:r>
    </w:p>
    <w:p w:rsidR="5CEE6934" w:rsidP="2131C9A8" w:rsidRDefault="5CEE6934" w14:paraId="59FC140B" w14:textId="1BF0FC75">
      <w:pPr>
        <w:rPr>
          <w:rFonts w:eastAsia="Arial"/>
        </w:rPr>
      </w:pPr>
      <w:r w:rsidRPr="2131C9A8" w:rsidR="5CEE6934">
        <w:rPr>
          <w:rFonts w:eastAsia="Arial"/>
        </w:rPr>
        <w:t>MAJ</w:t>
      </w:r>
      <w:r w:rsidRPr="2131C9A8" w:rsidR="59FDD797">
        <w:rPr>
          <w:rFonts w:eastAsia="Arial"/>
        </w:rPr>
        <w:t>_</w:t>
      </w:r>
      <w:r w:rsidRPr="2131C9A8" w:rsidR="5CEE6934">
        <w:rPr>
          <w:rFonts w:eastAsia="Arial"/>
        </w:rPr>
        <w:t>version à jour 28072025</w:t>
      </w:r>
    </w:p>
    <w:p w:rsidR="60DFE17E" w:rsidRDefault="60DFE17E" w14:paraId="34E2E682" w14:textId="49012E9E">
      <w:pPr>
        <w:sectPr w:rsidR="60DFE17E" w:rsidSect="0097717A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orient="portrait"/>
          <w:pgMar w:top="567" w:right="1134" w:bottom="1134" w:left="1985" w:header="680" w:footer="680" w:gutter="0"/>
          <w:cols w:space="708"/>
          <w:titlePg/>
          <w:docGrid w:linePitch="360"/>
        </w:sectPr>
      </w:pPr>
    </w:p>
    <w:p w:rsidRPr="0075410C" w:rsidR="0075410C" w:rsidP="0075410C" w:rsidRDefault="008F0C56" w14:paraId="1DCA7BBA" w14:textId="0020B183">
      <w:pPr>
        <w:pStyle w:val="Titre2"/>
      </w:pPr>
      <w:r>
        <w:t>Préambule</w:t>
      </w:r>
      <w:r w:rsidR="009670F2">
        <w:t xml:space="preserve"> – Consignes générales</w:t>
      </w:r>
    </w:p>
    <w:p w:rsidR="0075410C" w:rsidP="00A237B5" w:rsidRDefault="0075410C" w14:paraId="10BE4296" w14:textId="15F41B2A">
      <w:r w:rsidRPr="0075410C">
        <w:t>Le présent document constitue le formulaire de réponse à la consultation lancée par C</w:t>
      </w:r>
      <w:r>
        <w:t xml:space="preserve">iteo </w:t>
      </w:r>
      <w:r w:rsidR="00382A18">
        <w:t xml:space="preserve">pour la mise à </w:t>
      </w:r>
      <w:r w:rsidR="005832AC">
        <w:t xml:space="preserve">disposition </w:t>
      </w:r>
      <w:r w:rsidR="00382A18">
        <w:t>d</w:t>
      </w:r>
      <w:r w:rsidR="000D1CC7">
        <w:t>’</w:t>
      </w:r>
      <w:r w:rsidR="00382A18">
        <w:t>espace de stockage</w:t>
      </w:r>
      <w:r w:rsidRPr="0075410C">
        <w:t xml:space="preserve">. Il tient lieu de mémoire technique et </w:t>
      </w:r>
      <w:r w:rsidR="00D556E1">
        <w:t xml:space="preserve">d’offre financière et </w:t>
      </w:r>
      <w:r w:rsidRPr="0075410C">
        <w:t>doit être intégralement complété par le candidat.</w:t>
      </w:r>
    </w:p>
    <w:p w:rsidR="00A21D35" w:rsidP="007D3506" w:rsidRDefault="000D1CC7" w14:paraId="190B0EAA" w14:textId="42A52155">
      <w:pPr>
        <w:spacing w:line="276" w:lineRule="auto"/>
        <w:rPr>
          <w:b/>
          <w:bCs/>
          <w:color w:val="009FE3" w:themeColor="accent1"/>
          <w:u w:val="single"/>
        </w:rPr>
      </w:pPr>
      <w:r w:rsidRPr="000D1CC7">
        <w:rPr>
          <w:b/>
          <w:bCs/>
          <w:color w:val="009FE3" w:themeColor="accent1"/>
          <w:u w:val="single"/>
        </w:rPr>
        <w:t>A noter :</w:t>
      </w:r>
    </w:p>
    <w:p w:rsidR="000D1CC7" w:rsidP="000C1ED1" w:rsidRDefault="00CE027B" w14:paraId="4E77E1BD" w14:textId="2F7BC6A5">
      <w:pPr>
        <w:pStyle w:val="Paragraphedeliste"/>
        <w:numPr>
          <w:ilvl w:val="0"/>
          <w:numId w:val="27"/>
        </w:numPr>
        <w:spacing w:line="276" w:lineRule="auto"/>
      </w:pPr>
      <w:r w:rsidRPr="00CE027B">
        <w:t xml:space="preserve">Aucun autre document ne sera pris en compte, sauf mention explicite dans une </w:t>
      </w:r>
      <w:r>
        <w:t>rubrique</w:t>
      </w:r>
      <w:r w:rsidRPr="00CE027B">
        <w:t xml:space="preserve"> donnée.</w:t>
      </w:r>
    </w:p>
    <w:p w:rsidR="00CE027B" w:rsidP="000C1ED1" w:rsidRDefault="00B91788" w14:paraId="6CEEBF1F" w14:textId="2662D931">
      <w:pPr>
        <w:pStyle w:val="Paragraphedeliste"/>
        <w:numPr>
          <w:ilvl w:val="0"/>
          <w:numId w:val="27"/>
        </w:numPr>
        <w:spacing w:line="276" w:lineRule="auto"/>
      </w:pPr>
      <w:r w:rsidRPr="00B91788">
        <w:t>Le formulaire doit être complété de manière lisible, en français, et sans modification de la trame.</w:t>
      </w:r>
    </w:p>
    <w:p w:rsidRPr="00CF7BCF" w:rsidR="00796245" w:rsidP="00C1684D" w:rsidRDefault="00527D6F" w14:paraId="2FE5DF89" w14:textId="1AE7E2AB">
      <w:pPr>
        <w:pStyle w:val="Paragraphedeliste"/>
        <w:numPr>
          <w:ilvl w:val="0"/>
          <w:numId w:val="27"/>
        </w:numPr>
        <w:spacing w:after="160" w:line="276" w:lineRule="auto"/>
        <w:jc w:val="left"/>
      </w:pPr>
      <w:r w:rsidRPr="00527D6F">
        <w:t xml:space="preserve">Il est possible de se positionner en </w:t>
      </w:r>
      <w:r w:rsidRPr="00084EE3">
        <w:rPr>
          <w:b/>
          <w:bCs/>
        </w:rPr>
        <w:t>site principal et/ou secondaire</w:t>
      </w:r>
      <w:r w:rsidRPr="00527D6F">
        <w:t xml:space="preserve"> selon la surface disponible </w:t>
      </w:r>
      <w:r w:rsidR="004634C1">
        <w:br w:type="page"/>
      </w:r>
    </w:p>
    <w:p w:rsidR="004B78CC" w:rsidP="004B7817" w:rsidRDefault="001B162E" w14:paraId="0C269756" w14:textId="3704F1DA">
      <w:pPr>
        <w:pStyle w:val="Titre2"/>
      </w:pPr>
      <w:bookmarkStart w:name="_Toc90313386" w:id="0"/>
      <w:bookmarkStart w:name="_Toc90541219" w:id="1"/>
      <w:bookmarkStart w:name="_Toc90313387" w:id="2"/>
      <w:bookmarkStart w:name="_Toc90541220" w:id="3"/>
      <w:bookmarkStart w:name="_Toc90313388" w:id="4"/>
      <w:bookmarkStart w:name="_Toc90541221" w:id="5"/>
      <w:bookmarkStart w:name="_Toc90313389" w:id="6"/>
      <w:bookmarkStart w:name="_Toc90541222" w:id="7"/>
      <w:bookmarkStart w:name="_Toc90313390" w:id="8"/>
      <w:bookmarkStart w:name="_Toc90541223" w:id="9"/>
      <w:bookmarkStart w:name="_Toc90313391" w:id="10"/>
      <w:bookmarkStart w:name="_Toc90541224" w:id="11"/>
      <w:bookmarkStart w:name="_Toc90313392" w:id="12"/>
      <w:bookmarkStart w:name="_Toc90541225" w:id="13"/>
      <w:bookmarkStart w:name="_Toc90313393" w:id="14"/>
      <w:bookmarkStart w:name="_Toc90541226" w:id="15"/>
      <w:bookmarkStart w:name="_Toc90313394" w:id="16"/>
      <w:bookmarkStart w:name="_Toc90541227" w:id="17"/>
      <w:bookmarkStart w:name="_Toc90313395" w:id="18"/>
      <w:bookmarkStart w:name="_Toc90541228" w:id="19"/>
      <w:bookmarkStart w:name="_Toc90313396" w:id="20"/>
      <w:bookmarkStart w:name="_Toc90541229" w:id="21"/>
      <w:bookmarkStart w:name="_Toc90313397" w:id="22"/>
      <w:bookmarkStart w:name="_Toc90541230" w:id="23"/>
      <w:bookmarkStart w:name="_Toc90313398" w:id="24"/>
      <w:bookmarkStart w:name="_Toc90541231" w:id="2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t>Informations</w:t>
      </w:r>
      <w:r w:rsidR="004D6398">
        <w:t xml:space="preserve"> </w:t>
      </w:r>
      <w:r w:rsidR="00A11F3F">
        <w:t>du candidat</w:t>
      </w:r>
    </w:p>
    <w:p w:rsidR="003D36EC" w:rsidP="003D36EC" w:rsidRDefault="00C5381B" w14:paraId="18D8B559" w14:textId="484B8306">
      <w:pPr>
        <w:pStyle w:val="Titre3"/>
      </w:pPr>
      <w:r>
        <w:t>I</w:t>
      </w:r>
      <w:r w:rsidR="00A11F3F">
        <w:t>dentification</w:t>
      </w:r>
      <w:r>
        <w:t xml:space="preserve"> du porteur de projet</w:t>
      </w:r>
    </w:p>
    <w:tbl>
      <w:tblPr>
        <w:tblW w:w="5340" w:type="pct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840"/>
        <w:gridCol w:w="5033"/>
      </w:tblGrid>
      <w:tr w:rsidRPr="009901ED" w:rsidR="00BC6535" w:rsidTr="00892AA8" w14:paraId="35ED9B34" w14:textId="77777777">
        <w:trPr>
          <w:trHeight w:val="549"/>
        </w:trPr>
        <w:tc>
          <w:tcPr>
            <w:tcW w:w="2553" w:type="pct"/>
            <w:gridSpan w:val="2"/>
            <w:shd w:val="clear" w:color="auto" w:fill="F2F2F2" w:themeFill="background1" w:themeFillShade="F2"/>
            <w:vAlign w:val="center"/>
          </w:tcPr>
          <w:p w:rsidRPr="0016036E" w:rsidR="00BC6535" w:rsidP="00892AA8" w:rsidRDefault="00BC6535" w14:paraId="324044BD" w14:textId="77777777">
            <w:pPr>
              <w:rPr>
                <w:szCs w:val="20"/>
              </w:rPr>
            </w:pPr>
            <w:r w:rsidRPr="0016036E">
              <w:rPr>
                <w:szCs w:val="20"/>
              </w:rPr>
              <w:t>Dénomination Sociale</w:t>
            </w:r>
          </w:p>
        </w:tc>
        <w:tc>
          <w:tcPr>
            <w:tcW w:w="2447" w:type="pct"/>
            <w:vAlign w:val="center"/>
          </w:tcPr>
          <w:p w:rsidRPr="0016036E" w:rsidR="00BC6535" w:rsidP="00892AA8" w:rsidRDefault="00BC6535" w14:paraId="6699D0D6" w14:textId="77777777">
            <w:pPr>
              <w:rPr>
                <w:szCs w:val="20"/>
              </w:rPr>
            </w:pPr>
          </w:p>
        </w:tc>
      </w:tr>
      <w:tr w:rsidRPr="009901ED" w:rsidR="00BC6535" w:rsidTr="00892AA8" w14:paraId="56350BEE" w14:textId="77777777">
        <w:trPr>
          <w:trHeight w:val="562"/>
        </w:trPr>
        <w:tc>
          <w:tcPr>
            <w:tcW w:w="2553" w:type="pct"/>
            <w:gridSpan w:val="2"/>
            <w:shd w:val="clear" w:color="auto" w:fill="F2F2F2" w:themeFill="background1" w:themeFillShade="F2"/>
            <w:vAlign w:val="center"/>
          </w:tcPr>
          <w:p w:rsidRPr="0016036E" w:rsidR="00BC6535" w:rsidP="00892AA8" w:rsidRDefault="00BC6535" w14:paraId="7767DE39" w14:textId="77777777">
            <w:pPr>
              <w:rPr>
                <w:szCs w:val="20"/>
              </w:rPr>
            </w:pPr>
            <w:r w:rsidRPr="0016036E">
              <w:rPr>
                <w:szCs w:val="20"/>
              </w:rPr>
              <w:t xml:space="preserve">Nom Commercial </w:t>
            </w:r>
          </w:p>
          <w:p w:rsidRPr="0016036E" w:rsidR="00BC6535" w:rsidP="00892AA8" w:rsidRDefault="00BC6535" w14:paraId="66C523B8" w14:textId="77777777">
            <w:pPr>
              <w:rPr>
                <w:b/>
                <w:i/>
                <w:szCs w:val="20"/>
              </w:rPr>
            </w:pPr>
            <w:r w:rsidRPr="0016036E">
              <w:rPr>
                <w:szCs w:val="20"/>
              </w:rPr>
              <w:t>(si différent de la dénomination sociale)</w:t>
            </w:r>
          </w:p>
        </w:tc>
        <w:tc>
          <w:tcPr>
            <w:tcW w:w="2447" w:type="pct"/>
            <w:vAlign w:val="center"/>
          </w:tcPr>
          <w:p w:rsidRPr="0016036E" w:rsidR="00BC6535" w:rsidP="00892AA8" w:rsidRDefault="00BC6535" w14:paraId="33F84327" w14:textId="77777777">
            <w:pPr>
              <w:rPr>
                <w:szCs w:val="20"/>
              </w:rPr>
            </w:pPr>
          </w:p>
        </w:tc>
      </w:tr>
      <w:tr w:rsidRPr="009901ED" w:rsidR="00BC6535" w:rsidTr="00892AA8" w14:paraId="7986308B" w14:textId="77777777">
        <w:trPr>
          <w:trHeight w:val="474"/>
        </w:trPr>
        <w:tc>
          <w:tcPr>
            <w:tcW w:w="2553" w:type="pct"/>
            <w:gridSpan w:val="2"/>
            <w:shd w:val="clear" w:color="auto" w:fill="F2F2F2" w:themeFill="background1" w:themeFillShade="F2"/>
            <w:vAlign w:val="center"/>
          </w:tcPr>
          <w:p w:rsidRPr="0016036E" w:rsidR="00BC6535" w:rsidP="00892AA8" w:rsidRDefault="00BC6535" w14:paraId="4C177E5B" w14:textId="77777777">
            <w:pPr>
              <w:rPr>
                <w:szCs w:val="20"/>
              </w:rPr>
            </w:pPr>
            <w:r w:rsidRPr="0016036E">
              <w:rPr>
                <w:szCs w:val="20"/>
              </w:rPr>
              <w:t>Forme juridique/ code catégorie juridique </w:t>
            </w:r>
          </w:p>
        </w:tc>
        <w:tc>
          <w:tcPr>
            <w:tcW w:w="2447" w:type="pct"/>
            <w:vAlign w:val="center"/>
          </w:tcPr>
          <w:p w:rsidRPr="0016036E" w:rsidR="00BC6535" w:rsidP="00892AA8" w:rsidRDefault="00BC6535" w14:paraId="3C573B2E" w14:textId="77777777">
            <w:pPr>
              <w:rPr>
                <w:szCs w:val="20"/>
              </w:rPr>
            </w:pPr>
          </w:p>
        </w:tc>
      </w:tr>
      <w:tr w:rsidRPr="009901ED" w:rsidR="00BC6535" w:rsidTr="00892AA8" w14:paraId="22463D77" w14:textId="77777777">
        <w:trPr>
          <w:trHeight w:val="547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:rsidRPr="0016036E" w:rsidR="00BC6535" w:rsidP="00892AA8" w:rsidRDefault="00BC6535" w14:paraId="1B6C3BFE" w14:textId="77777777">
            <w:pPr>
              <w:rPr>
                <w:szCs w:val="20"/>
              </w:rPr>
            </w:pPr>
            <w:r w:rsidRPr="0016036E">
              <w:rPr>
                <w:szCs w:val="20"/>
              </w:rPr>
              <w:t xml:space="preserve">Représentant légal </w:t>
            </w:r>
          </w:p>
        </w:tc>
      </w:tr>
      <w:tr w:rsidRPr="009901ED" w:rsidR="00FE0CB8" w:rsidTr="00FE0CB8" w14:paraId="611D2F28" w14:textId="77777777">
        <w:trPr>
          <w:trHeight w:val="365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:rsidRPr="0016036E" w:rsidR="00FE0CB8" w:rsidP="00892AA8" w:rsidRDefault="00FE0CB8" w14:paraId="7BB0CEED" w14:textId="77777777">
            <w:pPr>
              <w:rPr>
                <w:szCs w:val="20"/>
              </w:rPr>
            </w:pPr>
            <w:r w:rsidRPr="0016036E">
              <w:rPr>
                <w:szCs w:val="20"/>
              </w:rPr>
              <w:t>Civilité</w:t>
            </w:r>
          </w:p>
        </w:tc>
        <w:tc>
          <w:tcPr>
            <w:tcW w:w="3828" w:type="pct"/>
            <w:gridSpan w:val="2"/>
            <w:vAlign w:val="center"/>
          </w:tcPr>
          <w:p w:rsidRPr="0016036E" w:rsidR="00FE0CB8" w:rsidP="00892AA8" w:rsidRDefault="00FE0CB8" w14:paraId="2C415316" w14:textId="1EF607D4">
            <w:pPr>
              <w:rPr>
                <w:szCs w:val="20"/>
              </w:rPr>
            </w:pPr>
          </w:p>
        </w:tc>
      </w:tr>
      <w:tr w:rsidRPr="009901ED" w:rsidR="00BC6535" w:rsidTr="003C45BE" w14:paraId="55491377" w14:textId="77777777">
        <w:trPr>
          <w:trHeight w:val="344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:rsidRPr="0016036E" w:rsidR="00BC6535" w:rsidP="00892AA8" w:rsidRDefault="00A66EF9" w14:paraId="37A70C44" w14:textId="710072B7">
            <w:pPr>
              <w:rPr>
                <w:szCs w:val="20"/>
              </w:rPr>
            </w:pPr>
            <w:r w:rsidRPr="0016036E">
              <w:rPr>
                <w:szCs w:val="20"/>
              </w:rPr>
              <w:t>Fonction</w:t>
            </w:r>
          </w:p>
        </w:tc>
        <w:tc>
          <w:tcPr>
            <w:tcW w:w="3828" w:type="pct"/>
            <w:gridSpan w:val="2"/>
            <w:vAlign w:val="center"/>
          </w:tcPr>
          <w:p w:rsidRPr="0016036E" w:rsidR="00BC6535" w:rsidP="00892AA8" w:rsidRDefault="00BC6535" w14:paraId="1E8E5469" w14:textId="77777777">
            <w:pPr>
              <w:rPr>
                <w:szCs w:val="20"/>
              </w:rPr>
            </w:pPr>
          </w:p>
        </w:tc>
      </w:tr>
      <w:tr w:rsidRPr="009901ED" w:rsidR="00FE0CB8" w:rsidTr="003C45BE" w14:paraId="3DF4F0C0" w14:textId="77777777">
        <w:trPr>
          <w:trHeight w:val="344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:rsidRPr="0016036E" w:rsidR="00FE0CB8" w:rsidP="00892AA8" w:rsidRDefault="00A66EF9" w14:paraId="0A684018" w14:textId="2A99F3A9">
            <w:pPr>
              <w:rPr>
                <w:szCs w:val="20"/>
              </w:rPr>
            </w:pPr>
            <w:r w:rsidRPr="0016036E">
              <w:rPr>
                <w:szCs w:val="20"/>
              </w:rPr>
              <w:t>Prénom</w:t>
            </w:r>
          </w:p>
        </w:tc>
        <w:tc>
          <w:tcPr>
            <w:tcW w:w="3828" w:type="pct"/>
            <w:gridSpan w:val="2"/>
            <w:vAlign w:val="center"/>
          </w:tcPr>
          <w:p w:rsidRPr="0016036E" w:rsidR="00FE0CB8" w:rsidP="00892AA8" w:rsidRDefault="00FE0CB8" w14:paraId="5C6F8959" w14:textId="77777777">
            <w:pPr>
              <w:rPr>
                <w:szCs w:val="20"/>
              </w:rPr>
            </w:pPr>
          </w:p>
        </w:tc>
      </w:tr>
      <w:tr w:rsidRPr="009901ED" w:rsidR="00BC6535" w:rsidTr="003C45BE" w14:paraId="38AC5C08" w14:textId="77777777">
        <w:trPr>
          <w:trHeight w:val="344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:rsidRPr="0016036E" w:rsidR="00BC6535" w:rsidP="00892AA8" w:rsidRDefault="00FE0CB8" w14:paraId="6F7C9578" w14:textId="475B27C2">
            <w:pPr>
              <w:rPr>
                <w:szCs w:val="20"/>
              </w:rPr>
            </w:pPr>
            <w:r w:rsidRPr="0016036E">
              <w:rPr>
                <w:szCs w:val="20"/>
              </w:rPr>
              <w:t>Nom</w:t>
            </w:r>
          </w:p>
        </w:tc>
        <w:tc>
          <w:tcPr>
            <w:tcW w:w="3828" w:type="pct"/>
            <w:gridSpan w:val="2"/>
            <w:vAlign w:val="center"/>
          </w:tcPr>
          <w:p w:rsidRPr="0016036E" w:rsidR="00BC6535" w:rsidP="00892AA8" w:rsidRDefault="00BC6535" w14:paraId="197F0340" w14:textId="77777777">
            <w:pPr>
              <w:rPr>
                <w:szCs w:val="20"/>
              </w:rPr>
            </w:pPr>
          </w:p>
        </w:tc>
      </w:tr>
      <w:tr w:rsidRPr="009901ED" w:rsidR="00FE0CB8" w:rsidTr="00FE0CB8" w14:paraId="14C72950" w14:textId="77777777">
        <w:trPr>
          <w:trHeight w:val="365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:rsidRPr="0016036E" w:rsidR="00FE0CB8" w:rsidP="00892AA8" w:rsidRDefault="00FE0CB8" w14:paraId="47537812" w14:textId="27C1C7A0">
            <w:pPr>
              <w:rPr>
                <w:szCs w:val="20"/>
              </w:rPr>
            </w:pPr>
            <w:r w:rsidRPr="0016036E">
              <w:rPr>
                <w:szCs w:val="20"/>
              </w:rPr>
              <w:t>E-mail :</w:t>
            </w:r>
          </w:p>
        </w:tc>
        <w:tc>
          <w:tcPr>
            <w:tcW w:w="3828" w:type="pct"/>
            <w:gridSpan w:val="2"/>
            <w:vAlign w:val="center"/>
          </w:tcPr>
          <w:p w:rsidRPr="0016036E" w:rsidR="00FE0CB8" w:rsidP="00892AA8" w:rsidRDefault="00FE0CB8" w14:paraId="4CE1FD81" w14:textId="5BF690C0">
            <w:pPr>
              <w:rPr>
                <w:szCs w:val="20"/>
              </w:rPr>
            </w:pPr>
          </w:p>
        </w:tc>
      </w:tr>
      <w:tr w:rsidRPr="009901ED" w:rsidR="00BC6535" w:rsidTr="00892AA8" w14:paraId="13FC47F9" w14:textId="77777777">
        <w:trPr>
          <w:trHeight w:val="440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:rsidRPr="0016036E" w:rsidR="00BC6535" w:rsidP="00892AA8" w:rsidRDefault="00BC6535" w14:paraId="3316FD32" w14:textId="402EC62E">
            <w:pPr>
              <w:rPr>
                <w:szCs w:val="20"/>
              </w:rPr>
            </w:pPr>
            <w:r w:rsidRPr="0016036E">
              <w:rPr>
                <w:szCs w:val="20"/>
              </w:rPr>
              <w:t>Personne en charge du suivi technique du projet</w:t>
            </w:r>
            <w:r w:rsidRPr="0016036E" w:rsidR="00A66EF9">
              <w:rPr>
                <w:szCs w:val="20"/>
              </w:rPr>
              <w:t xml:space="preserve"> </w:t>
            </w:r>
          </w:p>
        </w:tc>
      </w:tr>
      <w:tr w:rsidRPr="009901ED" w:rsidR="00A66EF9" w:rsidTr="00A66EF9" w14:paraId="43E2A356" w14:textId="77777777">
        <w:trPr>
          <w:trHeight w:val="365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:rsidRPr="0016036E" w:rsidR="00A66EF9" w:rsidP="00892AA8" w:rsidRDefault="00A66EF9" w14:paraId="5061E902" w14:textId="77777777">
            <w:pPr>
              <w:rPr>
                <w:szCs w:val="20"/>
              </w:rPr>
            </w:pPr>
            <w:r w:rsidRPr="0016036E">
              <w:rPr>
                <w:szCs w:val="20"/>
              </w:rPr>
              <w:t>Civilité</w:t>
            </w:r>
          </w:p>
        </w:tc>
        <w:tc>
          <w:tcPr>
            <w:tcW w:w="3828" w:type="pct"/>
            <w:gridSpan w:val="2"/>
            <w:vAlign w:val="center"/>
          </w:tcPr>
          <w:p w:rsidRPr="0016036E" w:rsidR="00A66EF9" w:rsidP="00892AA8" w:rsidRDefault="00A66EF9" w14:paraId="5C54FFB5" w14:textId="52342BFC">
            <w:pPr>
              <w:rPr>
                <w:szCs w:val="20"/>
              </w:rPr>
            </w:pPr>
          </w:p>
        </w:tc>
      </w:tr>
      <w:tr w:rsidRPr="009901ED" w:rsidR="00BC6535" w:rsidTr="003C45BE" w14:paraId="0E0D3CD2" w14:textId="77777777">
        <w:trPr>
          <w:trHeight w:val="344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:rsidRPr="0016036E" w:rsidR="00BC6535" w:rsidP="00892AA8" w:rsidRDefault="00BC6535" w14:paraId="68A0F940" w14:textId="77777777">
            <w:pPr>
              <w:rPr>
                <w:szCs w:val="20"/>
              </w:rPr>
            </w:pPr>
            <w:r w:rsidRPr="0016036E">
              <w:rPr>
                <w:szCs w:val="20"/>
              </w:rPr>
              <w:t>Fonction</w:t>
            </w:r>
          </w:p>
        </w:tc>
        <w:tc>
          <w:tcPr>
            <w:tcW w:w="3828" w:type="pct"/>
            <w:gridSpan w:val="2"/>
            <w:vAlign w:val="center"/>
          </w:tcPr>
          <w:p w:rsidRPr="0016036E" w:rsidR="00BC6535" w:rsidP="00892AA8" w:rsidRDefault="00BC6535" w14:paraId="0286F262" w14:textId="77777777">
            <w:pPr>
              <w:rPr>
                <w:szCs w:val="20"/>
              </w:rPr>
            </w:pPr>
          </w:p>
        </w:tc>
      </w:tr>
      <w:tr w:rsidRPr="009901ED" w:rsidR="00BC6535" w:rsidTr="003C45BE" w14:paraId="2FE5D94A" w14:textId="77777777">
        <w:trPr>
          <w:trHeight w:val="344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:rsidRPr="0016036E" w:rsidR="00BC6535" w:rsidP="00892AA8" w:rsidRDefault="00A66EF9" w14:paraId="2CE30601" w14:textId="69B13A13">
            <w:pPr>
              <w:rPr>
                <w:szCs w:val="20"/>
              </w:rPr>
            </w:pPr>
            <w:r w:rsidRPr="0016036E">
              <w:rPr>
                <w:szCs w:val="20"/>
              </w:rPr>
              <w:t>Prénom</w:t>
            </w:r>
          </w:p>
        </w:tc>
        <w:tc>
          <w:tcPr>
            <w:tcW w:w="3828" w:type="pct"/>
            <w:gridSpan w:val="2"/>
            <w:vAlign w:val="center"/>
          </w:tcPr>
          <w:p w:rsidRPr="0016036E" w:rsidR="00BC6535" w:rsidP="00892AA8" w:rsidRDefault="00BC6535" w14:paraId="1C6A2A4F" w14:textId="77777777">
            <w:pPr>
              <w:rPr>
                <w:szCs w:val="20"/>
              </w:rPr>
            </w:pPr>
          </w:p>
        </w:tc>
      </w:tr>
      <w:tr w:rsidRPr="009901ED" w:rsidR="00A66EF9" w:rsidTr="00A66EF9" w14:paraId="2888C372" w14:textId="77777777">
        <w:trPr>
          <w:trHeight w:val="365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:rsidRPr="0016036E" w:rsidR="00A66EF9" w:rsidP="00892AA8" w:rsidRDefault="00A66EF9" w14:paraId="1FCDB564" w14:textId="4733F333">
            <w:pPr>
              <w:rPr>
                <w:szCs w:val="20"/>
              </w:rPr>
            </w:pPr>
            <w:r w:rsidRPr="0016036E">
              <w:rPr>
                <w:szCs w:val="20"/>
              </w:rPr>
              <w:t xml:space="preserve">Nom  </w:t>
            </w:r>
          </w:p>
        </w:tc>
        <w:tc>
          <w:tcPr>
            <w:tcW w:w="3828" w:type="pct"/>
            <w:gridSpan w:val="2"/>
            <w:vAlign w:val="center"/>
          </w:tcPr>
          <w:p w:rsidRPr="0016036E" w:rsidR="00A66EF9" w:rsidP="00892AA8" w:rsidRDefault="00A66EF9" w14:paraId="0C295404" w14:textId="173121D5">
            <w:pPr>
              <w:rPr>
                <w:szCs w:val="20"/>
              </w:rPr>
            </w:pPr>
          </w:p>
        </w:tc>
      </w:tr>
      <w:tr w:rsidRPr="009901ED" w:rsidR="00A66EF9" w:rsidTr="00A66EF9" w14:paraId="65511E2E" w14:textId="77777777">
        <w:trPr>
          <w:trHeight w:val="311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:rsidRPr="0016036E" w:rsidR="00A66EF9" w:rsidP="00892AA8" w:rsidRDefault="00A66EF9" w14:paraId="21BEA36A" w14:textId="77777777">
            <w:pPr>
              <w:rPr>
                <w:szCs w:val="20"/>
              </w:rPr>
            </w:pPr>
            <w:r w:rsidRPr="0016036E">
              <w:rPr>
                <w:szCs w:val="20"/>
              </w:rPr>
              <w:t>Tél</w:t>
            </w:r>
          </w:p>
        </w:tc>
        <w:tc>
          <w:tcPr>
            <w:tcW w:w="3828" w:type="pct"/>
            <w:gridSpan w:val="2"/>
            <w:vAlign w:val="center"/>
          </w:tcPr>
          <w:p w:rsidRPr="0016036E" w:rsidR="00A66EF9" w:rsidP="00892AA8" w:rsidRDefault="00A66EF9" w14:paraId="7FBF3494" w14:textId="77777777">
            <w:pPr>
              <w:rPr>
                <w:szCs w:val="20"/>
              </w:rPr>
            </w:pPr>
          </w:p>
        </w:tc>
      </w:tr>
      <w:tr w:rsidRPr="009901ED" w:rsidR="00A66EF9" w:rsidTr="00A66EF9" w14:paraId="0541B84D" w14:textId="77777777">
        <w:trPr>
          <w:trHeight w:val="311"/>
        </w:trPr>
        <w:tc>
          <w:tcPr>
            <w:tcW w:w="1172" w:type="pct"/>
            <w:shd w:val="clear" w:color="auto" w:fill="F2F2F2" w:themeFill="background1" w:themeFillShade="F2"/>
            <w:vAlign w:val="center"/>
          </w:tcPr>
          <w:p w:rsidRPr="0016036E" w:rsidR="00A66EF9" w:rsidP="00A66EF9" w:rsidRDefault="00A66EF9" w14:paraId="2ABB7C43" w14:textId="074D6903">
            <w:pPr>
              <w:rPr>
                <w:szCs w:val="20"/>
              </w:rPr>
            </w:pPr>
            <w:r w:rsidRPr="0016036E">
              <w:rPr>
                <w:szCs w:val="20"/>
              </w:rPr>
              <w:t>E-mail :</w:t>
            </w:r>
          </w:p>
        </w:tc>
        <w:tc>
          <w:tcPr>
            <w:tcW w:w="3828" w:type="pct"/>
            <w:gridSpan w:val="2"/>
            <w:vAlign w:val="center"/>
          </w:tcPr>
          <w:p w:rsidRPr="0016036E" w:rsidR="00A66EF9" w:rsidP="00A66EF9" w:rsidRDefault="00A66EF9" w14:paraId="02E423E5" w14:textId="77777777">
            <w:pPr>
              <w:rPr>
                <w:szCs w:val="20"/>
              </w:rPr>
            </w:pPr>
          </w:p>
        </w:tc>
      </w:tr>
    </w:tbl>
    <w:p w:rsidR="002C7B41" w:rsidP="00757E62" w:rsidRDefault="002C7B41" w14:paraId="2C8D6D08" w14:textId="77777777"/>
    <w:p w:rsidR="002C7B41" w:rsidP="00757E62" w:rsidRDefault="002C7B41" w14:paraId="0CD75D38" w14:textId="77777777"/>
    <w:p w:rsidR="00B57A5A" w:rsidP="006678AF" w:rsidRDefault="00757E62" w14:paraId="775F11C4" w14:textId="4C2CD20E">
      <w:pPr>
        <w:pStyle w:val="Titre3"/>
      </w:pPr>
      <w:r>
        <w:t>Capacité financière</w:t>
      </w:r>
      <w:r w:rsidR="00B57A5A">
        <w:t xml:space="preserve"> </w:t>
      </w:r>
    </w:p>
    <w:p w:rsidRPr="00B57A5A" w:rsidR="00B57A5A" w:rsidP="00B57A5A" w:rsidRDefault="00B57A5A" w14:paraId="2DE3655D" w14:textId="77777777"/>
    <w:tbl>
      <w:tblPr>
        <w:tblStyle w:val="Grilledutableau"/>
        <w:tblW w:w="9184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2689"/>
        <w:gridCol w:w="1901"/>
        <w:gridCol w:w="2297"/>
        <w:gridCol w:w="2297"/>
      </w:tblGrid>
      <w:tr w:rsidR="0018548B" w:rsidTr="00C66CE1" w14:paraId="5974FF13" w14:textId="77777777">
        <w:trPr>
          <w:trHeight w:val="6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Pr="00010A22" w:rsidR="0018548B" w:rsidP="00C66CE1" w:rsidRDefault="0018548B" w14:paraId="6203D7A8" w14:textId="77777777">
            <w:pPr>
              <w:jc w:val="right"/>
              <w:rPr>
                <w:b/>
                <w:bCs/>
              </w:rPr>
            </w:pPr>
            <w:r w:rsidRPr="00010A22">
              <w:rPr>
                <w:b/>
                <w:bCs/>
              </w:rPr>
              <w:t>Exercice</w:t>
            </w:r>
          </w:p>
        </w:tc>
        <w:tc>
          <w:tcPr>
            <w:tcW w:w="1901" w:type="dxa"/>
            <w:shd w:val="clear" w:color="auto" w:fill="F2F2F2" w:themeFill="background1" w:themeFillShade="F2"/>
            <w:vAlign w:val="center"/>
          </w:tcPr>
          <w:p w:rsidR="0018548B" w:rsidP="00C66CE1" w:rsidRDefault="0018548B" w14:paraId="48754037" w14:textId="77777777">
            <w:pPr>
              <w:jc w:val="center"/>
            </w:pPr>
            <w:r>
              <w:t>N-1</w:t>
            </w:r>
          </w:p>
        </w:tc>
        <w:tc>
          <w:tcPr>
            <w:tcW w:w="2297" w:type="dxa"/>
            <w:shd w:val="clear" w:color="auto" w:fill="F2F2F2" w:themeFill="background1" w:themeFillShade="F2"/>
            <w:vAlign w:val="center"/>
          </w:tcPr>
          <w:p w:rsidR="0018548B" w:rsidP="00C66CE1" w:rsidRDefault="0018548B" w14:paraId="552D654E" w14:textId="77777777">
            <w:pPr>
              <w:jc w:val="center"/>
            </w:pPr>
            <w:r>
              <w:t>N-2</w:t>
            </w:r>
          </w:p>
        </w:tc>
        <w:tc>
          <w:tcPr>
            <w:tcW w:w="2297" w:type="dxa"/>
            <w:shd w:val="clear" w:color="auto" w:fill="F2F2F2" w:themeFill="background1" w:themeFillShade="F2"/>
            <w:vAlign w:val="center"/>
          </w:tcPr>
          <w:p w:rsidR="0018548B" w:rsidP="00C66CE1" w:rsidRDefault="0018548B" w14:paraId="49944DAF" w14:textId="77777777">
            <w:pPr>
              <w:jc w:val="center"/>
            </w:pPr>
            <w:r>
              <w:t>N-3</w:t>
            </w:r>
          </w:p>
        </w:tc>
      </w:tr>
      <w:tr w:rsidR="0018548B" w:rsidTr="00C66CE1" w14:paraId="150E2FD6" w14:textId="77777777">
        <w:trPr>
          <w:trHeight w:val="6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Pr="00010A22" w:rsidR="0018548B" w:rsidP="00C66CE1" w:rsidRDefault="0018548B" w14:paraId="786A6732" w14:textId="77777777">
            <w:pPr>
              <w:jc w:val="right"/>
              <w:rPr>
                <w:b/>
                <w:bCs/>
              </w:rPr>
            </w:pPr>
            <w:r w:rsidRPr="00010A22">
              <w:rPr>
                <w:b/>
                <w:bCs/>
              </w:rPr>
              <w:t>Année</w:t>
            </w:r>
          </w:p>
        </w:tc>
        <w:tc>
          <w:tcPr>
            <w:tcW w:w="1901" w:type="dxa"/>
            <w:vAlign w:val="center"/>
          </w:tcPr>
          <w:p w:rsidR="0018548B" w:rsidP="00C66CE1" w:rsidRDefault="0018548B" w14:paraId="2505ED90" w14:textId="77777777">
            <w:pPr>
              <w:jc w:val="center"/>
            </w:pPr>
          </w:p>
        </w:tc>
        <w:tc>
          <w:tcPr>
            <w:tcW w:w="2297" w:type="dxa"/>
            <w:vAlign w:val="center"/>
          </w:tcPr>
          <w:p w:rsidR="0018548B" w:rsidP="00C66CE1" w:rsidRDefault="0018548B" w14:paraId="6F7785A6" w14:textId="77777777">
            <w:pPr>
              <w:jc w:val="center"/>
            </w:pPr>
          </w:p>
        </w:tc>
        <w:tc>
          <w:tcPr>
            <w:tcW w:w="2297" w:type="dxa"/>
            <w:vAlign w:val="center"/>
          </w:tcPr>
          <w:p w:rsidR="0018548B" w:rsidP="00C66CE1" w:rsidRDefault="0018548B" w14:paraId="574F376D" w14:textId="77777777">
            <w:pPr>
              <w:jc w:val="center"/>
            </w:pPr>
          </w:p>
        </w:tc>
      </w:tr>
      <w:tr w:rsidR="0018548B" w:rsidTr="00C66CE1" w14:paraId="67865007" w14:textId="77777777">
        <w:trPr>
          <w:trHeight w:val="6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Pr="00010A22" w:rsidR="0018548B" w:rsidP="00C66CE1" w:rsidRDefault="0018548B" w14:paraId="5C4DD30C" w14:textId="77777777">
            <w:pPr>
              <w:jc w:val="right"/>
              <w:rPr>
                <w:b/>
                <w:bCs/>
              </w:rPr>
            </w:pPr>
            <w:r w:rsidRPr="00010A22">
              <w:rPr>
                <w:b/>
                <w:bCs/>
              </w:rPr>
              <w:t>Chiffre d’Affaires</w:t>
            </w:r>
          </w:p>
        </w:tc>
        <w:tc>
          <w:tcPr>
            <w:tcW w:w="1901" w:type="dxa"/>
            <w:vAlign w:val="center"/>
          </w:tcPr>
          <w:p w:rsidR="0018548B" w:rsidP="00C66CE1" w:rsidRDefault="0018548B" w14:paraId="30A656F1" w14:textId="77777777">
            <w:pPr>
              <w:jc w:val="center"/>
            </w:pPr>
          </w:p>
        </w:tc>
        <w:tc>
          <w:tcPr>
            <w:tcW w:w="2297" w:type="dxa"/>
            <w:vAlign w:val="center"/>
          </w:tcPr>
          <w:p w:rsidR="0018548B" w:rsidP="00C66CE1" w:rsidRDefault="0018548B" w14:paraId="78621E62" w14:textId="77777777">
            <w:pPr>
              <w:jc w:val="center"/>
            </w:pPr>
          </w:p>
        </w:tc>
        <w:tc>
          <w:tcPr>
            <w:tcW w:w="2297" w:type="dxa"/>
            <w:vAlign w:val="center"/>
          </w:tcPr>
          <w:p w:rsidR="0018548B" w:rsidP="00C66CE1" w:rsidRDefault="0018548B" w14:paraId="673496B3" w14:textId="77777777">
            <w:pPr>
              <w:jc w:val="center"/>
            </w:pPr>
          </w:p>
        </w:tc>
      </w:tr>
    </w:tbl>
    <w:p w:rsidR="004634C1" w:rsidP="0063188F" w:rsidRDefault="004634C1" w14:paraId="7DF336CC" w14:textId="113B4DB3"/>
    <w:p w:rsidR="005F73A0" w:rsidP="004634C1" w:rsidRDefault="004634C1" w14:paraId="646EFF0C" w14:textId="21C1107A">
      <w:pPr>
        <w:spacing w:after="160"/>
        <w:jc w:val="left"/>
      </w:pPr>
      <w:r>
        <w:br w:type="page"/>
      </w:r>
    </w:p>
    <w:p w:rsidR="004634C1" w:rsidP="004634C1" w:rsidRDefault="004634C1" w14:paraId="7A215ACE" w14:textId="77777777">
      <w:pPr>
        <w:pStyle w:val="Titre3"/>
      </w:pPr>
      <w:r>
        <w:t xml:space="preserve">Capacités professionnelles </w:t>
      </w:r>
    </w:p>
    <w:p w:rsidR="004634C1" w:rsidP="004634C1" w:rsidRDefault="004634C1" w14:paraId="6CA5990E" w14:textId="77777777">
      <w:pPr>
        <w:rPr>
          <w:i/>
          <w:iCs/>
        </w:rPr>
      </w:pPr>
      <w:r>
        <w:rPr>
          <w:i/>
          <w:iCs/>
        </w:rPr>
        <w:t xml:space="preserve">Merci de fournir une présentation synthétique de votre structure </w:t>
      </w:r>
      <w:r w:rsidRPr="006D4E5C">
        <w:rPr>
          <w:i/>
          <w:iCs/>
          <w:color w:val="009FE3" w:themeColor="accent1"/>
        </w:rPr>
        <w:t xml:space="preserve">(1 page maximum) </w:t>
      </w:r>
    </w:p>
    <w:p w:rsidR="004634C1" w:rsidP="004634C1" w:rsidRDefault="004634C1" w14:paraId="27ED909E" w14:textId="77777777">
      <w:pPr>
        <w:pStyle w:val="Paragraphedeliste"/>
        <w:numPr>
          <w:ilvl w:val="0"/>
          <w:numId w:val="28"/>
        </w:numPr>
        <w:rPr>
          <w:i/>
          <w:iCs/>
        </w:rPr>
      </w:pPr>
      <w:r>
        <w:rPr>
          <w:i/>
          <w:iCs/>
        </w:rPr>
        <w:t>A</w:t>
      </w:r>
      <w:r w:rsidRPr="006143A9">
        <w:rPr>
          <w:i/>
          <w:iCs/>
        </w:rPr>
        <w:t>ctivité principale</w:t>
      </w:r>
    </w:p>
    <w:p w:rsidR="004634C1" w:rsidP="63EFE7E6" w:rsidRDefault="004634C1" w14:paraId="5FD1D1D7" w14:textId="31B40CE7">
      <w:pPr>
        <w:pStyle w:val="Paragraphedeliste"/>
        <w:numPr>
          <w:ilvl w:val="0"/>
          <w:numId w:val="28"/>
        </w:numPr>
        <w:rPr>
          <w:i/>
          <w:iCs/>
        </w:rPr>
      </w:pPr>
      <w:r w:rsidRPr="63EFE7E6">
        <w:rPr>
          <w:i/>
          <w:iCs/>
        </w:rPr>
        <w:t xml:space="preserve">Effectifs </w:t>
      </w:r>
      <w:r w:rsidRPr="63EFE7E6" w:rsidR="56C0D611">
        <w:rPr>
          <w:i/>
          <w:iCs/>
        </w:rPr>
        <w:t>(en précisant si vous avez recours à l'emploi de personnes bénéficiant du dispositif d'insertion par l'activité économique prévu à l’article L. 5132-1 du code du travail)</w:t>
      </w:r>
    </w:p>
    <w:p w:rsidR="004634C1" w:rsidP="004634C1" w:rsidRDefault="004634C1" w14:paraId="0F6C1A26" w14:textId="77777777">
      <w:pPr>
        <w:pStyle w:val="Paragraphedeliste"/>
        <w:numPr>
          <w:ilvl w:val="0"/>
          <w:numId w:val="28"/>
        </w:numPr>
        <w:rPr>
          <w:i/>
          <w:iCs/>
        </w:rPr>
      </w:pPr>
      <w:r>
        <w:rPr>
          <w:i/>
          <w:iCs/>
        </w:rPr>
        <w:t>Expérience dans le domaine du stockage ou de la gestion de déchets</w:t>
      </w:r>
    </w:p>
    <w:p w:rsidR="004634C1" w:rsidP="004634C1" w:rsidRDefault="004634C1" w14:paraId="4133CCA4" w14:textId="77777777">
      <w:pPr>
        <w:pStyle w:val="Paragraphedeliste"/>
        <w:numPr>
          <w:ilvl w:val="0"/>
          <w:numId w:val="28"/>
        </w:numPr>
        <w:rPr>
          <w:i/>
          <w:iCs/>
        </w:rPr>
      </w:pPr>
      <w:r>
        <w:rPr>
          <w:i/>
          <w:iCs/>
        </w:rPr>
        <w:t>Clients ou références (si non confidentiel)</w:t>
      </w:r>
    </w:p>
    <w:p w:rsidRPr="00F276C6" w:rsidR="004634C1" w:rsidP="004634C1" w:rsidRDefault="004634C1" w14:paraId="7B3E8930" w14:textId="77777777">
      <w:pPr>
        <w:rPr>
          <w:i/>
          <w:iCs/>
        </w:rPr>
      </w:pPr>
      <w:r>
        <w:rPr>
          <w:i/>
          <w:iCs/>
        </w:rPr>
        <w:t xml:space="preserve">Vous pouvez compléter par tout élément jugé utile à notre bonne compréhension </w:t>
      </w:r>
    </w:p>
    <w:p w:rsidR="00CA1D54" w:rsidP="0063188F" w:rsidRDefault="00CA1D54" w14:paraId="77F52CFF" w14:textId="77777777"/>
    <w:p w:rsidR="00CA1D54" w:rsidP="0063188F" w:rsidRDefault="00CA1D54" w14:paraId="1D09255F" w14:textId="77777777"/>
    <w:p w:rsidR="00CA1D54" w:rsidP="0063188F" w:rsidRDefault="00CA1D54" w14:paraId="1BC0B267" w14:textId="77777777"/>
    <w:p w:rsidR="00CA1D54" w:rsidP="0063188F" w:rsidRDefault="00CA1D54" w14:paraId="7F3D1DF0" w14:textId="77777777"/>
    <w:p w:rsidR="002C7B41" w:rsidRDefault="002C7B41" w14:paraId="68421617" w14:textId="3D7BD860">
      <w:pPr>
        <w:spacing w:after="160"/>
        <w:jc w:val="left"/>
      </w:pPr>
      <w:r>
        <w:br w:type="page"/>
      </w:r>
    </w:p>
    <w:p w:rsidR="00FE4585" w:rsidP="00891B55" w:rsidRDefault="009631CB" w14:paraId="544F4CA1" w14:textId="4F6634AD">
      <w:pPr>
        <w:pStyle w:val="Titre2"/>
      </w:pPr>
      <w:r>
        <w:t>Capacités</w:t>
      </w:r>
      <w:r w:rsidR="00C22790">
        <w:t xml:space="preserve"> techniques </w:t>
      </w:r>
    </w:p>
    <w:p w:rsidR="00C22790" w:rsidP="00C22790" w:rsidRDefault="00C22790" w14:paraId="46245282" w14:textId="77777777"/>
    <w:tbl>
      <w:tblPr>
        <w:tblW w:w="5340" w:type="pct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10"/>
        <w:gridCol w:w="5033"/>
      </w:tblGrid>
      <w:tr w:rsidRPr="009901ED" w:rsidR="001B5CE9" w:rsidTr="60DFE17E" w14:paraId="6C21C7D2" w14:textId="77777777">
        <w:trPr>
          <w:trHeight w:val="549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:rsidRPr="003F4AF3" w:rsidR="001B5CE9" w:rsidP="00892AA8" w:rsidRDefault="001B5CE9" w14:paraId="0A8003E3" w14:textId="7CEE99E2">
            <w:pPr>
              <w:rPr>
                <w:b/>
                <w:bCs/>
                <w:szCs w:val="20"/>
              </w:rPr>
            </w:pPr>
            <w:r w:rsidRPr="003F4AF3">
              <w:rPr>
                <w:b/>
                <w:bCs/>
                <w:szCs w:val="20"/>
              </w:rPr>
              <w:t>Coordonnées du site</w:t>
            </w:r>
            <w:r w:rsidRPr="003F4AF3" w:rsidR="003F4AF3">
              <w:rPr>
                <w:b/>
                <w:bCs/>
                <w:szCs w:val="20"/>
              </w:rPr>
              <w:t xml:space="preserve"> de stockage</w:t>
            </w:r>
            <w:r w:rsidRPr="003F4AF3">
              <w:rPr>
                <w:b/>
                <w:bCs/>
                <w:szCs w:val="20"/>
              </w:rPr>
              <w:t xml:space="preserve"> </w:t>
            </w:r>
          </w:p>
        </w:tc>
      </w:tr>
      <w:tr w:rsidRPr="009901ED" w:rsidR="001B5CE9" w:rsidTr="60DFE17E" w14:paraId="6967B649" w14:textId="77777777">
        <w:trPr>
          <w:trHeight w:val="562"/>
        </w:trPr>
        <w:tc>
          <w:tcPr>
            <w:tcW w:w="2553" w:type="pct"/>
            <w:gridSpan w:val="2"/>
            <w:shd w:val="clear" w:color="auto" w:fill="F2F2F2" w:themeFill="background1" w:themeFillShade="F2"/>
            <w:vAlign w:val="center"/>
          </w:tcPr>
          <w:p w:rsidRPr="0016036E" w:rsidR="001B5CE9" w:rsidP="00892AA8" w:rsidRDefault="001B5CE9" w14:paraId="60D5A98F" w14:textId="0CF1F396">
            <w:pPr>
              <w:rPr>
                <w:b/>
                <w:i/>
                <w:szCs w:val="20"/>
              </w:rPr>
            </w:pPr>
            <w:r w:rsidRPr="0016036E">
              <w:rPr>
                <w:szCs w:val="20"/>
              </w:rPr>
              <w:t>Adresse du site</w:t>
            </w:r>
          </w:p>
        </w:tc>
        <w:tc>
          <w:tcPr>
            <w:tcW w:w="2447" w:type="pct"/>
            <w:vAlign w:val="center"/>
          </w:tcPr>
          <w:p w:rsidRPr="009901ED" w:rsidR="001B5CE9" w:rsidP="00892AA8" w:rsidRDefault="001B5CE9" w14:paraId="7FD6AAE9" w14:textId="77777777">
            <w:pPr>
              <w:rPr>
                <w:sz w:val="18"/>
                <w:szCs w:val="18"/>
              </w:rPr>
            </w:pPr>
          </w:p>
        </w:tc>
      </w:tr>
      <w:tr w:rsidRPr="009901ED" w:rsidR="001B5CE9" w:rsidTr="60DFE17E" w14:paraId="14EE0748" w14:textId="77777777">
        <w:trPr>
          <w:trHeight w:val="474"/>
        </w:trPr>
        <w:tc>
          <w:tcPr>
            <w:tcW w:w="2553" w:type="pct"/>
            <w:gridSpan w:val="2"/>
            <w:shd w:val="clear" w:color="auto" w:fill="F2F2F2" w:themeFill="background1" w:themeFillShade="F2"/>
            <w:vAlign w:val="center"/>
          </w:tcPr>
          <w:p w:rsidRPr="0016036E" w:rsidR="001B5CE9" w:rsidP="00892AA8" w:rsidRDefault="001B5CE9" w14:paraId="4AC90249" w14:textId="2A277BBF">
            <w:pPr>
              <w:rPr>
                <w:szCs w:val="20"/>
              </w:rPr>
            </w:pPr>
            <w:r w:rsidRPr="0016036E">
              <w:rPr>
                <w:szCs w:val="20"/>
              </w:rPr>
              <w:t>Code postal </w:t>
            </w:r>
          </w:p>
        </w:tc>
        <w:tc>
          <w:tcPr>
            <w:tcW w:w="2447" w:type="pct"/>
            <w:vAlign w:val="center"/>
          </w:tcPr>
          <w:p w:rsidRPr="009901ED" w:rsidR="001B5CE9" w:rsidP="00892AA8" w:rsidRDefault="001B5CE9" w14:paraId="1C697659" w14:textId="77777777">
            <w:pPr>
              <w:rPr>
                <w:sz w:val="18"/>
                <w:szCs w:val="18"/>
              </w:rPr>
            </w:pPr>
          </w:p>
        </w:tc>
      </w:tr>
      <w:tr w:rsidRPr="009901ED" w:rsidR="001B5CE9" w:rsidTr="60DFE17E" w14:paraId="48BD0FCE" w14:textId="77777777">
        <w:trPr>
          <w:trHeight w:val="393"/>
        </w:trPr>
        <w:tc>
          <w:tcPr>
            <w:tcW w:w="2553" w:type="pct"/>
            <w:gridSpan w:val="2"/>
            <w:shd w:val="clear" w:color="auto" w:fill="F2F2F2" w:themeFill="background1" w:themeFillShade="F2"/>
            <w:vAlign w:val="center"/>
          </w:tcPr>
          <w:p w:rsidRPr="0016036E" w:rsidR="001B5CE9" w:rsidP="00892AA8" w:rsidRDefault="001B5CE9" w14:paraId="0A9A0B8F" w14:textId="2ADD7F5C">
            <w:pPr>
              <w:rPr>
                <w:szCs w:val="20"/>
              </w:rPr>
            </w:pPr>
            <w:r w:rsidRPr="0016036E">
              <w:rPr>
                <w:szCs w:val="20"/>
              </w:rPr>
              <w:t xml:space="preserve">Ville   </w:t>
            </w:r>
          </w:p>
        </w:tc>
        <w:tc>
          <w:tcPr>
            <w:tcW w:w="2447" w:type="pct"/>
            <w:vAlign w:val="center"/>
          </w:tcPr>
          <w:p w:rsidRPr="009901ED" w:rsidR="001B5CE9" w:rsidP="00892AA8" w:rsidRDefault="001B5CE9" w14:paraId="52BA1B7B" w14:textId="77777777">
            <w:pPr>
              <w:rPr>
                <w:sz w:val="18"/>
                <w:szCs w:val="18"/>
              </w:rPr>
            </w:pPr>
          </w:p>
        </w:tc>
      </w:tr>
      <w:tr w:rsidRPr="009901ED" w:rsidR="001B5CE9" w:rsidTr="60DFE17E" w14:paraId="53FD1C55" w14:textId="77777777">
        <w:trPr>
          <w:trHeight w:val="344"/>
        </w:trPr>
        <w:tc>
          <w:tcPr>
            <w:tcW w:w="2553" w:type="pct"/>
            <w:gridSpan w:val="2"/>
            <w:shd w:val="clear" w:color="auto" w:fill="F2F2F2" w:themeFill="background1" w:themeFillShade="F2"/>
            <w:vAlign w:val="center"/>
          </w:tcPr>
          <w:p w:rsidRPr="0016036E" w:rsidR="001B5CE9" w:rsidP="00892AA8" w:rsidRDefault="00DC6283" w14:paraId="18142EAD" w14:textId="2BF9E180">
            <w:pPr>
              <w:rPr>
                <w:szCs w:val="20"/>
              </w:rPr>
            </w:pPr>
            <w:r w:rsidRPr="0016036E">
              <w:rPr>
                <w:szCs w:val="20"/>
              </w:rPr>
              <w:t>N° Siret </w:t>
            </w:r>
          </w:p>
        </w:tc>
        <w:tc>
          <w:tcPr>
            <w:tcW w:w="2447" w:type="pct"/>
            <w:vAlign w:val="center"/>
          </w:tcPr>
          <w:p w:rsidRPr="009901ED" w:rsidR="001B5CE9" w:rsidP="00892AA8" w:rsidRDefault="001B5CE9" w14:paraId="594F5858" w14:textId="77777777">
            <w:pPr>
              <w:rPr>
                <w:sz w:val="18"/>
                <w:szCs w:val="18"/>
              </w:rPr>
            </w:pPr>
          </w:p>
        </w:tc>
      </w:tr>
      <w:tr w:rsidRPr="009901ED" w:rsidR="001B5CE9" w:rsidTr="60DFE17E" w14:paraId="64C9EFEB" w14:textId="77777777">
        <w:trPr>
          <w:trHeight w:val="344"/>
        </w:trPr>
        <w:tc>
          <w:tcPr>
            <w:tcW w:w="2553" w:type="pct"/>
            <w:gridSpan w:val="2"/>
            <w:shd w:val="clear" w:color="auto" w:fill="F2F2F2" w:themeFill="background1" w:themeFillShade="F2"/>
            <w:vAlign w:val="center"/>
          </w:tcPr>
          <w:p w:rsidRPr="0016036E" w:rsidR="001B5CE9" w:rsidP="00892AA8" w:rsidRDefault="001B5CE9" w14:paraId="3166E278" w14:textId="77777777">
            <w:pPr>
              <w:rPr>
                <w:szCs w:val="20"/>
              </w:rPr>
            </w:pPr>
            <w:r w:rsidRPr="0016036E">
              <w:rPr>
                <w:szCs w:val="20"/>
              </w:rPr>
              <w:t>n° tél :</w:t>
            </w:r>
          </w:p>
        </w:tc>
        <w:tc>
          <w:tcPr>
            <w:tcW w:w="2447" w:type="pct"/>
            <w:vAlign w:val="center"/>
          </w:tcPr>
          <w:p w:rsidRPr="009901ED" w:rsidR="001B5CE9" w:rsidP="00892AA8" w:rsidRDefault="001B5CE9" w14:paraId="530AEA43" w14:textId="77777777">
            <w:pPr>
              <w:rPr>
                <w:sz w:val="18"/>
                <w:szCs w:val="18"/>
              </w:rPr>
            </w:pPr>
          </w:p>
        </w:tc>
      </w:tr>
      <w:tr w:rsidRPr="009901ED" w:rsidR="001B5CE9" w:rsidTr="60DFE17E" w14:paraId="22660913" w14:textId="77777777">
        <w:trPr>
          <w:trHeight w:val="547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:rsidRPr="00224C2C" w:rsidR="001B5CE9" w:rsidP="00892AA8" w:rsidRDefault="00665156" w14:paraId="7F7E112E" w14:textId="2FED6212">
            <w:pPr>
              <w:rPr>
                <w:b/>
                <w:bCs/>
                <w:szCs w:val="20"/>
              </w:rPr>
            </w:pPr>
            <w:r w:rsidRPr="00224C2C">
              <w:rPr>
                <w:b/>
                <w:bCs/>
                <w:szCs w:val="20"/>
              </w:rPr>
              <w:t>Capacité du site</w:t>
            </w:r>
            <w:r w:rsidRPr="00224C2C" w:rsidR="001B5CE9">
              <w:rPr>
                <w:b/>
                <w:bCs/>
                <w:szCs w:val="20"/>
              </w:rPr>
              <w:t xml:space="preserve"> </w:t>
            </w:r>
            <w:r w:rsidRPr="00224C2C" w:rsidR="00224C2C">
              <w:rPr>
                <w:b/>
                <w:bCs/>
                <w:szCs w:val="20"/>
              </w:rPr>
              <w:t xml:space="preserve">de stockage </w:t>
            </w:r>
          </w:p>
        </w:tc>
      </w:tr>
      <w:tr w:rsidRPr="009901ED" w:rsidR="001062E8" w:rsidTr="60DFE17E" w14:paraId="783B4218" w14:textId="77777777">
        <w:trPr>
          <w:trHeight w:val="365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:rsidR="00A265C6" w:rsidP="00892AA8" w:rsidRDefault="001062E8" w14:paraId="0FF7C292" w14:textId="2EF023B9">
            <w:pPr>
              <w:rPr>
                <w:szCs w:val="20"/>
              </w:rPr>
            </w:pPr>
            <w:r>
              <w:rPr>
                <w:szCs w:val="20"/>
              </w:rPr>
              <w:t>Surface</w:t>
            </w:r>
            <w:r w:rsidR="00772867">
              <w:rPr>
                <w:szCs w:val="20"/>
              </w:rPr>
              <w:t xml:space="preserve"> </w:t>
            </w:r>
            <w:r w:rsidR="00FC37C5">
              <w:rPr>
                <w:szCs w:val="20"/>
              </w:rPr>
              <w:t xml:space="preserve">utile </w:t>
            </w:r>
            <w:r w:rsidR="00A265C6">
              <w:rPr>
                <w:szCs w:val="20"/>
              </w:rPr>
              <w:t xml:space="preserve">disponible pour le stockage des balles </w:t>
            </w:r>
          </w:p>
          <w:p w:rsidRPr="0016036E" w:rsidR="001062E8" w:rsidP="00892AA8" w:rsidRDefault="00612D77" w14:paraId="3CE55FCD" w14:textId="60D614AB">
            <w:pPr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  <w:r w:rsidRPr="0084496E" w:rsidR="0084496E">
              <w:rPr>
                <w:b/>
                <w:bCs/>
                <w:szCs w:val="20"/>
              </w:rPr>
              <w:t>S</w:t>
            </w:r>
            <w:r w:rsidRPr="0084496E" w:rsidR="0084496E">
              <w:rPr>
                <w:b/>
                <w:bCs/>
                <w:szCs w:val="20"/>
                <w:vertAlign w:val="subscript"/>
              </w:rPr>
              <w:t xml:space="preserve"> Citeo</w:t>
            </w:r>
            <w:r w:rsidR="00FC37C5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(</w:t>
            </w:r>
            <w:r w:rsidRPr="00FC37C5">
              <w:rPr>
                <w:szCs w:val="20"/>
              </w:rPr>
              <w:t>en m</w:t>
            </w:r>
            <w:r w:rsidRPr="00FC37C5">
              <w:rPr>
                <w:szCs w:val="20"/>
                <w:vertAlign w:val="superscript"/>
              </w:rPr>
              <w:t>2</w:t>
            </w:r>
            <w:r>
              <w:rPr>
                <w:szCs w:val="20"/>
                <w:vertAlign w:val="superscript"/>
              </w:rPr>
              <w:t xml:space="preserve"> </w:t>
            </w:r>
            <w:r>
              <w:rPr>
                <w:szCs w:val="20"/>
              </w:rPr>
              <w:t xml:space="preserve">et </w:t>
            </w:r>
            <w:r w:rsidRPr="0016036E">
              <w:rPr>
                <w:szCs w:val="20"/>
              </w:rPr>
              <w:t>m</w:t>
            </w:r>
            <w:r>
              <w:rPr>
                <w:szCs w:val="20"/>
                <w:vertAlign w:val="superscript"/>
              </w:rPr>
              <w:t>3</w:t>
            </w:r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2452" w:type="pct"/>
            <w:gridSpan w:val="2"/>
            <w:vAlign w:val="center"/>
          </w:tcPr>
          <w:p w:rsidRPr="009901ED" w:rsidR="001062E8" w:rsidP="00892AA8" w:rsidRDefault="0003759D" w14:paraId="46990AAC" w14:textId="43F91D76">
            <w:pPr>
              <w:rPr>
                <w:sz w:val="18"/>
                <w:szCs w:val="18"/>
              </w:rPr>
            </w:pPr>
            <w:r>
              <w:rPr>
                <w:szCs w:val="20"/>
              </w:rPr>
              <w:t xml:space="preserve">                   </w:t>
            </w:r>
            <w:r w:rsidRPr="00FC37C5">
              <w:rPr>
                <w:szCs w:val="20"/>
              </w:rPr>
              <w:t>m</w:t>
            </w:r>
            <w:r w:rsidRPr="00FC37C5">
              <w:rPr>
                <w:szCs w:val="20"/>
                <w:vertAlign w:val="superscript"/>
              </w:rPr>
              <w:t>2</w:t>
            </w:r>
            <w:r>
              <w:rPr>
                <w:szCs w:val="20"/>
                <w:vertAlign w:val="superscript"/>
              </w:rPr>
              <w:t xml:space="preserve"> </w:t>
            </w:r>
            <w:r>
              <w:rPr>
                <w:szCs w:val="20"/>
              </w:rPr>
              <w:t xml:space="preserve">/              </w:t>
            </w:r>
            <w:r w:rsidRPr="0016036E">
              <w:rPr>
                <w:szCs w:val="20"/>
              </w:rPr>
              <w:t>m</w:t>
            </w:r>
            <w:r>
              <w:rPr>
                <w:szCs w:val="20"/>
                <w:vertAlign w:val="superscript"/>
              </w:rPr>
              <w:t>3</w:t>
            </w:r>
          </w:p>
        </w:tc>
      </w:tr>
      <w:tr w:rsidRPr="009901ED" w:rsidR="001B5CE9" w:rsidTr="60DFE17E" w14:paraId="49C098C7" w14:textId="77777777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:rsidR="00D7151C" w:rsidP="00892AA8" w:rsidRDefault="005314F5" w14:paraId="5D9E7347" w14:textId="3AFDF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Surface réservée en permanence au profit de Citeo </w:t>
            </w:r>
          </w:p>
          <w:p w:rsidRPr="00DB3910" w:rsidR="00B0143F" w:rsidP="00892AA8" w:rsidRDefault="00B0143F" w14:paraId="6773D247" w14:textId="0FE3CA07">
            <w:pPr>
              <w:rPr>
                <w:b/>
                <w:bCs/>
                <w:sz w:val="18"/>
                <w:szCs w:val="18"/>
              </w:rPr>
            </w:pPr>
            <w:r w:rsidRPr="003457EE">
              <w:rPr>
                <w:b/>
                <w:bCs/>
                <w:sz w:val="18"/>
                <w:szCs w:val="18"/>
              </w:rPr>
              <w:t>S</w:t>
            </w:r>
            <w:r w:rsidRPr="003457EE">
              <w:rPr>
                <w:b/>
                <w:bCs/>
                <w:sz w:val="18"/>
                <w:szCs w:val="18"/>
                <w:vertAlign w:val="subscript"/>
              </w:rPr>
              <w:t xml:space="preserve"> permanent</w:t>
            </w:r>
            <w:r>
              <w:rPr>
                <w:b/>
                <w:bCs/>
                <w:szCs w:val="20"/>
              </w:rPr>
              <w:t xml:space="preserve"> (</w:t>
            </w:r>
            <w:r w:rsidRPr="00FC37C5">
              <w:rPr>
                <w:szCs w:val="20"/>
              </w:rPr>
              <w:t>en m</w:t>
            </w:r>
            <w:r w:rsidRPr="00FC37C5">
              <w:rPr>
                <w:szCs w:val="20"/>
                <w:vertAlign w:val="superscript"/>
              </w:rPr>
              <w:t>2</w:t>
            </w:r>
            <w:r>
              <w:rPr>
                <w:szCs w:val="20"/>
                <w:vertAlign w:val="superscript"/>
              </w:rPr>
              <w:t xml:space="preserve"> </w:t>
            </w:r>
            <w:r>
              <w:rPr>
                <w:szCs w:val="20"/>
              </w:rPr>
              <w:t xml:space="preserve">et </w:t>
            </w:r>
            <w:r w:rsidRPr="0016036E">
              <w:rPr>
                <w:szCs w:val="20"/>
              </w:rPr>
              <w:t>m</w:t>
            </w:r>
            <w:r>
              <w:rPr>
                <w:szCs w:val="20"/>
                <w:vertAlign w:val="superscript"/>
              </w:rPr>
              <w:t>3</w:t>
            </w:r>
            <w:r>
              <w:rPr>
                <w:b/>
                <w:bCs/>
                <w:szCs w:val="20"/>
              </w:rPr>
              <w:t>)</w:t>
            </w:r>
          </w:p>
          <w:p w:rsidRPr="007844CD" w:rsidR="0090638E" w:rsidP="00892AA8" w:rsidRDefault="00C04712" w14:paraId="5E471F66" w14:textId="30A3B45D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Pour</w:t>
            </w:r>
            <w:r w:rsidRPr="007844CD" w:rsidR="00C73882">
              <w:rPr>
                <w:i/>
                <w:iCs/>
                <w:color w:val="009FE3" w:themeColor="accent1"/>
                <w:sz w:val="18"/>
                <w:szCs w:val="18"/>
              </w:rPr>
              <w:t xml:space="preserve"> les sites principaux</w:t>
            </w:r>
            <w:r>
              <w:rPr>
                <w:i/>
                <w:iCs/>
                <w:color w:val="009FE3" w:themeColor="accent1"/>
                <w:sz w:val="18"/>
                <w:szCs w:val="18"/>
              </w:rPr>
              <w:t xml:space="preserve"> uniquement</w:t>
            </w:r>
            <w:r w:rsidRPr="007844CD" w:rsidR="00C73882">
              <w:rPr>
                <w:i/>
                <w:iCs/>
                <w:color w:val="009FE3" w:themeColor="accent1"/>
                <w:sz w:val="18"/>
                <w:szCs w:val="18"/>
              </w:rPr>
              <w:t xml:space="preserve"> – Indiquer « Non applicable » si </w:t>
            </w:r>
            <w:r w:rsidRPr="007844CD" w:rsidR="007844CD">
              <w:rPr>
                <w:i/>
                <w:iCs/>
                <w:color w:val="009FE3" w:themeColor="accent1"/>
                <w:sz w:val="18"/>
                <w:szCs w:val="18"/>
              </w:rPr>
              <w:t>vous ne candidatez pas en tant que site principal</w:t>
            </w:r>
          </w:p>
        </w:tc>
        <w:tc>
          <w:tcPr>
            <w:tcW w:w="2452" w:type="pct"/>
            <w:gridSpan w:val="2"/>
            <w:vAlign w:val="center"/>
          </w:tcPr>
          <w:p w:rsidRPr="009901ED" w:rsidR="001B5CE9" w:rsidP="00892AA8" w:rsidRDefault="0003759D" w14:paraId="698C630B" w14:textId="199F4BF0">
            <w:pPr>
              <w:rPr>
                <w:sz w:val="18"/>
                <w:szCs w:val="18"/>
              </w:rPr>
            </w:pPr>
            <w:r>
              <w:rPr>
                <w:szCs w:val="20"/>
              </w:rPr>
              <w:t xml:space="preserve">                   </w:t>
            </w:r>
            <w:r w:rsidRPr="00FC37C5">
              <w:rPr>
                <w:szCs w:val="20"/>
              </w:rPr>
              <w:t>m</w:t>
            </w:r>
            <w:r w:rsidRPr="00FC37C5">
              <w:rPr>
                <w:szCs w:val="20"/>
                <w:vertAlign w:val="superscript"/>
              </w:rPr>
              <w:t>2</w:t>
            </w:r>
            <w:r>
              <w:rPr>
                <w:szCs w:val="20"/>
                <w:vertAlign w:val="superscript"/>
              </w:rPr>
              <w:t xml:space="preserve"> </w:t>
            </w:r>
            <w:r>
              <w:rPr>
                <w:szCs w:val="20"/>
              </w:rPr>
              <w:t xml:space="preserve">/              </w:t>
            </w:r>
            <w:r w:rsidRPr="0016036E">
              <w:rPr>
                <w:szCs w:val="20"/>
              </w:rPr>
              <w:t>m</w:t>
            </w:r>
            <w:r>
              <w:rPr>
                <w:szCs w:val="20"/>
                <w:vertAlign w:val="superscript"/>
              </w:rPr>
              <w:t>3</w:t>
            </w:r>
          </w:p>
        </w:tc>
      </w:tr>
      <w:tr w:rsidRPr="009901ED" w:rsidR="001B5CE9" w:rsidTr="60DFE17E" w14:paraId="7432A9C8" w14:textId="77777777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:rsidR="001B5CE9" w:rsidP="00892AA8" w:rsidRDefault="00443C3D" w14:paraId="35650FDC" w14:textId="30AAB99F">
            <w:pPr>
              <w:rPr>
                <w:szCs w:val="20"/>
              </w:rPr>
            </w:pPr>
            <w:r>
              <w:rPr>
                <w:szCs w:val="20"/>
              </w:rPr>
              <w:t>Délai de mise à disposition de la surface</w:t>
            </w:r>
            <w:r w:rsidR="00AC60EE">
              <w:rPr>
                <w:szCs w:val="20"/>
              </w:rPr>
              <w:t xml:space="preserve"> supplémentaire</w:t>
            </w:r>
            <w:r>
              <w:rPr>
                <w:szCs w:val="20"/>
              </w:rPr>
              <w:t xml:space="preserve"> </w:t>
            </w:r>
            <w:r w:rsidR="0024118C">
              <w:rPr>
                <w:szCs w:val="20"/>
              </w:rPr>
              <w:t>(en jours ouvrés)</w:t>
            </w:r>
          </w:p>
          <w:p w:rsidRPr="0016036E" w:rsidR="0024118C" w:rsidP="00892AA8" w:rsidRDefault="00C04712" w14:paraId="7CB1E6D3" w14:textId="638A7CE7">
            <w:pPr>
              <w:rPr>
                <w:szCs w:val="20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Pour</w:t>
            </w:r>
            <w:r w:rsidRPr="007844CD">
              <w:rPr>
                <w:i/>
                <w:iCs/>
                <w:color w:val="009FE3" w:themeColor="accent1"/>
                <w:sz w:val="18"/>
                <w:szCs w:val="18"/>
              </w:rPr>
              <w:t xml:space="preserve"> les sites principaux</w:t>
            </w:r>
            <w:r>
              <w:rPr>
                <w:i/>
                <w:iCs/>
                <w:color w:val="009FE3" w:themeColor="accent1"/>
                <w:sz w:val="18"/>
                <w:szCs w:val="18"/>
              </w:rPr>
              <w:t xml:space="preserve"> uniquement</w:t>
            </w:r>
          </w:p>
        </w:tc>
        <w:tc>
          <w:tcPr>
            <w:tcW w:w="2452" w:type="pct"/>
            <w:gridSpan w:val="2"/>
            <w:vAlign w:val="center"/>
          </w:tcPr>
          <w:p w:rsidRPr="009901ED" w:rsidR="001B5CE9" w:rsidP="00892AA8" w:rsidRDefault="0003759D" w14:paraId="4FF1395E" w14:textId="694E1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jours</w:t>
            </w:r>
          </w:p>
        </w:tc>
      </w:tr>
      <w:tr w:rsidRPr="009901ED" w:rsidR="00630952" w:rsidTr="60DFE17E" w14:paraId="573A8FE9" w14:textId="77777777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:rsidR="00630952" w:rsidP="00892AA8" w:rsidRDefault="00630952" w14:paraId="61DD403C" w14:textId="77777777">
            <w:pPr>
              <w:rPr>
                <w:szCs w:val="20"/>
              </w:rPr>
            </w:pPr>
            <w:r>
              <w:rPr>
                <w:szCs w:val="20"/>
              </w:rPr>
              <w:t>Délai de mise à disposition de la surface (en jours ouvrés)</w:t>
            </w:r>
          </w:p>
          <w:p w:rsidR="00AC60EE" w:rsidP="00892AA8" w:rsidRDefault="00C04712" w14:paraId="1D50294D" w14:textId="33652CFF">
            <w:pPr>
              <w:rPr>
                <w:szCs w:val="20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Pour</w:t>
            </w:r>
            <w:r w:rsidRPr="007844CD">
              <w:rPr>
                <w:i/>
                <w:iCs/>
                <w:color w:val="009FE3" w:themeColor="accent1"/>
                <w:sz w:val="18"/>
                <w:szCs w:val="18"/>
              </w:rPr>
              <w:t xml:space="preserve"> les sites </w:t>
            </w:r>
            <w:r>
              <w:rPr>
                <w:i/>
                <w:iCs/>
                <w:color w:val="009FE3" w:themeColor="accent1"/>
                <w:sz w:val="18"/>
                <w:szCs w:val="18"/>
              </w:rPr>
              <w:t>secondaires uniquement</w:t>
            </w:r>
          </w:p>
        </w:tc>
        <w:tc>
          <w:tcPr>
            <w:tcW w:w="2452" w:type="pct"/>
            <w:gridSpan w:val="2"/>
            <w:vAlign w:val="center"/>
          </w:tcPr>
          <w:p w:rsidRPr="009901ED" w:rsidR="00630952" w:rsidP="00892AA8" w:rsidRDefault="0003759D" w14:paraId="274D3016" w14:textId="305CFD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jours</w:t>
            </w:r>
          </w:p>
        </w:tc>
      </w:tr>
      <w:tr w:rsidRPr="009901ED" w:rsidR="00443C3D" w:rsidTr="60DFE17E" w14:paraId="72475934" w14:textId="77777777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:rsidR="00443C3D" w:rsidP="00443C3D" w:rsidRDefault="0016250D" w14:paraId="0CFC3BE7" w14:textId="58A6493C">
            <w:pPr>
              <w:rPr>
                <w:szCs w:val="20"/>
              </w:rPr>
            </w:pPr>
            <w:r>
              <w:rPr>
                <w:szCs w:val="20"/>
              </w:rPr>
              <w:t>Présence de p</w:t>
            </w:r>
            <w:r w:rsidR="00443C3D">
              <w:rPr>
                <w:szCs w:val="20"/>
              </w:rPr>
              <w:t>ont bascule</w:t>
            </w:r>
          </w:p>
        </w:tc>
        <w:tc>
          <w:tcPr>
            <w:tcW w:w="2452" w:type="pct"/>
            <w:gridSpan w:val="2"/>
            <w:vAlign w:val="center"/>
          </w:tcPr>
          <w:p w:rsidR="00443C3D" w:rsidP="00443C3D" w:rsidRDefault="00443C3D" w14:paraId="4392D021" w14:textId="1B45CB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 / Non</w:t>
            </w:r>
          </w:p>
        </w:tc>
      </w:tr>
      <w:tr w:rsidRPr="009901ED" w:rsidR="0016250D" w:rsidTr="60DFE17E" w14:paraId="0188E4F1" w14:textId="77777777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:rsidR="0016250D" w:rsidP="00443C3D" w:rsidRDefault="0016250D" w14:paraId="72AC1651" w14:textId="07839318">
            <w:pPr>
              <w:rPr>
                <w:szCs w:val="20"/>
              </w:rPr>
            </w:pPr>
            <w:r>
              <w:rPr>
                <w:szCs w:val="20"/>
              </w:rPr>
              <w:t>Equipements de manutention disponible sur site</w:t>
            </w:r>
          </w:p>
          <w:p w:rsidR="0016250D" w:rsidP="00443C3D" w:rsidRDefault="009F59CB" w14:paraId="2028E6A2" w14:textId="5F5CC83C">
            <w:pPr>
              <w:rPr>
                <w:szCs w:val="20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Exemple : chariot élévateur, transpalette, etc.</w:t>
            </w:r>
          </w:p>
        </w:tc>
        <w:tc>
          <w:tcPr>
            <w:tcW w:w="2452" w:type="pct"/>
            <w:gridSpan w:val="2"/>
            <w:vAlign w:val="center"/>
          </w:tcPr>
          <w:p w:rsidR="0016250D" w:rsidP="00443C3D" w:rsidRDefault="0016250D" w14:paraId="5C248ED8" w14:textId="77777777">
            <w:pPr>
              <w:rPr>
                <w:sz w:val="18"/>
                <w:szCs w:val="18"/>
              </w:rPr>
            </w:pPr>
          </w:p>
        </w:tc>
      </w:tr>
      <w:tr w:rsidRPr="009901ED" w:rsidR="00443C3D" w:rsidTr="60DFE17E" w14:paraId="439A6106" w14:textId="77777777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:rsidR="00443C3D" w:rsidP="00443C3D" w:rsidRDefault="00443C3D" w14:paraId="6AC6AF25" w14:textId="7FC38B60">
            <w:pPr>
              <w:rPr>
                <w:szCs w:val="20"/>
              </w:rPr>
            </w:pPr>
            <w:r>
              <w:rPr>
                <w:szCs w:val="20"/>
              </w:rPr>
              <w:t xml:space="preserve">Horaire de fonctionnement du site </w:t>
            </w:r>
          </w:p>
        </w:tc>
        <w:tc>
          <w:tcPr>
            <w:tcW w:w="2452" w:type="pct"/>
            <w:gridSpan w:val="2"/>
            <w:vAlign w:val="center"/>
          </w:tcPr>
          <w:p w:rsidR="00443C3D" w:rsidP="00443C3D" w:rsidRDefault="00443C3D" w14:paraId="633A0338" w14:textId="77777777">
            <w:pPr>
              <w:rPr>
                <w:sz w:val="18"/>
                <w:szCs w:val="18"/>
              </w:rPr>
            </w:pPr>
          </w:p>
        </w:tc>
      </w:tr>
      <w:tr w:rsidRPr="009901ED" w:rsidR="00443C3D" w:rsidTr="60DFE17E" w14:paraId="7DFEBEFC" w14:textId="77777777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:rsidR="00443C3D" w:rsidP="00443C3D" w:rsidRDefault="00443C3D" w14:paraId="3C15FE37" w14:textId="4A8B3E2E">
            <w:pPr>
              <w:rPr>
                <w:szCs w:val="20"/>
              </w:rPr>
            </w:pPr>
            <w:r>
              <w:rPr>
                <w:szCs w:val="20"/>
              </w:rPr>
              <w:t xml:space="preserve">Date de mise à disposition pour le projet </w:t>
            </w:r>
          </w:p>
        </w:tc>
        <w:tc>
          <w:tcPr>
            <w:tcW w:w="2452" w:type="pct"/>
            <w:gridSpan w:val="2"/>
            <w:vAlign w:val="center"/>
          </w:tcPr>
          <w:p w:rsidR="00443C3D" w:rsidP="00443C3D" w:rsidRDefault="00443C3D" w14:paraId="32C656DA" w14:textId="77777777">
            <w:pPr>
              <w:rPr>
                <w:sz w:val="18"/>
                <w:szCs w:val="18"/>
              </w:rPr>
            </w:pPr>
          </w:p>
        </w:tc>
      </w:tr>
      <w:tr w:rsidRPr="009901ED" w:rsidR="002308F3" w:rsidTr="60DFE17E" w14:paraId="13666225" w14:textId="77777777">
        <w:trPr>
          <w:trHeight w:val="344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:rsidR="00D63BC4" w:rsidP="00443C3D" w:rsidRDefault="00D63BC4" w14:paraId="126F31F1" w14:textId="77777777">
            <w:pPr>
              <w:rPr>
                <w:b/>
                <w:bCs/>
                <w:szCs w:val="20"/>
              </w:rPr>
            </w:pPr>
          </w:p>
          <w:p w:rsidRPr="002308F3" w:rsidR="002308F3" w:rsidP="00443C3D" w:rsidRDefault="002308F3" w14:paraId="350EC9F4" w14:textId="0DF88767">
            <w:pPr>
              <w:rPr>
                <w:b/>
                <w:bCs/>
                <w:sz w:val="18"/>
                <w:szCs w:val="18"/>
              </w:rPr>
            </w:pPr>
            <w:r w:rsidRPr="002308F3">
              <w:rPr>
                <w:b/>
                <w:bCs/>
                <w:szCs w:val="20"/>
              </w:rPr>
              <w:t>Caractérisation de déchets sur site (facultatif)</w:t>
            </w:r>
          </w:p>
        </w:tc>
      </w:tr>
      <w:tr w:rsidRPr="009901ED" w:rsidR="005867DA" w:rsidTr="60DFE17E" w14:paraId="52D6B805" w14:textId="77777777">
        <w:trPr>
          <w:trHeight w:val="344"/>
        </w:trPr>
        <w:tc>
          <w:tcPr>
            <w:tcW w:w="2548" w:type="pct"/>
            <w:shd w:val="clear" w:color="auto" w:fill="F2F2F2" w:themeFill="background1" w:themeFillShade="F2"/>
            <w:vAlign w:val="center"/>
          </w:tcPr>
          <w:p w:rsidR="002A5D7F" w:rsidP="00443C3D" w:rsidRDefault="002A5D7F" w14:paraId="4BF83C00" w14:textId="77777777">
            <w:pPr>
              <w:rPr>
                <w:szCs w:val="20"/>
              </w:rPr>
            </w:pPr>
          </w:p>
          <w:p w:rsidR="005867DA" w:rsidP="00443C3D" w:rsidRDefault="00C7494C" w14:paraId="32956833" w14:textId="4B490957">
            <w:pPr>
              <w:rPr>
                <w:szCs w:val="20"/>
              </w:rPr>
            </w:pPr>
            <w:r>
              <w:rPr>
                <w:szCs w:val="20"/>
              </w:rPr>
              <w:t>Etes-vous</w:t>
            </w:r>
            <w:r w:rsidR="002308F3">
              <w:rPr>
                <w:szCs w:val="20"/>
              </w:rPr>
              <w:t xml:space="preserve"> en mesure de réaliser des caractérisations de déchets ? (</w:t>
            </w:r>
            <w:r w:rsidR="00DA168A">
              <w:rPr>
                <w:szCs w:val="20"/>
              </w:rPr>
              <w:t>Cf.</w:t>
            </w:r>
            <w:r w:rsidR="002308F3">
              <w:rPr>
                <w:szCs w:val="20"/>
              </w:rPr>
              <w:t xml:space="preserve"> chapitre </w:t>
            </w:r>
            <w:r w:rsidR="00DA168A">
              <w:rPr>
                <w:szCs w:val="20"/>
              </w:rPr>
              <w:t>3.8 du cahier des charges techniques)</w:t>
            </w:r>
          </w:p>
          <w:p w:rsidRPr="002A5D7F" w:rsidR="002A5D7F" w:rsidP="002A5D7F" w:rsidRDefault="002A5D7F" w14:paraId="28CB3BA7" w14:textId="77777777">
            <w:pPr>
              <w:rPr>
                <w:i/>
                <w:iCs/>
                <w:color w:val="009FE3" w:themeColor="accent1"/>
                <w:sz w:val="18"/>
                <w:szCs w:val="18"/>
              </w:rPr>
            </w:pPr>
            <w:r w:rsidRPr="002A5D7F">
              <w:rPr>
                <w:i/>
                <w:iCs/>
                <w:color w:val="009FE3" w:themeColor="accent1"/>
                <w:sz w:val="18"/>
                <w:szCs w:val="18"/>
              </w:rPr>
              <w:t>Si oui, merci de préciser les modalités en quelques lignes (espace dédié, équipements disponible)</w:t>
            </w:r>
          </w:p>
          <w:p w:rsidR="002A5D7F" w:rsidP="00443C3D" w:rsidRDefault="002A5D7F" w14:paraId="180DBA09" w14:textId="46266E1F">
            <w:pPr>
              <w:rPr>
                <w:szCs w:val="20"/>
              </w:rPr>
            </w:pPr>
          </w:p>
        </w:tc>
        <w:tc>
          <w:tcPr>
            <w:tcW w:w="2452" w:type="pct"/>
            <w:gridSpan w:val="2"/>
            <w:vAlign w:val="center"/>
          </w:tcPr>
          <w:p w:rsidR="005867DA" w:rsidP="00443C3D" w:rsidRDefault="00DA168A" w14:paraId="4814F363" w14:textId="527C3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Oui/Non</w:t>
            </w:r>
          </w:p>
          <w:p w:rsidR="00C7494C" w:rsidP="00443C3D" w:rsidRDefault="00C7494C" w14:paraId="41A91701" w14:textId="77777777">
            <w:pPr>
              <w:rPr>
                <w:sz w:val="18"/>
                <w:szCs w:val="18"/>
              </w:rPr>
            </w:pPr>
          </w:p>
          <w:p w:rsidR="00C7494C" w:rsidP="00443C3D" w:rsidRDefault="00C7494C" w14:paraId="61A6B0BA" w14:textId="59958919">
            <w:pPr>
              <w:rPr>
                <w:sz w:val="18"/>
                <w:szCs w:val="18"/>
              </w:rPr>
            </w:pPr>
          </w:p>
        </w:tc>
      </w:tr>
    </w:tbl>
    <w:p w:rsidR="00D80302" w:rsidP="00D6001F" w:rsidRDefault="00D80302" w14:paraId="30BD7055" w14:textId="615F71D7">
      <w:pPr>
        <w:tabs>
          <w:tab w:val="left" w:pos="0"/>
        </w:tabs>
        <w:rPr>
          <w:rFonts w:cstheme="minorHAnsi"/>
          <w:szCs w:val="20"/>
        </w:rPr>
      </w:pPr>
    </w:p>
    <w:p w:rsidR="00E62E6F" w:rsidP="00D80302" w:rsidRDefault="00D80302" w14:paraId="0527C28E" w14:textId="04DC36DF">
      <w:pPr>
        <w:spacing w:after="16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br w:type="page"/>
      </w:r>
    </w:p>
    <w:p w:rsidR="00D80302" w:rsidP="00D80302" w:rsidRDefault="00D80302" w14:paraId="03A03775" w14:textId="2DEFBE80">
      <w:pPr>
        <w:pStyle w:val="Titre2"/>
      </w:pPr>
      <w:r>
        <w:t>Sécurité et réglementation</w:t>
      </w:r>
    </w:p>
    <w:p w:rsidR="00CA1D54" w:rsidP="00D80302" w:rsidRDefault="00CA1D54" w14:paraId="03929DA1" w14:textId="4F79052A">
      <w:pPr>
        <w:pStyle w:val="Titre3"/>
      </w:pPr>
      <w:r w:rsidRPr="00D80302">
        <w:t>Régime ICPE</w:t>
      </w:r>
    </w:p>
    <w:p w:rsidR="00AB40D2" w:rsidP="00AB40D2" w:rsidRDefault="00AB40D2" w14:paraId="6844A2B9" w14:textId="77777777">
      <w:pPr>
        <w:rPr>
          <w:i/>
          <w:iCs/>
        </w:rPr>
      </w:pPr>
      <w:r w:rsidRPr="00AB40D2">
        <w:rPr>
          <w:i/>
          <w:iCs/>
        </w:rPr>
        <w:t>Le site proposé doit être classé au titre des Installations Classées pour la Protection de l’Environnement (ICPE), et être conforme à la rubrique 2714-1 relative au stockage de déchets non dangereux.</w:t>
      </w:r>
    </w:p>
    <w:p w:rsidR="00D924FC" w:rsidP="00AB40D2" w:rsidRDefault="00D924FC" w14:paraId="6ECA621E" w14:textId="2D578ABB">
      <w:pPr>
        <w:rPr>
          <w:i/>
          <w:iCs/>
        </w:rPr>
      </w:pPr>
      <w:r w:rsidRPr="00AB40D2">
        <w:rPr>
          <w:i/>
          <w:iCs/>
        </w:rPr>
        <w:t>À défaut, le candidat devra fournir un engagement écrit à déposer un dossier de régularisation (enregistrement) avant la mise en œuvre de la prestation.</w:t>
      </w:r>
    </w:p>
    <w:p w:rsidRPr="00A9246D" w:rsidR="005A32FA" w:rsidP="005A32FA" w:rsidRDefault="005A32FA" w14:paraId="38D8F9DF" w14:textId="279DEA06">
      <w:pPr>
        <w:spacing w:line="276" w:lineRule="auto"/>
        <w:rPr>
          <w:i/>
          <w:iCs/>
        </w:rPr>
      </w:pPr>
      <w:r>
        <w:rPr>
          <w:i/>
          <w:iCs/>
        </w:rPr>
        <w:t>F</w:t>
      </w:r>
      <w:r w:rsidRPr="00A9246D">
        <w:rPr>
          <w:i/>
          <w:iCs/>
        </w:rPr>
        <w:t xml:space="preserve">ournir en </w:t>
      </w:r>
      <w:r w:rsidRPr="00A9246D">
        <w:rPr>
          <w:b/>
          <w:bCs/>
          <w:i/>
          <w:iCs/>
        </w:rPr>
        <w:t>Annexe</w:t>
      </w:r>
      <w:r w:rsidRPr="00A9246D">
        <w:rPr>
          <w:i/>
          <w:iCs/>
        </w:rPr>
        <w:t xml:space="preserve"> une copie de l’autorisation, de la déclaration ou de l’enregistrement ICPE du site.</w:t>
      </w:r>
    </w:p>
    <w:p w:rsidRPr="005A32FA" w:rsidR="00AB40D2" w:rsidP="00AB40D2" w:rsidRDefault="00AB40D2" w14:paraId="45212A2C" w14:textId="5000D2D4">
      <w:pPr>
        <w:rPr>
          <w:i/>
          <w:iCs/>
        </w:rPr>
      </w:pPr>
      <w:r w:rsidRPr="005A32FA">
        <w:rPr>
          <w:i/>
          <w:iCs/>
        </w:rPr>
        <w:t>Merci de compléter le tableau ci-dessous en cochant les cases appropriées :</w:t>
      </w:r>
    </w:p>
    <w:tbl>
      <w:tblPr>
        <w:tblStyle w:val="Grilledutableau"/>
        <w:tblW w:w="5000" w:type="pct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4513"/>
        <w:gridCol w:w="605"/>
        <w:gridCol w:w="4510"/>
      </w:tblGrid>
      <w:tr w:rsidR="002A57F5" w:rsidTr="00892AA8" w14:paraId="51074A4F" w14:textId="77777777">
        <w:trPr>
          <w:trHeight w:val="1149"/>
        </w:trPr>
        <w:tc>
          <w:tcPr>
            <w:tcW w:w="2344" w:type="pct"/>
            <w:vMerge w:val="restart"/>
            <w:shd w:val="clear" w:color="auto" w:fill="F2F2F2" w:themeFill="background1" w:themeFillShade="F2"/>
            <w:vAlign w:val="center"/>
          </w:tcPr>
          <w:p w:rsidRPr="005D7F81" w:rsidR="002A57F5" w:rsidP="00892AA8" w:rsidRDefault="002A57F5" w14:paraId="6DDB1BFB" w14:textId="77777777">
            <w:pPr>
              <w:jc w:val="right"/>
            </w:pPr>
            <w:r>
              <w:t>Le site est-il une Installation Classée pour la Protection de l’Environnement (</w:t>
            </w:r>
            <w:r w:rsidRPr="00591EC8">
              <w:rPr>
                <w:b/>
                <w:bCs/>
              </w:rPr>
              <w:t>ICPE</w:t>
            </w:r>
            <w:r>
              <w:t>) ?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Pr="001331B7" w:rsidR="002A57F5" w:rsidP="00892AA8" w:rsidRDefault="002A57F5" w14:paraId="09CD57A2" w14:textId="77777777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Oui</w:t>
            </w:r>
          </w:p>
        </w:tc>
        <w:tc>
          <w:tcPr>
            <w:tcW w:w="2342" w:type="pct"/>
            <w:shd w:val="clear" w:color="auto" w:fill="FFFFFF" w:themeFill="background1"/>
            <w:vAlign w:val="center"/>
          </w:tcPr>
          <w:p w:rsidR="002A57F5" w:rsidP="00892AA8" w:rsidRDefault="002A57F5" w14:paraId="25A7A79D" w14:textId="77777777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Soumis à autorisation </w:t>
            </w:r>
          </w:p>
          <w:p w:rsidR="002A57F5" w:rsidP="00892AA8" w:rsidRDefault="002A57F5" w14:paraId="2BD5E9A2" w14:textId="77777777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Soumis à déclaration</w:t>
            </w:r>
          </w:p>
          <w:p w:rsidR="002A57F5" w:rsidP="00892AA8" w:rsidRDefault="002A57F5" w14:paraId="4870BD26" w14:textId="77777777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Soumis à enregistrement</w:t>
            </w:r>
          </w:p>
          <w:p w:rsidRPr="001331B7" w:rsidR="002A57F5" w:rsidP="00892AA8" w:rsidRDefault="002A57F5" w14:paraId="281537B8" w14:textId="77777777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Autre </w:t>
            </w:r>
            <w:r w:rsidRPr="00485770">
              <w:rPr>
                <w:rFonts w:cs="Tahoma"/>
                <w:i/>
                <w:iCs/>
                <w:sz w:val="18"/>
                <w:szCs w:val="18"/>
              </w:rPr>
              <w:t>(à préciser en commentaires)</w:t>
            </w:r>
          </w:p>
        </w:tc>
      </w:tr>
      <w:tr w:rsidR="002A57F5" w:rsidTr="00892AA8" w14:paraId="512D94EC" w14:textId="77777777">
        <w:trPr>
          <w:trHeight w:val="418"/>
        </w:trPr>
        <w:tc>
          <w:tcPr>
            <w:tcW w:w="2344" w:type="pct"/>
            <w:vMerge/>
            <w:shd w:val="clear" w:color="auto" w:fill="F2F2F2" w:themeFill="background1" w:themeFillShade="F2"/>
            <w:vAlign w:val="center"/>
          </w:tcPr>
          <w:p w:rsidR="002A57F5" w:rsidP="00892AA8" w:rsidRDefault="002A57F5" w14:paraId="1FBAA8F2" w14:textId="77777777">
            <w:pPr>
              <w:jc w:val="right"/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Pr="001331B7" w:rsidR="002A57F5" w:rsidP="00892AA8" w:rsidRDefault="002A57F5" w14:paraId="56F00323" w14:textId="77777777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Non</w:t>
            </w:r>
          </w:p>
        </w:tc>
        <w:tc>
          <w:tcPr>
            <w:tcW w:w="2342" w:type="pct"/>
            <w:shd w:val="clear" w:color="auto" w:fill="FFFFFF" w:themeFill="background1"/>
            <w:vAlign w:val="center"/>
          </w:tcPr>
          <w:p w:rsidRPr="001331B7" w:rsidR="002A57F5" w:rsidP="00892AA8" w:rsidRDefault="002A57F5" w14:paraId="50B52A88" w14:textId="77777777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</w:p>
        </w:tc>
      </w:tr>
    </w:tbl>
    <w:p w:rsidR="00A9246D" w:rsidP="00A9246D" w:rsidRDefault="00A9246D" w14:paraId="1BC6E082" w14:textId="77777777">
      <w:pPr>
        <w:spacing w:line="276" w:lineRule="auto"/>
        <w:rPr>
          <w:i/>
          <w:iCs/>
        </w:rPr>
      </w:pPr>
    </w:p>
    <w:tbl>
      <w:tblPr>
        <w:tblStyle w:val="Grilledutableau"/>
        <w:tblW w:w="5000" w:type="pct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4513"/>
        <w:gridCol w:w="605"/>
        <w:gridCol w:w="4510"/>
      </w:tblGrid>
      <w:tr w:rsidR="00BA4FF3" w:rsidTr="00C66CE1" w14:paraId="0B28CB8B" w14:textId="77777777">
        <w:trPr>
          <w:trHeight w:val="1149"/>
        </w:trPr>
        <w:tc>
          <w:tcPr>
            <w:tcW w:w="2344" w:type="pct"/>
            <w:vMerge w:val="restart"/>
            <w:shd w:val="clear" w:color="auto" w:fill="F2F2F2" w:themeFill="background1" w:themeFillShade="F2"/>
            <w:vAlign w:val="center"/>
          </w:tcPr>
          <w:p w:rsidR="00BA4FF3" w:rsidP="00C66CE1" w:rsidRDefault="00BA4FF3" w14:paraId="6281CA46" w14:textId="77777777">
            <w:pPr>
              <w:jc w:val="right"/>
            </w:pPr>
            <w:r w:rsidRPr="00BA4FF3">
              <w:rPr>
                <w:b/>
                <w:bCs/>
              </w:rPr>
              <w:t>La rubrique 2714</w:t>
            </w:r>
            <w:r>
              <w:t xml:space="preserve"> est-elle couverte</w:t>
            </w:r>
          </w:p>
          <w:p w:rsidRPr="005D7F81" w:rsidR="00BA4FF3" w:rsidP="00C66CE1" w:rsidRDefault="00BA4FF3" w14:paraId="0C86009D" w14:textId="13C4085E">
            <w:pPr>
              <w:jc w:val="right"/>
            </w:pPr>
            <w:r>
              <w:t xml:space="preserve"> par l’ICPE du site ?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Pr="001331B7" w:rsidR="00BA4FF3" w:rsidP="00C66CE1" w:rsidRDefault="00BA4FF3" w14:paraId="0BD23F3C" w14:textId="77777777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Oui</w:t>
            </w:r>
          </w:p>
        </w:tc>
        <w:tc>
          <w:tcPr>
            <w:tcW w:w="2342" w:type="pct"/>
            <w:shd w:val="clear" w:color="auto" w:fill="FFFFFF" w:themeFill="background1"/>
            <w:vAlign w:val="center"/>
          </w:tcPr>
          <w:p w:rsidRPr="001331B7" w:rsidR="00BA4FF3" w:rsidP="0084196F" w:rsidRDefault="00BA4FF3" w14:paraId="57F5C8E5" w14:textId="09CDFBCA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Le site dispose d’un récépissé (à</w:t>
            </w:r>
            <w:r w:rsidR="0084196F">
              <w:rPr>
                <w:rFonts w:cs="Tahoma"/>
                <w:sz w:val="18"/>
                <w:szCs w:val="18"/>
              </w:rPr>
              <w:t xml:space="preserve"> fournir en </w:t>
            </w:r>
            <w:r w:rsidRPr="00ED2F16" w:rsidR="0084196F">
              <w:rPr>
                <w:rFonts w:cs="Tahoma"/>
                <w:b/>
                <w:bCs/>
                <w:sz w:val="18"/>
                <w:szCs w:val="18"/>
              </w:rPr>
              <w:t>Annexe</w:t>
            </w:r>
            <w:r w:rsidR="0084196F">
              <w:rPr>
                <w:rFonts w:cs="Tahoma"/>
                <w:sz w:val="18"/>
                <w:szCs w:val="18"/>
              </w:rPr>
              <w:t>)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</w:p>
        </w:tc>
      </w:tr>
      <w:tr w:rsidR="00BA4FF3" w:rsidTr="00C66CE1" w14:paraId="37BCAF55" w14:textId="77777777">
        <w:trPr>
          <w:trHeight w:val="418"/>
        </w:trPr>
        <w:tc>
          <w:tcPr>
            <w:tcW w:w="2344" w:type="pct"/>
            <w:vMerge/>
            <w:shd w:val="clear" w:color="auto" w:fill="F2F2F2" w:themeFill="background1" w:themeFillShade="F2"/>
            <w:vAlign w:val="center"/>
          </w:tcPr>
          <w:p w:rsidR="00BA4FF3" w:rsidP="00C66CE1" w:rsidRDefault="00BA4FF3" w14:paraId="37153883" w14:textId="77777777">
            <w:pPr>
              <w:jc w:val="right"/>
            </w:pP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Pr="001331B7" w:rsidR="00BA4FF3" w:rsidP="00C66CE1" w:rsidRDefault="00BA4FF3" w14:paraId="4425C917" w14:textId="77777777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Non</w:t>
            </w:r>
          </w:p>
        </w:tc>
        <w:tc>
          <w:tcPr>
            <w:tcW w:w="2342" w:type="pct"/>
            <w:shd w:val="clear" w:color="auto" w:fill="FFFFFF" w:themeFill="background1"/>
            <w:vAlign w:val="center"/>
          </w:tcPr>
          <w:p w:rsidR="00BA4FF3" w:rsidP="00C66CE1" w:rsidRDefault="00BA4FF3" w14:paraId="23C10B5F" w14:textId="12341432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="00494E4F">
              <w:rPr>
                <w:rFonts w:cs="Tahoma"/>
                <w:sz w:val="18"/>
                <w:szCs w:val="18"/>
              </w:rPr>
              <w:t xml:space="preserve">Mais un dépôt de dossier d’enregistrement est prévu avant la mise en œuvre (fournir </w:t>
            </w:r>
            <w:r w:rsidR="00ED2F16">
              <w:rPr>
                <w:rFonts w:cs="Tahoma"/>
                <w:sz w:val="18"/>
                <w:szCs w:val="18"/>
              </w:rPr>
              <w:t xml:space="preserve">en </w:t>
            </w:r>
            <w:r w:rsidRPr="00ED2F16" w:rsidR="00ED2F16">
              <w:rPr>
                <w:rFonts w:cs="Tahoma"/>
                <w:b/>
                <w:bCs/>
                <w:sz w:val="18"/>
                <w:szCs w:val="18"/>
              </w:rPr>
              <w:t>Annexe</w:t>
            </w:r>
            <w:r w:rsidR="00ED2F16">
              <w:rPr>
                <w:rFonts w:cs="Tahoma"/>
                <w:sz w:val="18"/>
                <w:szCs w:val="18"/>
              </w:rPr>
              <w:t xml:space="preserve"> un </w:t>
            </w:r>
            <w:r w:rsidR="00494E4F">
              <w:rPr>
                <w:rFonts w:cs="Tahoma"/>
                <w:sz w:val="18"/>
                <w:szCs w:val="18"/>
              </w:rPr>
              <w:t>engagement écrit)</w:t>
            </w:r>
          </w:p>
          <w:p w:rsidRPr="001331B7" w:rsidR="0084196F" w:rsidP="00C66CE1" w:rsidRDefault="0084196F" w14:paraId="78A0467A" w14:textId="0F335A72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="00494E4F">
              <w:rPr>
                <w:rFonts w:cs="Tahoma"/>
                <w:sz w:val="18"/>
                <w:szCs w:val="18"/>
              </w:rPr>
              <w:t>Aucun projet de régularisation prévu à ce jour</w:t>
            </w:r>
          </w:p>
        </w:tc>
      </w:tr>
    </w:tbl>
    <w:p w:rsidR="00BA4FF3" w:rsidP="00A9246D" w:rsidRDefault="00BA4FF3" w14:paraId="41BD0C19" w14:textId="77777777">
      <w:pPr>
        <w:spacing w:line="276" w:lineRule="auto"/>
        <w:rPr>
          <w:i/>
          <w:iCs/>
        </w:rPr>
      </w:pPr>
    </w:p>
    <w:p w:rsidRPr="00A9246D" w:rsidR="003F3526" w:rsidP="003F3526" w:rsidRDefault="003F3526" w14:paraId="1D7D18C7" w14:textId="57ED2D41">
      <w:pPr>
        <w:spacing w:after="160"/>
        <w:jc w:val="left"/>
        <w:rPr>
          <w:i/>
          <w:iCs/>
        </w:rPr>
      </w:pPr>
      <w:r>
        <w:rPr>
          <w:i/>
          <w:iCs/>
        </w:rPr>
        <w:br w:type="page"/>
      </w:r>
    </w:p>
    <w:p w:rsidR="005B4636" w:rsidP="00EC7A6A" w:rsidRDefault="00336C7C" w14:paraId="794362B7" w14:textId="282B822E">
      <w:pPr>
        <w:pStyle w:val="Titre3"/>
      </w:pPr>
      <w:r>
        <w:t xml:space="preserve">Prévention incendie </w:t>
      </w:r>
    </w:p>
    <w:p w:rsidRPr="00EC7A6A" w:rsidR="00EC7A6A" w:rsidP="00EC7A6A" w:rsidRDefault="00EC7A6A" w14:paraId="0693CBAD" w14:textId="77777777"/>
    <w:tbl>
      <w:tblPr>
        <w:tblStyle w:val="Grilledutableau"/>
        <w:tblW w:w="5000" w:type="pct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4062"/>
        <w:gridCol w:w="2861"/>
        <w:gridCol w:w="2705"/>
      </w:tblGrid>
      <w:tr w:rsidR="00075B8F" w:rsidTr="00C66CE1" w14:paraId="294D38A2" w14:textId="77777777">
        <w:trPr>
          <w:trHeight w:val="725"/>
        </w:trPr>
        <w:tc>
          <w:tcPr>
            <w:tcW w:w="2109" w:type="pct"/>
            <w:vMerge w:val="restart"/>
            <w:shd w:val="clear" w:color="auto" w:fill="F2F2F2" w:themeFill="background1" w:themeFillShade="F2"/>
            <w:vAlign w:val="center"/>
          </w:tcPr>
          <w:p w:rsidRPr="005D7F81" w:rsidR="00075B8F" w:rsidP="00C66CE1" w:rsidRDefault="00075B8F" w14:paraId="5433E7FF" w14:textId="2509B223">
            <w:r>
              <w:t xml:space="preserve">La prévention incendie de la zone dédiée au </w:t>
            </w:r>
            <w:r w:rsidR="00EC7A6A">
              <w:t>stockage</w:t>
            </w:r>
            <w:r>
              <w:t> :</w:t>
            </w:r>
          </w:p>
        </w:tc>
        <w:tc>
          <w:tcPr>
            <w:tcW w:w="1486" w:type="pct"/>
            <w:shd w:val="clear" w:color="auto" w:fill="FFFFFF" w:themeFill="background1"/>
            <w:vAlign w:val="center"/>
          </w:tcPr>
          <w:p w:rsidRPr="001331B7" w:rsidR="00075B8F" w:rsidP="00C66CE1" w:rsidRDefault="00075B8F" w14:paraId="66580B23" w14:textId="77777777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Dispositifs de détection incendie </w:t>
            </w:r>
          </w:p>
        </w:tc>
        <w:tc>
          <w:tcPr>
            <w:tcW w:w="1405" w:type="pct"/>
            <w:shd w:val="clear" w:color="auto" w:fill="FFFFFF" w:themeFill="background1"/>
            <w:vAlign w:val="center"/>
          </w:tcPr>
          <w:p w:rsidR="00075B8F" w:rsidP="00C66CE1" w:rsidRDefault="00075B8F" w14:paraId="5AB0196D" w14:textId="77777777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Déjà en place </w:t>
            </w:r>
          </w:p>
          <w:p w:rsidRPr="001331B7" w:rsidR="00075B8F" w:rsidP="00C66CE1" w:rsidRDefault="00075B8F" w14:paraId="30CC5107" w14:textId="77777777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A prévoir</w:t>
            </w:r>
          </w:p>
        </w:tc>
      </w:tr>
      <w:tr w:rsidR="00075B8F" w:rsidTr="00C66CE1" w14:paraId="7B2ED121" w14:textId="77777777">
        <w:trPr>
          <w:trHeight w:val="418"/>
        </w:trPr>
        <w:tc>
          <w:tcPr>
            <w:tcW w:w="2109" w:type="pct"/>
            <w:vMerge/>
            <w:shd w:val="clear" w:color="auto" w:fill="F2F2F2" w:themeFill="background1" w:themeFillShade="F2"/>
            <w:vAlign w:val="center"/>
          </w:tcPr>
          <w:p w:rsidR="00075B8F" w:rsidP="00C66CE1" w:rsidRDefault="00075B8F" w14:paraId="12827672" w14:textId="77777777">
            <w:pPr>
              <w:jc w:val="right"/>
            </w:pPr>
          </w:p>
        </w:tc>
        <w:tc>
          <w:tcPr>
            <w:tcW w:w="1486" w:type="pct"/>
            <w:shd w:val="clear" w:color="auto" w:fill="FFFFFF" w:themeFill="background1"/>
            <w:vAlign w:val="center"/>
          </w:tcPr>
          <w:p w:rsidRPr="001331B7" w:rsidR="00075B8F" w:rsidP="00C66CE1" w:rsidRDefault="00075B8F" w14:paraId="3206B3DB" w14:textId="77777777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Dispositifs de désenfumage </w:t>
            </w:r>
          </w:p>
        </w:tc>
        <w:tc>
          <w:tcPr>
            <w:tcW w:w="1405" w:type="pct"/>
            <w:shd w:val="clear" w:color="auto" w:fill="FFFFFF" w:themeFill="background1"/>
            <w:vAlign w:val="center"/>
          </w:tcPr>
          <w:p w:rsidR="00075B8F" w:rsidP="00C66CE1" w:rsidRDefault="00075B8F" w14:paraId="462E9420" w14:textId="77777777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Déjà en place </w:t>
            </w:r>
          </w:p>
          <w:p w:rsidRPr="001331B7" w:rsidR="00075B8F" w:rsidP="00C66CE1" w:rsidRDefault="00075B8F" w14:paraId="03F578FA" w14:textId="77777777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A prévoir</w:t>
            </w:r>
          </w:p>
        </w:tc>
      </w:tr>
      <w:tr w:rsidR="00075B8F" w:rsidTr="00C66CE1" w14:paraId="191564D8" w14:textId="77777777">
        <w:trPr>
          <w:trHeight w:val="418"/>
        </w:trPr>
        <w:tc>
          <w:tcPr>
            <w:tcW w:w="2109" w:type="pct"/>
            <w:vMerge/>
            <w:shd w:val="clear" w:color="auto" w:fill="F2F2F2" w:themeFill="background1" w:themeFillShade="F2"/>
            <w:vAlign w:val="center"/>
          </w:tcPr>
          <w:p w:rsidR="00075B8F" w:rsidP="00C66CE1" w:rsidRDefault="00075B8F" w14:paraId="4E19D5AD" w14:textId="77777777">
            <w:pPr>
              <w:jc w:val="right"/>
            </w:pPr>
          </w:p>
        </w:tc>
        <w:tc>
          <w:tcPr>
            <w:tcW w:w="1486" w:type="pct"/>
            <w:shd w:val="clear" w:color="auto" w:fill="FFFFFF" w:themeFill="background1"/>
            <w:vAlign w:val="center"/>
          </w:tcPr>
          <w:p w:rsidR="00075B8F" w:rsidP="00C66CE1" w:rsidRDefault="00075B8F" w14:paraId="50271CE5" w14:textId="77777777">
            <w:pPr>
              <w:rPr>
                <w:rFonts w:cs="Tahoma"/>
                <w:sz w:val="18"/>
                <w:szCs w:val="18"/>
              </w:rPr>
            </w:pPr>
            <w:r w:rsidRPr="005C4DCB">
              <w:rPr>
                <w:rFonts w:cs="Tahoma"/>
                <w:sz w:val="18"/>
                <w:szCs w:val="18"/>
              </w:rPr>
              <w:t>Dispositifs d’extinction incendie</w:t>
            </w:r>
          </w:p>
        </w:tc>
        <w:tc>
          <w:tcPr>
            <w:tcW w:w="1405" w:type="pct"/>
            <w:shd w:val="clear" w:color="auto" w:fill="FFFFFF" w:themeFill="background1"/>
            <w:vAlign w:val="center"/>
          </w:tcPr>
          <w:p w:rsidR="00075B8F" w:rsidP="00C66CE1" w:rsidRDefault="00075B8F" w14:paraId="078C6F3C" w14:textId="77777777">
            <w:pPr>
              <w:rPr>
                <w:rFonts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Déjà en place </w:t>
            </w:r>
          </w:p>
          <w:p w:rsidRPr="001331B7" w:rsidR="00075B8F" w:rsidP="00C66CE1" w:rsidRDefault="00075B8F" w14:paraId="319415CF" w14:textId="77777777">
            <w:pPr>
              <w:rPr>
                <w:rFonts w:ascii="MS Gothic" w:hAnsi="MS Gothic" w:eastAsia="MS Gothic" w:cs="Tahoma"/>
                <w:sz w:val="18"/>
                <w:szCs w:val="18"/>
              </w:rPr>
            </w:pPr>
            <w:r w:rsidRPr="001331B7">
              <w:rPr>
                <w:rFonts w:hint="eastAsia" w:ascii="MS Gothic" w:hAnsi="MS Gothic" w:eastAsia="MS Gothic" w:cs="Tahoma"/>
                <w:sz w:val="18"/>
                <w:szCs w:val="18"/>
              </w:rPr>
              <w:t>☐</w:t>
            </w:r>
            <w:r>
              <w:rPr>
                <w:rFonts w:cs="Tahoma"/>
                <w:sz w:val="18"/>
                <w:szCs w:val="18"/>
              </w:rPr>
              <w:t xml:space="preserve"> A prévoir</w:t>
            </w:r>
          </w:p>
        </w:tc>
      </w:tr>
    </w:tbl>
    <w:p w:rsidR="005B4636" w:rsidP="00D6001F" w:rsidRDefault="005B4636" w14:paraId="09855754" w14:textId="77777777">
      <w:pPr>
        <w:tabs>
          <w:tab w:val="left" w:pos="0"/>
        </w:tabs>
        <w:rPr>
          <w:rFonts w:cstheme="minorHAnsi"/>
          <w:szCs w:val="20"/>
        </w:rPr>
      </w:pPr>
    </w:p>
    <w:p w:rsidRPr="0070136D" w:rsidR="00EC7A6A" w:rsidP="00EC7A6A" w:rsidRDefault="00EC7A6A" w14:paraId="6EF9513C" w14:textId="6E1ADED6">
      <w:pPr>
        <w:rPr>
          <w:i/>
          <w:iCs/>
        </w:rPr>
      </w:pPr>
      <w:r>
        <w:rPr>
          <w:i/>
          <w:iCs/>
        </w:rPr>
        <w:t>Me</w:t>
      </w:r>
      <w:r w:rsidRPr="00F07828">
        <w:rPr>
          <w:i/>
          <w:iCs/>
        </w:rPr>
        <w:t xml:space="preserve">rci de présenter ci-dessous les dispositifs </w:t>
      </w:r>
      <w:r>
        <w:rPr>
          <w:i/>
          <w:iCs/>
        </w:rPr>
        <w:t xml:space="preserve">en place sur le site en matière de sécurité incendie </w:t>
      </w:r>
      <w:r w:rsidRPr="00F07828">
        <w:rPr>
          <w:i/>
          <w:iCs/>
        </w:rPr>
        <w:t>(</w:t>
      </w:r>
      <w:r w:rsidR="008F40AF">
        <w:rPr>
          <w:i/>
          <w:iCs/>
          <w:color w:val="009FE3" w:themeColor="accent1"/>
        </w:rPr>
        <w:t>5 à 10 lignes maximum</w:t>
      </w:r>
      <w:r w:rsidRPr="0070136D">
        <w:rPr>
          <w:i/>
          <w:iCs/>
          <w:color w:val="009FE3" w:themeColor="accent1"/>
        </w:rPr>
        <w:t>)</w:t>
      </w:r>
    </w:p>
    <w:p w:rsidR="005B4636" w:rsidP="00D6001F" w:rsidRDefault="005B4636" w14:paraId="08ABCFDF" w14:textId="77777777">
      <w:pPr>
        <w:tabs>
          <w:tab w:val="left" w:pos="0"/>
        </w:tabs>
        <w:rPr>
          <w:rFonts w:cstheme="minorHAnsi"/>
          <w:szCs w:val="20"/>
        </w:rPr>
      </w:pPr>
    </w:p>
    <w:p w:rsidR="005B4636" w:rsidP="00D6001F" w:rsidRDefault="005B4636" w14:paraId="6AB3DE17" w14:textId="77777777">
      <w:pPr>
        <w:tabs>
          <w:tab w:val="left" w:pos="0"/>
        </w:tabs>
        <w:rPr>
          <w:rFonts w:cstheme="minorHAnsi"/>
          <w:szCs w:val="20"/>
        </w:rPr>
      </w:pPr>
    </w:p>
    <w:p w:rsidR="005B4636" w:rsidP="00D6001F" w:rsidRDefault="005B4636" w14:paraId="113BC4C2" w14:textId="77777777">
      <w:pPr>
        <w:tabs>
          <w:tab w:val="left" w:pos="0"/>
        </w:tabs>
        <w:rPr>
          <w:rFonts w:cstheme="minorHAnsi"/>
          <w:szCs w:val="20"/>
        </w:rPr>
      </w:pPr>
    </w:p>
    <w:p w:rsidR="00084EE3" w:rsidP="00D6001F" w:rsidRDefault="00084EE3" w14:paraId="3A938CDF" w14:textId="77777777">
      <w:pPr>
        <w:tabs>
          <w:tab w:val="left" w:pos="0"/>
        </w:tabs>
        <w:rPr>
          <w:rFonts w:cstheme="minorHAnsi"/>
          <w:szCs w:val="20"/>
        </w:rPr>
      </w:pPr>
    </w:p>
    <w:p w:rsidR="00084EE3" w:rsidP="00D6001F" w:rsidRDefault="00084EE3" w14:paraId="3AA7CD17" w14:textId="77777777">
      <w:pPr>
        <w:tabs>
          <w:tab w:val="left" w:pos="0"/>
        </w:tabs>
        <w:rPr>
          <w:rFonts w:cstheme="minorHAnsi"/>
          <w:szCs w:val="20"/>
        </w:rPr>
      </w:pPr>
    </w:p>
    <w:p w:rsidR="00084EE3" w:rsidP="00D6001F" w:rsidRDefault="00084EE3" w14:paraId="50FFC138" w14:textId="77777777">
      <w:pPr>
        <w:tabs>
          <w:tab w:val="left" w:pos="0"/>
        </w:tabs>
        <w:rPr>
          <w:rFonts w:cstheme="minorHAnsi"/>
          <w:szCs w:val="20"/>
        </w:rPr>
      </w:pPr>
    </w:p>
    <w:p w:rsidR="00954E45" w:rsidP="00D6001F" w:rsidRDefault="00954E45" w14:paraId="582ED12C" w14:textId="77777777">
      <w:pPr>
        <w:tabs>
          <w:tab w:val="left" w:pos="0"/>
        </w:tabs>
        <w:rPr>
          <w:rFonts w:cstheme="minorHAnsi"/>
          <w:szCs w:val="20"/>
        </w:rPr>
      </w:pPr>
    </w:p>
    <w:p w:rsidR="00954E45" w:rsidP="00D6001F" w:rsidRDefault="00954E45" w14:paraId="0FC6D9B1" w14:textId="77777777">
      <w:pPr>
        <w:tabs>
          <w:tab w:val="left" w:pos="0"/>
        </w:tabs>
        <w:rPr>
          <w:rFonts w:cstheme="minorHAnsi"/>
          <w:szCs w:val="20"/>
        </w:rPr>
      </w:pPr>
    </w:p>
    <w:p w:rsidR="00954E45" w:rsidP="00D6001F" w:rsidRDefault="00954E45" w14:paraId="61F3C873" w14:textId="77777777">
      <w:pPr>
        <w:tabs>
          <w:tab w:val="left" w:pos="0"/>
        </w:tabs>
        <w:rPr>
          <w:rFonts w:cstheme="minorHAnsi"/>
          <w:szCs w:val="20"/>
        </w:rPr>
      </w:pPr>
    </w:p>
    <w:p w:rsidR="00954E45" w:rsidP="00D6001F" w:rsidRDefault="00954E45" w14:paraId="075CE6C8" w14:textId="77777777">
      <w:pPr>
        <w:tabs>
          <w:tab w:val="left" w:pos="0"/>
        </w:tabs>
        <w:rPr>
          <w:rFonts w:cstheme="minorHAnsi"/>
          <w:szCs w:val="20"/>
        </w:rPr>
      </w:pPr>
    </w:p>
    <w:p w:rsidR="00084EE3" w:rsidP="00D6001F" w:rsidRDefault="00084EE3" w14:paraId="00B59DFC" w14:textId="77777777">
      <w:pPr>
        <w:tabs>
          <w:tab w:val="left" w:pos="0"/>
        </w:tabs>
        <w:rPr>
          <w:rFonts w:cstheme="minorHAnsi"/>
          <w:szCs w:val="20"/>
        </w:rPr>
      </w:pPr>
    </w:p>
    <w:p w:rsidR="00084EE3" w:rsidP="00D6001F" w:rsidRDefault="00084EE3" w14:paraId="7D6F1D08" w14:textId="77777777">
      <w:pPr>
        <w:tabs>
          <w:tab w:val="left" w:pos="0"/>
        </w:tabs>
        <w:rPr>
          <w:rFonts w:cstheme="minorHAnsi"/>
          <w:szCs w:val="20"/>
        </w:rPr>
      </w:pPr>
    </w:p>
    <w:p w:rsidR="005B4636" w:rsidP="00D6001F" w:rsidRDefault="005B4636" w14:paraId="12FD17A1" w14:textId="77777777">
      <w:pPr>
        <w:tabs>
          <w:tab w:val="left" w:pos="0"/>
        </w:tabs>
        <w:rPr>
          <w:rFonts w:cstheme="minorHAnsi"/>
          <w:szCs w:val="20"/>
        </w:rPr>
      </w:pPr>
    </w:p>
    <w:p w:rsidR="005B4636" w:rsidP="00C245B2" w:rsidRDefault="00C245B2" w14:paraId="5E707F0B" w14:textId="76A0B801">
      <w:pPr>
        <w:pStyle w:val="Titre3"/>
      </w:pPr>
      <w:r>
        <w:t xml:space="preserve">Divers </w:t>
      </w:r>
    </w:p>
    <w:p w:rsidR="006851D4" w:rsidP="006851D4" w:rsidRDefault="006851D4" w14:paraId="200A5EA8" w14:textId="77777777">
      <w:pPr>
        <w:rPr>
          <w:i/>
          <w:iCs/>
        </w:rPr>
      </w:pPr>
      <w:r>
        <w:rPr>
          <w:i/>
          <w:iCs/>
        </w:rPr>
        <w:t>Préciser</w:t>
      </w:r>
      <w:r w:rsidRPr="00670604">
        <w:rPr>
          <w:i/>
          <w:iCs/>
        </w:rPr>
        <w:t xml:space="preserve"> ci-dessous </w:t>
      </w:r>
      <w:r>
        <w:rPr>
          <w:i/>
          <w:iCs/>
        </w:rPr>
        <w:t>les certifications ISO dont dispose le porteur de projet.</w:t>
      </w:r>
    </w:p>
    <w:p w:rsidRPr="00B52435" w:rsidR="00132DDE" w:rsidP="00B52435" w:rsidRDefault="00132DDE" w14:paraId="213DDEDB" w14:textId="77777777"/>
    <w:p w:rsidR="00B52435" w:rsidP="00D6001F" w:rsidRDefault="00B52435" w14:paraId="586C37E2" w14:textId="77777777">
      <w:pPr>
        <w:tabs>
          <w:tab w:val="left" w:pos="0"/>
        </w:tabs>
        <w:rPr>
          <w:rFonts w:cstheme="minorHAnsi"/>
          <w:szCs w:val="20"/>
        </w:rPr>
      </w:pPr>
    </w:p>
    <w:p w:rsidR="00B52435" w:rsidP="00D6001F" w:rsidRDefault="00B52435" w14:paraId="07F19948" w14:textId="77777777">
      <w:pPr>
        <w:tabs>
          <w:tab w:val="left" w:pos="0"/>
        </w:tabs>
        <w:rPr>
          <w:rFonts w:cstheme="minorHAnsi"/>
          <w:szCs w:val="20"/>
        </w:rPr>
      </w:pPr>
    </w:p>
    <w:p w:rsidR="00B52435" w:rsidP="00D6001F" w:rsidRDefault="00B52435" w14:paraId="3423F783" w14:textId="77777777">
      <w:pPr>
        <w:tabs>
          <w:tab w:val="left" w:pos="0"/>
        </w:tabs>
        <w:rPr>
          <w:rFonts w:cstheme="minorHAnsi"/>
          <w:szCs w:val="20"/>
        </w:rPr>
      </w:pPr>
    </w:p>
    <w:p w:rsidR="00954E45" w:rsidRDefault="00954E45" w14:paraId="3C8B6D71" w14:textId="461658F6">
      <w:pPr>
        <w:spacing w:after="16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br w:type="page"/>
      </w:r>
    </w:p>
    <w:p w:rsidR="00B52435" w:rsidP="00954E45" w:rsidRDefault="00954E45" w14:paraId="625FA683" w14:textId="015D61A0">
      <w:pPr>
        <w:pStyle w:val="Titre2"/>
      </w:pPr>
      <w:r>
        <w:t xml:space="preserve">Offre financière </w:t>
      </w:r>
    </w:p>
    <w:p w:rsidRPr="009631CB" w:rsidR="009631CB" w:rsidP="009631CB" w:rsidRDefault="009631CB" w14:paraId="4758D8F3" w14:textId="2C9AA812">
      <w:pPr>
        <w:spacing w:after="160"/>
        <w:rPr>
          <w:i/>
          <w:iCs/>
        </w:rPr>
      </w:pPr>
      <w:r w:rsidRPr="009631CB">
        <w:rPr>
          <w:i/>
          <w:iCs/>
        </w:rPr>
        <w:t xml:space="preserve">Merci de remplir </w:t>
      </w:r>
      <w:r w:rsidRPr="009631CB">
        <w:rPr>
          <w:b/>
          <w:bCs/>
          <w:i/>
          <w:iCs/>
        </w:rPr>
        <w:t>uniquement la grille correspondant à votre typologie de site</w:t>
      </w:r>
      <w:r w:rsidRPr="009631CB">
        <w:rPr>
          <w:i/>
          <w:iCs/>
        </w:rPr>
        <w:t xml:space="preserve">, en fonction </w:t>
      </w:r>
      <w:r>
        <w:rPr>
          <w:i/>
          <w:iCs/>
        </w:rPr>
        <w:t>de la surface utile</w:t>
      </w:r>
      <w:r w:rsidRPr="009631CB">
        <w:rPr>
          <w:i/>
          <w:iCs/>
        </w:rPr>
        <w:t xml:space="preserve"> disponible déclaré</w:t>
      </w:r>
      <w:r>
        <w:rPr>
          <w:i/>
          <w:iCs/>
        </w:rPr>
        <w:t>e</w:t>
      </w:r>
      <w:r w:rsidRPr="009631CB">
        <w:rPr>
          <w:i/>
          <w:iCs/>
        </w:rPr>
        <w:t xml:space="preserve"> dans </w:t>
      </w:r>
      <w:r>
        <w:rPr>
          <w:i/>
          <w:iCs/>
        </w:rPr>
        <w:t>le chapitre 3</w:t>
      </w:r>
      <w:r w:rsidRPr="009631CB">
        <w:rPr>
          <w:i/>
          <w:iCs/>
        </w:rPr>
        <w:t xml:space="preserve"> </w:t>
      </w:r>
      <w:r>
        <w:rPr>
          <w:i/>
          <w:iCs/>
        </w:rPr>
        <w:t xml:space="preserve">– Capacités Techniques </w:t>
      </w:r>
      <w:r w:rsidR="00240189">
        <w:rPr>
          <w:i/>
          <w:iCs/>
        </w:rPr>
        <w:t>du présent document</w:t>
      </w:r>
      <w:r w:rsidR="00692F08">
        <w:rPr>
          <w:i/>
          <w:iCs/>
        </w:rPr>
        <w:t xml:space="preserve"> </w:t>
      </w:r>
      <w:r w:rsidR="00240189">
        <w:rPr>
          <w:i/>
          <w:iCs/>
        </w:rPr>
        <w:t xml:space="preserve">(pour plus de détail cf. chapitre 2.1 </w:t>
      </w:r>
      <w:r w:rsidR="00692F08">
        <w:rPr>
          <w:i/>
          <w:iCs/>
        </w:rPr>
        <w:t>du Cahier des charges techniques).</w:t>
      </w:r>
    </w:p>
    <w:p w:rsidRPr="009631CB" w:rsidR="009631CB" w:rsidP="009631CB" w:rsidRDefault="009631CB" w14:paraId="3687C3D6" w14:textId="3E213FF1">
      <w:pPr>
        <w:numPr>
          <w:ilvl w:val="0"/>
          <w:numId w:val="30"/>
        </w:numPr>
        <w:spacing w:after="160"/>
        <w:jc w:val="left"/>
        <w:rPr>
          <w:i/>
          <w:iCs/>
        </w:rPr>
      </w:pPr>
      <w:r w:rsidRPr="009631CB">
        <w:rPr>
          <w:i/>
          <w:iCs/>
        </w:rPr>
        <w:t xml:space="preserve">Si </w:t>
      </w:r>
      <w:r w:rsidR="006E00A6">
        <w:rPr>
          <w:i/>
          <w:iCs/>
        </w:rPr>
        <w:t>vo</w:t>
      </w:r>
      <w:r w:rsidR="0077118E">
        <w:rPr>
          <w:i/>
          <w:iCs/>
        </w:rPr>
        <w:t xml:space="preserve">tre site dispose d’une surface utile supérieure à </w:t>
      </w:r>
      <w:r w:rsidRPr="00905EDC" w:rsidR="00905EDC">
        <w:rPr>
          <w:b/>
          <w:bCs/>
          <w:i/>
          <w:iCs/>
        </w:rPr>
        <w:t xml:space="preserve">2000 </w:t>
      </w:r>
      <w:r w:rsidRPr="00905EDC" w:rsidR="00905EDC">
        <w:rPr>
          <w:b/>
          <w:bCs/>
          <w:szCs w:val="20"/>
        </w:rPr>
        <w:t>m</w:t>
      </w:r>
      <w:r w:rsidRPr="00905EDC" w:rsidR="0054129D">
        <w:rPr>
          <w:b/>
          <w:bCs/>
          <w:szCs w:val="20"/>
          <w:vertAlign w:val="superscript"/>
        </w:rPr>
        <w:t>2</w:t>
      </w:r>
      <w:r w:rsidR="0054129D">
        <w:rPr>
          <w:szCs w:val="20"/>
          <w:vertAlign w:val="superscript"/>
        </w:rPr>
        <w:t xml:space="preserve"> </w:t>
      </w:r>
      <w:r w:rsidR="0054129D">
        <w:rPr>
          <w:i/>
          <w:iCs/>
        </w:rPr>
        <w:t>et</w:t>
      </w:r>
      <w:r w:rsidR="00905EDC">
        <w:rPr>
          <w:i/>
          <w:iCs/>
        </w:rPr>
        <w:t xml:space="preserve"> que vous pouvez </w:t>
      </w:r>
      <w:r w:rsidR="006E00A6">
        <w:rPr>
          <w:i/>
          <w:iCs/>
        </w:rPr>
        <w:t>réserver</w:t>
      </w:r>
      <w:r w:rsidR="00905EDC">
        <w:rPr>
          <w:i/>
          <w:iCs/>
        </w:rPr>
        <w:t xml:space="preserve"> en permanence</w:t>
      </w:r>
      <w:r w:rsidR="006E00A6">
        <w:rPr>
          <w:i/>
          <w:iCs/>
        </w:rPr>
        <w:t xml:space="preserve"> au moins </w:t>
      </w:r>
      <w:r w:rsidRPr="009631CB" w:rsidR="006E00A6">
        <w:rPr>
          <w:b/>
          <w:bCs/>
          <w:i/>
          <w:iCs/>
        </w:rPr>
        <w:t xml:space="preserve">500 </w:t>
      </w:r>
      <w:r w:rsidRPr="00905EDC" w:rsidR="00905EDC">
        <w:rPr>
          <w:b/>
          <w:bCs/>
          <w:szCs w:val="20"/>
        </w:rPr>
        <w:t>m</w:t>
      </w:r>
      <w:r w:rsidRPr="00905EDC" w:rsidR="00905EDC">
        <w:rPr>
          <w:b/>
          <w:bCs/>
          <w:szCs w:val="20"/>
          <w:vertAlign w:val="superscript"/>
        </w:rPr>
        <w:t>2</w:t>
      </w:r>
      <w:r w:rsidR="0077118E">
        <w:rPr>
          <w:b/>
          <w:bCs/>
          <w:i/>
          <w:iCs/>
        </w:rPr>
        <w:t xml:space="preserve"> </w:t>
      </w:r>
      <w:r w:rsidR="0077118E">
        <w:rPr>
          <w:i/>
          <w:iCs/>
        </w:rPr>
        <w:t>pour Citeo</w:t>
      </w:r>
      <w:r w:rsidR="00905EDC">
        <w:rPr>
          <w:i/>
          <w:iCs/>
        </w:rPr>
        <w:t> : vous</w:t>
      </w:r>
      <w:r w:rsidRPr="009631CB">
        <w:rPr>
          <w:i/>
          <w:iCs/>
        </w:rPr>
        <w:t xml:space="preserve"> pouvez prétendre à une </w:t>
      </w:r>
      <w:r w:rsidRPr="009631CB">
        <w:rPr>
          <w:b/>
          <w:bCs/>
          <w:i/>
          <w:iCs/>
        </w:rPr>
        <w:t>position de site principal</w:t>
      </w:r>
      <w:r w:rsidRPr="009631CB">
        <w:rPr>
          <w:i/>
          <w:iCs/>
        </w:rPr>
        <w:t>.</w:t>
      </w:r>
    </w:p>
    <w:p w:rsidRPr="009631CB" w:rsidR="009631CB" w:rsidP="009631CB" w:rsidRDefault="009631CB" w14:paraId="1170AF41" w14:textId="037D33E5">
      <w:pPr>
        <w:numPr>
          <w:ilvl w:val="0"/>
          <w:numId w:val="30"/>
        </w:numPr>
        <w:spacing w:after="160"/>
        <w:jc w:val="left"/>
        <w:rPr>
          <w:i/>
          <w:iCs/>
        </w:rPr>
      </w:pPr>
      <w:r w:rsidRPr="009631CB">
        <w:rPr>
          <w:i/>
          <w:iCs/>
        </w:rPr>
        <w:t>Si votre site dispose d’un</w:t>
      </w:r>
      <w:r w:rsidR="0054129D">
        <w:rPr>
          <w:i/>
          <w:iCs/>
        </w:rPr>
        <w:t xml:space="preserve">e surface utile </w:t>
      </w:r>
      <w:r w:rsidR="00B86B7F">
        <w:rPr>
          <w:b/>
          <w:bCs/>
          <w:i/>
          <w:iCs/>
        </w:rPr>
        <w:t>comprise entre</w:t>
      </w:r>
      <w:r w:rsidRPr="009631CB">
        <w:rPr>
          <w:b/>
          <w:bCs/>
          <w:i/>
          <w:iCs/>
        </w:rPr>
        <w:t xml:space="preserve"> </w:t>
      </w:r>
      <w:r w:rsidRPr="009631CB" w:rsidR="0054129D">
        <w:rPr>
          <w:b/>
          <w:bCs/>
          <w:i/>
          <w:iCs/>
        </w:rPr>
        <w:t xml:space="preserve">500 </w:t>
      </w:r>
      <w:r w:rsidRPr="00905EDC" w:rsidR="0054129D">
        <w:rPr>
          <w:b/>
          <w:bCs/>
          <w:szCs w:val="20"/>
        </w:rPr>
        <w:t>m</w:t>
      </w:r>
      <w:r w:rsidRPr="00905EDC" w:rsidR="0054129D">
        <w:rPr>
          <w:b/>
          <w:bCs/>
          <w:szCs w:val="20"/>
          <w:vertAlign w:val="superscript"/>
        </w:rPr>
        <w:t>2</w:t>
      </w:r>
      <w:r w:rsidR="00B86B7F">
        <w:rPr>
          <w:b/>
          <w:bCs/>
          <w:i/>
          <w:iCs/>
        </w:rPr>
        <w:t xml:space="preserve"> </w:t>
      </w:r>
      <w:r w:rsidR="00B86B7F">
        <w:rPr>
          <w:i/>
          <w:iCs/>
        </w:rPr>
        <w:t xml:space="preserve">et </w:t>
      </w:r>
      <w:r w:rsidRPr="00905EDC" w:rsidR="00B86B7F">
        <w:rPr>
          <w:b/>
          <w:bCs/>
          <w:i/>
          <w:iCs/>
        </w:rPr>
        <w:t xml:space="preserve">2000 </w:t>
      </w:r>
      <w:r w:rsidRPr="00905EDC" w:rsidR="00B86B7F">
        <w:rPr>
          <w:b/>
          <w:bCs/>
          <w:szCs w:val="20"/>
        </w:rPr>
        <w:t>m</w:t>
      </w:r>
      <w:r w:rsidRPr="00905EDC" w:rsidR="00B86B7F">
        <w:rPr>
          <w:b/>
          <w:bCs/>
          <w:szCs w:val="20"/>
          <w:vertAlign w:val="superscript"/>
        </w:rPr>
        <w:t>2</w:t>
      </w:r>
      <w:r w:rsidR="00B86B7F">
        <w:rPr>
          <w:i/>
          <w:iCs/>
        </w:rPr>
        <w:t xml:space="preserve">, </w:t>
      </w:r>
      <w:r w:rsidRPr="009631CB">
        <w:rPr>
          <w:i/>
          <w:iCs/>
        </w:rPr>
        <w:t>vous pouvez candidater</w:t>
      </w:r>
      <w:r w:rsidR="00B86B7F">
        <w:rPr>
          <w:i/>
          <w:iCs/>
        </w:rPr>
        <w:t xml:space="preserve"> uniquement</w:t>
      </w:r>
      <w:r w:rsidRPr="009631CB">
        <w:rPr>
          <w:i/>
          <w:iCs/>
        </w:rPr>
        <w:t xml:space="preserve"> en tant que </w:t>
      </w:r>
      <w:r w:rsidRPr="009631CB">
        <w:rPr>
          <w:b/>
          <w:bCs/>
          <w:i/>
          <w:iCs/>
        </w:rPr>
        <w:t>site secondaire</w:t>
      </w:r>
      <w:r w:rsidRPr="009631CB">
        <w:rPr>
          <w:i/>
          <w:iCs/>
        </w:rPr>
        <w:t>.</w:t>
      </w:r>
    </w:p>
    <w:p w:rsidRPr="00DA6E17" w:rsidR="009631CB" w:rsidP="63EFE7E6" w:rsidRDefault="009631CB" w14:paraId="2B00012B" w14:textId="002E7D68">
      <w:pPr>
        <w:numPr>
          <w:ilvl w:val="0"/>
          <w:numId w:val="30"/>
        </w:numPr>
        <w:spacing w:after="160"/>
        <w:jc w:val="left"/>
        <w:rPr>
          <w:i/>
          <w:iCs/>
        </w:rPr>
      </w:pPr>
      <w:r w:rsidRPr="63EFE7E6">
        <w:rPr>
          <w:i/>
          <w:iCs/>
        </w:rPr>
        <w:t xml:space="preserve">Si votre site répond aux deux critères, vous pouvez </w:t>
      </w:r>
      <w:r w:rsidRPr="63EFE7E6">
        <w:rPr>
          <w:b/>
          <w:bCs/>
          <w:i/>
          <w:iCs/>
        </w:rPr>
        <w:t>compléter les deux grilles</w:t>
      </w:r>
      <w:r w:rsidRPr="63EFE7E6" w:rsidR="339D6EB4">
        <w:rPr>
          <w:b/>
          <w:bCs/>
          <w:i/>
          <w:iCs/>
        </w:rPr>
        <w:t>.</w:t>
      </w:r>
    </w:p>
    <w:p w:rsidR="00DA6E17" w:rsidP="63EFE7E6" w:rsidRDefault="008208C4" w14:paraId="5B92FCBA" w14:textId="6DC6B10F">
      <w:pPr>
        <w:numPr>
          <w:ilvl w:val="0"/>
          <w:numId w:val="30"/>
        </w:numPr>
        <w:spacing w:after="160"/>
        <w:jc w:val="left"/>
        <w:rPr>
          <w:i/>
          <w:iCs/>
        </w:rPr>
      </w:pPr>
      <w:r>
        <w:rPr>
          <w:i/>
          <w:iCs/>
        </w:rPr>
        <w:t>Il</w:t>
      </w:r>
      <w:r w:rsidRPr="008208C4">
        <w:rPr>
          <w:i/>
          <w:iCs/>
        </w:rPr>
        <w:t xml:space="preserve"> est demandé de </w:t>
      </w:r>
      <w:r w:rsidRPr="008208C4">
        <w:rPr>
          <w:b/>
          <w:bCs/>
          <w:i/>
          <w:iCs/>
        </w:rPr>
        <w:t>remettre un tarif forfaitaire par rotation de benne</w:t>
      </w:r>
      <w:r w:rsidRPr="008208C4">
        <w:rPr>
          <w:i/>
          <w:iCs/>
        </w:rPr>
        <w:t xml:space="preserve">, à destination de </w:t>
      </w:r>
      <w:r w:rsidRPr="008208C4">
        <w:rPr>
          <w:b/>
          <w:bCs/>
          <w:i/>
          <w:iCs/>
        </w:rPr>
        <w:t xml:space="preserve">l’un des trois centres de </w:t>
      </w:r>
      <w:r>
        <w:rPr>
          <w:b/>
          <w:bCs/>
          <w:i/>
          <w:iCs/>
        </w:rPr>
        <w:t>su</w:t>
      </w:r>
      <w:r w:rsidR="00FB4ABA">
        <w:rPr>
          <w:b/>
          <w:bCs/>
          <w:i/>
          <w:iCs/>
        </w:rPr>
        <w:t>r</w:t>
      </w:r>
      <w:r w:rsidRPr="008208C4">
        <w:rPr>
          <w:b/>
          <w:bCs/>
          <w:i/>
          <w:iCs/>
        </w:rPr>
        <w:t>tri suivants</w:t>
      </w:r>
      <w:r w:rsidRPr="008208C4">
        <w:rPr>
          <w:i/>
          <w:iCs/>
        </w:rPr>
        <w:t xml:space="preserve"> (le plus proche d</w:t>
      </w:r>
      <w:r w:rsidR="0010158C">
        <w:rPr>
          <w:i/>
          <w:iCs/>
        </w:rPr>
        <w:t>u</w:t>
      </w:r>
      <w:r w:rsidRPr="008208C4">
        <w:rPr>
          <w:i/>
          <w:iCs/>
        </w:rPr>
        <w:t xml:space="preserve"> site</w:t>
      </w:r>
      <w:r w:rsidR="0010158C">
        <w:rPr>
          <w:i/>
          <w:iCs/>
        </w:rPr>
        <w:t xml:space="preserve"> que vous proposez -</w:t>
      </w:r>
      <w:r w:rsidR="00FB4ABA">
        <w:rPr>
          <w:i/>
          <w:iCs/>
        </w:rPr>
        <w:t xml:space="preserve"> à indiquer dans le tableau</w:t>
      </w:r>
      <w:r w:rsidRPr="008208C4">
        <w:rPr>
          <w:i/>
          <w:iCs/>
        </w:rPr>
        <w:t>) :</w:t>
      </w:r>
    </w:p>
    <w:p w:rsidRPr="0010158C" w:rsidR="0010158C" w:rsidP="0010158C" w:rsidRDefault="0010158C" w14:paraId="19E9542A" w14:textId="6227BC89">
      <w:pPr>
        <w:pStyle w:val="Paragraphedeliste"/>
        <w:numPr>
          <w:ilvl w:val="0"/>
          <w:numId w:val="31"/>
        </w:numPr>
        <w:spacing w:after="160"/>
        <w:jc w:val="left"/>
        <w:rPr>
          <w:i/>
          <w:iCs/>
        </w:rPr>
      </w:pPr>
      <w:r w:rsidRPr="0010158C">
        <w:rPr>
          <w:i/>
          <w:iCs/>
        </w:rPr>
        <w:t>Environnement 48 – 4</w:t>
      </w:r>
      <w:r w:rsidRPr="0010158C">
        <w:rPr>
          <w:i/>
          <w:iCs/>
        </w:rPr>
        <w:t>8000</w:t>
      </w:r>
      <w:r w:rsidRPr="0010158C">
        <w:rPr>
          <w:i/>
          <w:iCs/>
        </w:rPr>
        <w:t xml:space="preserve"> </w:t>
      </w:r>
      <w:r w:rsidRPr="0010158C">
        <w:rPr>
          <w:i/>
          <w:iCs/>
        </w:rPr>
        <w:t>MENDE</w:t>
      </w:r>
    </w:p>
    <w:p w:rsidRPr="0010158C" w:rsidR="0010158C" w:rsidP="0010158C" w:rsidRDefault="0010158C" w14:paraId="274E7E8A" w14:textId="41AFDEB6">
      <w:pPr>
        <w:pStyle w:val="Paragraphedeliste"/>
        <w:numPr>
          <w:ilvl w:val="0"/>
          <w:numId w:val="31"/>
        </w:numPr>
        <w:spacing w:after="160"/>
        <w:jc w:val="left"/>
        <w:rPr>
          <w:i/>
          <w:iCs/>
        </w:rPr>
      </w:pPr>
      <w:r w:rsidRPr="0010158C">
        <w:rPr>
          <w:i/>
          <w:iCs/>
        </w:rPr>
        <w:t xml:space="preserve">Suez Epinal – </w:t>
      </w:r>
      <w:r w:rsidRPr="0010158C">
        <w:rPr>
          <w:i/>
          <w:iCs/>
        </w:rPr>
        <w:t>88000</w:t>
      </w:r>
      <w:r w:rsidRPr="0010158C">
        <w:rPr>
          <w:i/>
          <w:iCs/>
        </w:rPr>
        <w:t xml:space="preserve"> </w:t>
      </w:r>
      <w:r w:rsidRPr="0010158C">
        <w:rPr>
          <w:i/>
          <w:iCs/>
        </w:rPr>
        <w:t>EPINAL</w:t>
      </w:r>
    </w:p>
    <w:p w:rsidRPr="0010158C" w:rsidR="00A41833" w:rsidP="0010158C" w:rsidRDefault="0010158C" w14:paraId="355FB15F" w14:textId="32AB5FD6">
      <w:pPr>
        <w:pStyle w:val="Paragraphedeliste"/>
        <w:numPr>
          <w:ilvl w:val="0"/>
          <w:numId w:val="31"/>
        </w:numPr>
        <w:spacing w:after="160"/>
        <w:jc w:val="left"/>
        <w:rPr>
          <w:i/>
          <w:iCs/>
        </w:rPr>
      </w:pPr>
      <w:r w:rsidRPr="0010158C">
        <w:rPr>
          <w:i/>
          <w:iCs/>
        </w:rPr>
        <w:t xml:space="preserve">Bourgogne Recyclage – </w:t>
      </w:r>
      <w:r w:rsidRPr="0010158C">
        <w:rPr>
          <w:i/>
          <w:iCs/>
        </w:rPr>
        <w:t>21200</w:t>
      </w:r>
      <w:r w:rsidRPr="0010158C">
        <w:rPr>
          <w:i/>
          <w:iCs/>
        </w:rPr>
        <w:t xml:space="preserve"> </w:t>
      </w:r>
      <w:r w:rsidRPr="0010158C">
        <w:rPr>
          <w:i/>
          <w:iCs/>
        </w:rPr>
        <w:t>RUFFEY LES BEAUNE</w:t>
      </w:r>
    </w:p>
    <w:p w:rsidR="00BA5EA1" w:rsidP="0059136A" w:rsidRDefault="00BA5EA1" w14:paraId="7370BE8C" w14:textId="77777777">
      <w:pPr>
        <w:pStyle w:val="TITRE2Sparateur"/>
      </w:pPr>
    </w:p>
    <w:p w:rsidR="00195D4C" w:rsidP="0059136A" w:rsidRDefault="00B13656" w14:paraId="556C93D4" w14:textId="0D043084">
      <w:pPr>
        <w:pStyle w:val="TITRE2Sparateur"/>
      </w:pPr>
      <w:r>
        <w:t>Grille tarifaire – Site principal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2312"/>
        <w:gridCol w:w="3210"/>
      </w:tblGrid>
      <w:tr w:rsidR="00195D4C" w:rsidTr="00C66FD0" w14:paraId="33A9353C" w14:textId="77777777">
        <w:tc>
          <w:tcPr>
            <w:tcW w:w="4106" w:type="dxa"/>
          </w:tcPr>
          <w:p w:rsidRPr="0059136A" w:rsidR="00195D4C" w:rsidP="0059136A" w:rsidRDefault="00C20C32" w14:paraId="6D963C36" w14:textId="7275EDDC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 w:rsidRPr="0059136A">
              <w:rPr>
                <w:rFonts w:cstheme="minorHAnsi"/>
                <w:b/>
                <w:bCs/>
                <w:color w:val="009FE3" w:themeColor="accent1"/>
                <w:szCs w:val="20"/>
              </w:rPr>
              <w:t>Poste de coût</w:t>
            </w:r>
          </w:p>
        </w:tc>
        <w:tc>
          <w:tcPr>
            <w:tcW w:w="2312" w:type="dxa"/>
          </w:tcPr>
          <w:p w:rsidRPr="0059136A" w:rsidR="00195D4C" w:rsidP="0059136A" w:rsidRDefault="00B13656" w14:paraId="3790E582" w14:textId="3560EABA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 w:rsidRPr="0059136A">
              <w:rPr>
                <w:rFonts w:cstheme="minorHAnsi"/>
                <w:b/>
                <w:bCs/>
                <w:color w:val="009FE3" w:themeColor="accent1"/>
                <w:szCs w:val="20"/>
              </w:rPr>
              <w:t>Unité</w:t>
            </w:r>
          </w:p>
        </w:tc>
        <w:tc>
          <w:tcPr>
            <w:tcW w:w="3210" w:type="dxa"/>
          </w:tcPr>
          <w:p w:rsidRPr="0059136A" w:rsidR="00195D4C" w:rsidP="0059136A" w:rsidRDefault="00B13656" w14:paraId="4CC16E17" w14:textId="0AB2F5FE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 w:rsidRPr="0059136A">
              <w:rPr>
                <w:rFonts w:cstheme="minorHAnsi"/>
                <w:b/>
                <w:bCs/>
                <w:color w:val="009FE3" w:themeColor="accent1"/>
                <w:szCs w:val="20"/>
              </w:rPr>
              <w:t>Tarif proposé (€ HT)</w:t>
            </w:r>
          </w:p>
        </w:tc>
      </w:tr>
      <w:tr w:rsidR="00195D4C" w:rsidTr="00C66FD0" w14:paraId="7BB3ECAE" w14:textId="77777777">
        <w:tc>
          <w:tcPr>
            <w:tcW w:w="4106" w:type="dxa"/>
          </w:tcPr>
          <w:p w:rsidR="00B54E61" w:rsidP="003A2FF6" w:rsidRDefault="00C20C32" w14:paraId="76BED23E" w14:textId="30A5A559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Location</w:t>
            </w:r>
            <w:r w:rsidR="000E0762">
              <w:rPr>
                <w:rFonts w:cstheme="minorHAnsi"/>
                <w:szCs w:val="20"/>
              </w:rPr>
              <w:t xml:space="preserve"> mensuel</w:t>
            </w:r>
            <w:r>
              <w:rPr>
                <w:rFonts w:cstheme="minorHAnsi"/>
                <w:szCs w:val="20"/>
              </w:rPr>
              <w:t>le</w:t>
            </w:r>
          </w:p>
          <w:p w:rsidR="00195D4C" w:rsidP="003A2FF6" w:rsidRDefault="000E0762" w14:paraId="7D6C0035" w14:textId="0C87B068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(</w:t>
            </w:r>
            <w:r w:rsidR="00B54E61">
              <w:rPr>
                <w:rFonts w:cstheme="minorHAnsi"/>
                <w:szCs w:val="20"/>
              </w:rPr>
              <w:t>Mise</w:t>
            </w:r>
            <w:r>
              <w:rPr>
                <w:rFonts w:cstheme="minorHAnsi"/>
                <w:szCs w:val="20"/>
              </w:rPr>
              <w:t xml:space="preserve"> à disposition de </w:t>
            </w:r>
            <w:r w:rsidRPr="009631CB">
              <w:rPr>
                <w:i/>
                <w:iCs/>
              </w:rPr>
              <w:t xml:space="preserve">500 </w:t>
            </w:r>
            <w:r w:rsidRPr="000E0762">
              <w:rPr>
                <w:szCs w:val="20"/>
              </w:rPr>
              <w:t>m</w:t>
            </w:r>
            <w:r w:rsidRPr="000E0762">
              <w:rPr>
                <w:szCs w:val="20"/>
                <w:vertAlign w:val="superscript"/>
              </w:rPr>
              <w:t>2</w:t>
            </w:r>
            <w:r>
              <w:rPr>
                <w:b/>
                <w:bCs/>
                <w:szCs w:val="20"/>
                <w:vertAlign w:val="superscript"/>
              </w:rPr>
              <w:t xml:space="preserve"> </w:t>
            </w:r>
            <w:r>
              <w:rPr>
                <w:rFonts w:cstheme="minorHAnsi"/>
                <w:szCs w:val="20"/>
              </w:rPr>
              <w:t>en continu)</w:t>
            </w:r>
          </w:p>
        </w:tc>
        <w:tc>
          <w:tcPr>
            <w:tcW w:w="2312" w:type="dxa"/>
          </w:tcPr>
          <w:p w:rsidR="00195D4C" w:rsidP="003A2FF6" w:rsidRDefault="00B54E61" w14:paraId="3350E10C" w14:textId="0415A70D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€/ mois</w:t>
            </w:r>
          </w:p>
        </w:tc>
        <w:tc>
          <w:tcPr>
            <w:tcW w:w="3210" w:type="dxa"/>
          </w:tcPr>
          <w:p w:rsidR="00195D4C" w:rsidP="003A2FF6" w:rsidRDefault="00195D4C" w14:paraId="40D66380" w14:textId="77777777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  <w:tr w:rsidR="00195D4C" w:rsidTr="00C66FD0" w14:paraId="4438B4BC" w14:textId="77777777">
        <w:tc>
          <w:tcPr>
            <w:tcW w:w="4106" w:type="dxa"/>
          </w:tcPr>
          <w:p w:rsidR="00195D4C" w:rsidP="003A2FF6" w:rsidRDefault="00C20C32" w14:paraId="408BBE7B" w14:textId="20185A8D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Prix unitaire de stockage </w:t>
            </w:r>
          </w:p>
        </w:tc>
        <w:tc>
          <w:tcPr>
            <w:tcW w:w="2312" w:type="dxa"/>
          </w:tcPr>
          <w:p w:rsidR="00195D4C" w:rsidP="003A2FF6" w:rsidRDefault="00C20C32" w14:paraId="4C17447B" w14:textId="4497A88F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€/T/mois</w:t>
            </w:r>
          </w:p>
        </w:tc>
        <w:tc>
          <w:tcPr>
            <w:tcW w:w="3210" w:type="dxa"/>
          </w:tcPr>
          <w:p w:rsidR="00195D4C" w:rsidP="003A2FF6" w:rsidRDefault="00195D4C" w14:paraId="33AB0DAF" w14:textId="77777777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  <w:tr w:rsidR="00195D4C" w:rsidTr="00C66FD0" w14:paraId="30A7FEA3" w14:textId="77777777">
        <w:tc>
          <w:tcPr>
            <w:tcW w:w="4106" w:type="dxa"/>
          </w:tcPr>
          <w:p w:rsidR="00195D4C" w:rsidP="003A2FF6" w:rsidRDefault="00AF6FA2" w14:paraId="4E7A790C" w14:textId="3CBC7F1B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Prix de réception et entreposage </w:t>
            </w:r>
          </w:p>
        </w:tc>
        <w:tc>
          <w:tcPr>
            <w:tcW w:w="2312" w:type="dxa"/>
          </w:tcPr>
          <w:p w:rsidR="00195D4C" w:rsidP="003A2FF6" w:rsidRDefault="00AF6FA2" w14:paraId="4B8298A7" w14:textId="6799D736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€/T</w:t>
            </w:r>
          </w:p>
        </w:tc>
        <w:tc>
          <w:tcPr>
            <w:tcW w:w="3210" w:type="dxa"/>
          </w:tcPr>
          <w:p w:rsidR="00195D4C" w:rsidP="003A2FF6" w:rsidRDefault="00195D4C" w14:paraId="6C270998" w14:textId="77777777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  <w:tr w:rsidR="00B328F6" w:rsidTr="00C66FD0" w14:paraId="67CEDB2A" w14:textId="77777777">
        <w:trPr>
          <w:trHeight w:val="495"/>
        </w:trPr>
        <w:tc>
          <w:tcPr>
            <w:tcW w:w="4106" w:type="dxa"/>
          </w:tcPr>
          <w:p w:rsidR="00B328F6" w:rsidP="009F08CA" w:rsidRDefault="00B328F6" w14:paraId="427463E0" w14:textId="4A42AC4E">
            <w:pPr>
              <w:spacing w:after="160"/>
              <w:jc w:val="left"/>
              <w:rPr>
                <w:rFonts w:cstheme="minorHAnsi"/>
                <w:szCs w:val="20"/>
              </w:rPr>
            </w:pPr>
            <w:r w:rsidRPr="009F08CA">
              <w:rPr>
                <w:rFonts w:cstheme="minorHAnsi"/>
                <w:szCs w:val="20"/>
              </w:rPr>
              <w:t>Rotation de benne</w:t>
            </w:r>
            <w:r>
              <w:rPr>
                <w:rFonts w:cstheme="minorHAnsi"/>
                <w:szCs w:val="20"/>
              </w:rPr>
              <w:t xml:space="preserve"> (20 ou 30 </w:t>
            </w:r>
            <w:r w:rsidRPr="0016036E">
              <w:rPr>
                <w:szCs w:val="20"/>
              </w:rPr>
              <w:t>m</w:t>
            </w:r>
            <w:r>
              <w:rPr>
                <w:szCs w:val="20"/>
                <w:vertAlign w:val="superscript"/>
              </w:rPr>
              <w:t>3</w:t>
            </w:r>
            <w:r>
              <w:rPr>
                <w:rFonts w:cstheme="minorHAnsi"/>
                <w:szCs w:val="20"/>
              </w:rPr>
              <w:t>)</w:t>
            </w:r>
            <w:r w:rsidRPr="009F08CA">
              <w:rPr>
                <w:rFonts w:cstheme="minorHAnsi"/>
                <w:szCs w:val="20"/>
              </w:rPr>
              <w:t xml:space="preserve"> vers centre de </w:t>
            </w:r>
            <w:r>
              <w:rPr>
                <w:rFonts w:cstheme="minorHAnsi"/>
                <w:szCs w:val="20"/>
              </w:rPr>
              <w:t>sur</w:t>
            </w:r>
            <w:r w:rsidRPr="009F08CA">
              <w:rPr>
                <w:rFonts w:cstheme="minorHAnsi"/>
                <w:szCs w:val="20"/>
              </w:rPr>
              <w:t>tri (forfait)</w:t>
            </w:r>
          </w:p>
        </w:tc>
        <w:tc>
          <w:tcPr>
            <w:tcW w:w="2312" w:type="dxa"/>
            <w:vMerge w:val="restart"/>
          </w:tcPr>
          <w:p w:rsidR="00B328F6" w:rsidP="003A2FF6" w:rsidRDefault="00B328F6" w14:paraId="06286225" w14:textId="57D91FF2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€ </w:t>
            </w:r>
          </w:p>
        </w:tc>
        <w:tc>
          <w:tcPr>
            <w:tcW w:w="3210" w:type="dxa"/>
            <w:vMerge w:val="restart"/>
          </w:tcPr>
          <w:p w:rsidR="00B328F6" w:rsidP="003A2FF6" w:rsidRDefault="00B328F6" w14:paraId="5649C9C8" w14:textId="77777777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  <w:tr w:rsidR="00B328F6" w:rsidTr="00C66FD0" w14:paraId="451B454D" w14:textId="77777777">
        <w:trPr>
          <w:trHeight w:val="495"/>
        </w:trPr>
        <w:tc>
          <w:tcPr>
            <w:tcW w:w="4106" w:type="dxa"/>
          </w:tcPr>
          <w:p w:rsidRPr="009F08CA" w:rsidR="00B328F6" w:rsidP="009F08CA" w:rsidRDefault="00B328F6" w14:paraId="08E2B69C" w14:textId="7418DF3D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Merci d’indiquer ici le centre de surtri sélectionné</w:t>
            </w:r>
            <w:r w:rsidR="00BD349D">
              <w:rPr>
                <w:i/>
                <w:iCs/>
                <w:color w:val="009FE3" w:themeColor="accent1"/>
                <w:sz w:val="18"/>
                <w:szCs w:val="18"/>
              </w:rPr>
              <w:t xml:space="preserve"> (le plus proche de votre site)</w:t>
            </w:r>
          </w:p>
        </w:tc>
        <w:tc>
          <w:tcPr>
            <w:tcW w:w="2312" w:type="dxa"/>
            <w:vMerge/>
          </w:tcPr>
          <w:p w:rsidR="00B328F6" w:rsidP="003A2FF6" w:rsidRDefault="00B328F6" w14:paraId="7C843B6F" w14:textId="77777777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  <w:tc>
          <w:tcPr>
            <w:tcW w:w="3210" w:type="dxa"/>
            <w:vMerge/>
          </w:tcPr>
          <w:p w:rsidR="00B328F6" w:rsidP="003A2FF6" w:rsidRDefault="00B328F6" w14:paraId="77E91D70" w14:textId="77777777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</w:tbl>
    <w:p w:rsidR="00B52435" w:rsidP="003A2FF6" w:rsidRDefault="00B52435" w14:paraId="7D4CB28B" w14:textId="4FA05869">
      <w:pPr>
        <w:spacing w:after="160"/>
        <w:jc w:val="left"/>
        <w:rPr>
          <w:rFonts w:cstheme="minorHAnsi"/>
          <w:szCs w:val="20"/>
        </w:rPr>
      </w:pPr>
    </w:p>
    <w:p w:rsidR="009B5DF5" w:rsidP="00225F10" w:rsidRDefault="009B5DF5" w14:paraId="0AF72FBD" w14:textId="6E7CABF0">
      <w:pPr>
        <w:spacing w:after="16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Si vous êtes en mesure de réaliser </w:t>
      </w:r>
      <w:r w:rsidRPr="001D7738">
        <w:rPr>
          <w:rFonts w:cstheme="minorHAnsi"/>
          <w:b/>
          <w:bCs/>
          <w:szCs w:val="20"/>
        </w:rPr>
        <w:t>la caractérisation</w:t>
      </w:r>
      <w:r>
        <w:rPr>
          <w:rFonts w:cstheme="minorHAnsi"/>
          <w:szCs w:val="20"/>
        </w:rPr>
        <w:t>, merci de préciser ci-dessous le coût unitaire par caractérisation (en € HT)</w:t>
      </w:r>
      <w:r w:rsidR="001D7738">
        <w:rPr>
          <w:rFonts w:cstheme="minorHAnsi"/>
          <w:szCs w:val="20"/>
        </w:rPr>
        <w:t> :</w:t>
      </w:r>
    </w:p>
    <w:p w:rsidR="001D7738" w:rsidP="003A2FF6" w:rsidRDefault="001D7738" w14:paraId="1CC84D7F" w14:textId="12855A11">
      <w:pPr>
        <w:spacing w:after="160"/>
        <w:jc w:val="left"/>
        <w:rPr>
          <w:rFonts w:cstheme="minorHAnsi"/>
          <w:szCs w:val="20"/>
        </w:rPr>
      </w:pPr>
      <w:r w:rsidRPr="001D7738">
        <w:rPr>
          <w:rFonts w:cstheme="minorHAnsi"/>
          <w:szCs w:val="20"/>
        </w:rPr>
        <w:t>Tarif unitaire par caractérisation : ___ € HT par prestation</w:t>
      </w:r>
    </w:p>
    <w:p w:rsidR="00094BC8" w:rsidP="003A2FF6" w:rsidRDefault="00094BC8" w14:paraId="014CB474" w14:textId="77777777">
      <w:pPr>
        <w:spacing w:after="160"/>
        <w:jc w:val="left"/>
        <w:rPr>
          <w:rFonts w:cstheme="minorHAnsi"/>
          <w:szCs w:val="20"/>
        </w:rPr>
      </w:pPr>
    </w:p>
    <w:p w:rsidR="00FB4ABA" w:rsidP="003A2FF6" w:rsidRDefault="00FB4ABA" w14:paraId="586D75B4" w14:textId="77777777">
      <w:pPr>
        <w:spacing w:after="160"/>
        <w:jc w:val="left"/>
        <w:rPr>
          <w:rFonts w:cstheme="minorHAnsi"/>
          <w:szCs w:val="20"/>
        </w:rPr>
      </w:pPr>
    </w:p>
    <w:p w:rsidR="00FB4ABA" w:rsidP="003A2FF6" w:rsidRDefault="00FB4ABA" w14:paraId="6A876939" w14:textId="77777777">
      <w:pPr>
        <w:spacing w:after="160"/>
        <w:jc w:val="left"/>
        <w:rPr>
          <w:rFonts w:cstheme="minorHAnsi"/>
          <w:szCs w:val="20"/>
        </w:rPr>
      </w:pPr>
    </w:p>
    <w:p w:rsidR="00FB4ABA" w:rsidP="003A2FF6" w:rsidRDefault="00FB4ABA" w14:paraId="16FC5ED7" w14:textId="77777777">
      <w:pPr>
        <w:spacing w:after="160"/>
        <w:jc w:val="left"/>
        <w:rPr>
          <w:rFonts w:cstheme="minorHAnsi"/>
          <w:szCs w:val="20"/>
        </w:rPr>
      </w:pPr>
    </w:p>
    <w:p w:rsidR="00FB4ABA" w:rsidP="003A2FF6" w:rsidRDefault="00FB4ABA" w14:paraId="24301AD2" w14:textId="77777777">
      <w:pPr>
        <w:spacing w:after="160"/>
        <w:jc w:val="left"/>
        <w:rPr>
          <w:rFonts w:cstheme="minorHAnsi"/>
          <w:szCs w:val="20"/>
        </w:rPr>
      </w:pPr>
    </w:p>
    <w:p w:rsidR="00FB4ABA" w:rsidP="003A2FF6" w:rsidRDefault="00FB4ABA" w14:paraId="5F488EF0" w14:textId="77777777">
      <w:pPr>
        <w:spacing w:after="160"/>
        <w:jc w:val="left"/>
        <w:rPr>
          <w:rFonts w:cstheme="minorHAnsi"/>
          <w:szCs w:val="20"/>
        </w:rPr>
      </w:pPr>
    </w:p>
    <w:p w:rsidR="00FB4ABA" w:rsidP="003A2FF6" w:rsidRDefault="00FB4ABA" w14:paraId="0F7A73C0" w14:textId="77777777">
      <w:pPr>
        <w:spacing w:after="160"/>
        <w:jc w:val="left"/>
        <w:rPr>
          <w:rFonts w:cstheme="minorHAnsi"/>
          <w:szCs w:val="20"/>
        </w:rPr>
      </w:pPr>
    </w:p>
    <w:p w:rsidR="00FB4ABA" w:rsidP="003A2FF6" w:rsidRDefault="00FB4ABA" w14:paraId="7D0DB865" w14:textId="77777777">
      <w:pPr>
        <w:spacing w:after="160"/>
        <w:jc w:val="left"/>
        <w:rPr>
          <w:rFonts w:cstheme="minorHAnsi"/>
          <w:szCs w:val="20"/>
        </w:rPr>
      </w:pPr>
    </w:p>
    <w:p w:rsidR="00FB4ABA" w:rsidP="003A2FF6" w:rsidRDefault="00FB4ABA" w14:paraId="3695DD08" w14:textId="77777777">
      <w:pPr>
        <w:spacing w:after="160"/>
        <w:jc w:val="left"/>
        <w:rPr>
          <w:rFonts w:cstheme="minorHAnsi"/>
          <w:szCs w:val="20"/>
        </w:rPr>
      </w:pPr>
    </w:p>
    <w:p w:rsidR="00FB4ABA" w:rsidP="003A2FF6" w:rsidRDefault="00FB4ABA" w14:paraId="64D4551B" w14:textId="77777777">
      <w:pPr>
        <w:spacing w:after="160"/>
        <w:jc w:val="left"/>
        <w:rPr>
          <w:rFonts w:cstheme="minorHAnsi"/>
          <w:szCs w:val="20"/>
        </w:rPr>
      </w:pPr>
    </w:p>
    <w:p w:rsidR="00B13656" w:rsidP="0059136A" w:rsidRDefault="00B13656" w14:paraId="5FCE272C" w14:textId="7CDE0B9C">
      <w:pPr>
        <w:pStyle w:val="TITRE2Sparateur"/>
      </w:pPr>
      <w:r>
        <w:t>Grille tarifaire – Site secondaire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2312"/>
        <w:gridCol w:w="3210"/>
      </w:tblGrid>
      <w:tr w:rsidR="00D63BC4" w:rsidTr="00C66FD0" w14:paraId="38995982" w14:textId="77777777">
        <w:tc>
          <w:tcPr>
            <w:tcW w:w="4106" w:type="dxa"/>
          </w:tcPr>
          <w:p w:rsidRPr="0059136A" w:rsidR="00D63BC4" w:rsidP="00D63BC4" w:rsidRDefault="00D63BC4" w14:paraId="02C19C61" w14:textId="350CCB95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 w:rsidRPr="0059136A">
              <w:rPr>
                <w:rFonts w:cstheme="minorHAnsi"/>
                <w:b/>
                <w:bCs/>
                <w:color w:val="009FE3" w:themeColor="accent1"/>
                <w:szCs w:val="20"/>
              </w:rPr>
              <w:t>Poste de coût</w:t>
            </w:r>
          </w:p>
        </w:tc>
        <w:tc>
          <w:tcPr>
            <w:tcW w:w="2312" w:type="dxa"/>
          </w:tcPr>
          <w:p w:rsidRPr="0059136A" w:rsidR="00D63BC4" w:rsidP="00D63BC4" w:rsidRDefault="00D63BC4" w14:paraId="5898DD19" w14:textId="46EAE121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 w:rsidRPr="0059136A">
              <w:rPr>
                <w:rFonts w:cstheme="minorHAnsi"/>
                <w:b/>
                <w:bCs/>
                <w:color w:val="009FE3" w:themeColor="accent1"/>
                <w:szCs w:val="20"/>
              </w:rPr>
              <w:t>Unité</w:t>
            </w:r>
          </w:p>
        </w:tc>
        <w:tc>
          <w:tcPr>
            <w:tcW w:w="3210" w:type="dxa"/>
          </w:tcPr>
          <w:p w:rsidRPr="0059136A" w:rsidR="00D63BC4" w:rsidP="00D63BC4" w:rsidRDefault="00D63BC4" w14:paraId="7B66FA32" w14:textId="3BCB8C33">
            <w:pPr>
              <w:spacing w:after="160"/>
              <w:jc w:val="left"/>
              <w:rPr>
                <w:rFonts w:cstheme="minorHAnsi"/>
                <w:b/>
                <w:bCs/>
                <w:color w:val="009FE3" w:themeColor="accent1"/>
                <w:szCs w:val="20"/>
              </w:rPr>
            </w:pPr>
            <w:r w:rsidRPr="0059136A">
              <w:rPr>
                <w:rFonts w:cstheme="minorHAnsi"/>
                <w:b/>
                <w:bCs/>
                <w:color w:val="009FE3" w:themeColor="accent1"/>
                <w:szCs w:val="20"/>
              </w:rPr>
              <w:t>Tarif proposé (€ HT)</w:t>
            </w:r>
          </w:p>
        </w:tc>
      </w:tr>
      <w:tr w:rsidR="00286A09" w:rsidTr="00C66FD0" w14:paraId="3B87B0A9" w14:textId="77777777">
        <w:tc>
          <w:tcPr>
            <w:tcW w:w="4106" w:type="dxa"/>
          </w:tcPr>
          <w:p w:rsidR="00286A09" w:rsidP="00286A09" w:rsidRDefault="00286A09" w14:paraId="6E0BA81D" w14:textId="4AAE7E44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Prix unitaire de stockage </w:t>
            </w:r>
          </w:p>
        </w:tc>
        <w:tc>
          <w:tcPr>
            <w:tcW w:w="2312" w:type="dxa"/>
          </w:tcPr>
          <w:p w:rsidR="00286A09" w:rsidP="00286A09" w:rsidRDefault="00286A09" w14:paraId="503D6336" w14:textId="232EC1C9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€/T/mois</w:t>
            </w:r>
          </w:p>
        </w:tc>
        <w:tc>
          <w:tcPr>
            <w:tcW w:w="3210" w:type="dxa"/>
          </w:tcPr>
          <w:p w:rsidR="00286A09" w:rsidP="00286A09" w:rsidRDefault="00286A09" w14:paraId="5E13E010" w14:textId="77777777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  <w:tr w:rsidR="00286A09" w:rsidTr="00C66FD0" w14:paraId="1C48CFCD" w14:textId="77777777">
        <w:tc>
          <w:tcPr>
            <w:tcW w:w="4106" w:type="dxa"/>
          </w:tcPr>
          <w:p w:rsidR="00286A09" w:rsidP="00286A09" w:rsidRDefault="00286A09" w14:paraId="5F911DFB" w14:textId="53CCEFA5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Prix de réception et entreposage </w:t>
            </w:r>
          </w:p>
        </w:tc>
        <w:tc>
          <w:tcPr>
            <w:tcW w:w="2312" w:type="dxa"/>
          </w:tcPr>
          <w:p w:rsidR="00286A09" w:rsidP="00286A09" w:rsidRDefault="00286A09" w14:paraId="5D38172D" w14:textId="78126C8C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€/T</w:t>
            </w:r>
          </w:p>
        </w:tc>
        <w:tc>
          <w:tcPr>
            <w:tcW w:w="3210" w:type="dxa"/>
          </w:tcPr>
          <w:p w:rsidR="00286A09" w:rsidP="00286A09" w:rsidRDefault="00286A09" w14:paraId="4BDDEFE4" w14:textId="77777777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  <w:tr w:rsidR="00C66FD0" w:rsidTr="00C66FD0" w14:paraId="26EB0501" w14:textId="77777777">
        <w:trPr>
          <w:trHeight w:val="310"/>
        </w:trPr>
        <w:tc>
          <w:tcPr>
            <w:tcW w:w="4106" w:type="dxa"/>
          </w:tcPr>
          <w:p w:rsidR="00C66FD0" w:rsidP="00286A09" w:rsidRDefault="00C66FD0" w14:paraId="750F8F76" w14:textId="16D5A7F6">
            <w:pPr>
              <w:spacing w:after="160"/>
              <w:jc w:val="left"/>
              <w:rPr>
                <w:rFonts w:cstheme="minorHAnsi"/>
                <w:szCs w:val="20"/>
              </w:rPr>
            </w:pPr>
            <w:r w:rsidRPr="009F08CA">
              <w:rPr>
                <w:rFonts w:cstheme="minorHAnsi"/>
                <w:szCs w:val="20"/>
              </w:rPr>
              <w:t>Rotation de benne</w:t>
            </w:r>
            <w:r>
              <w:rPr>
                <w:rFonts w:cstheme="minorHAnsi"/>
                <w:szCs w:val="20"/>
              </w:rPr>
              <w:t xml:space="preserve"> (20 ou 30 </w:t>
            </w:r>
            <w:r w:rsidRPr="0016036E">
              <w:rPr>
                <w:szCs w:val="20"/>
              </w:rPr>
              <w:t>m</w:t>
            </w:r>
            <w:r>
              <w:rPr>
                <w:szCs w:val="20"/>
                <w:vertAlign w:val="superscript"/>
              </w:rPr>
              <w:t>3</w:t>
            </w:r>
            <w:r>
              <w:rPr>
                <w:rFonts w:cstheme="minorHAnsi"/>
                <w:szCs w:val="20"/>
              </w:rPr>
              <w:t>)</w:t>
            </w:r>
            <w:r w:rsidRPr="009F08CA">
              <w:rPr>
                <w:rFonts w:cstheme="minorHAnsi"/>
                <w:szCs w:val="20"/>
              </w:rPr>
              <w:t xml:space="preserve"> vers centre de </w:t>
            </w:r>
            <w:r>
              <w:rPr>
                <w:rFonts w:cstheme="minorHAnsi"/>
                <w:szCs w:val="20"/>
              </w:rPr>
              <w:t>sur</w:t>
            </w:r>
            <w:r w:rsidRPr="009F08CA">
              <w:rPr>
                <w:rFonts w:cstheme="minorHAnsi"/>
                <w:szCs w:val="20"/>
              </w:rPr>
              <w:t>tri (forfait)</w:t>
            </w:r>
          </w:p>
        </w:tc>
        <w:tc>
          <w:tcPr>
            <w:tcW w:w="2312" w:type="dxa"/>
            <w:vMerge w:val="restart"/>
          </w:tcPr>
          <w:p w:rsidR="00C66FD0" w:rsidP="00286A09" w:rsidRDefault="00C66FD0" w14:paraId="70FF87FE" w14:textId="46A5FFA7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€</w:t>
            </w:r>
          </w:p>
        </w:tc>
        <w:tc>
          <w:tcPr>
            <w:tcW w:w="3210" w:type="dxa"/>
            <w:vMerge w:val="restart"/>
          </w:tcPr>
          <w:p w:rsidR="00C66FD0" w:rsidP="00286A09" w:rsidRDefault="00C66FD0" w14:paraId="16110B4B" w14:textId="77777777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  <w:tr w:rsidR="00C66FD0" w:rsidTr="00C66FD0" w14:paraId="36593FD7" w14:textId="77777777">
        <w:trPr>
          <w:trHeight w:val="310"/>
        </w:trPr>
        <w:tc>
          <w:tcPr>
            <w:tcW w:w="4106" w:type="dxa"/>
          </w:tcPr>
          <w:p w:rsidRPr="009F08CA" w:rsidR="00C66FD0" w:rsidP="00286A09" w:rsidRDefault="00C66FD0" w14:paraId="623420B7" w14:textId="5D50335E">
            <w:pPr>
              <w:spacing w:after="160"/>
              <w:jc w:val="left"/>
              <w:rPr>
                <w:rFonts w:cstheme="minorHAnsi"/>
                <w:szCs w:val="20"/>
              </w:rPr>
            </w:pPr>
            <w:r>
              <w:rPr>
                <w:i/>
                <w:iCs/>
                <w:color w:val="009FE3" w:themeColor="accent1"/>
                <w:sz w:val="18"/>
                <w:szCs w:val="18"/>
              </w:rPr>
              <w:t>Merci d’indiquer ici le centre de surtri sélectionné</w:t>
            </w:r>
            <w:r w:rsidR="00BD349D">
              <w:rPr>
                <w:i/>
                <w:iCs/>
                <w:color w:val="009FE3" w:themeColor="accent1"/>
                <w:sz w:val="18"/>
                <w:szCs w:val="18"/>
              </w:rPr>
              <w:t xml:space="preserve"> </w:t>
            </w:r>
            <w:r w:rsidR="00BD349D">
              <w:rPr>
                <w:i/>
                <w:iCs/>
                <w:color w:val="009FE3" w:themeColor="accent1"/>
                <w:sz w:val="18"/>
                <w:szCs w:val="18"/>
              </w:rPr>
              <w:t>(le plus proche de votre site)</w:t>
            </w:r>
          </w:p>
        </w:tc>
        <w:tc>
          <w:tcPr>
            <w:tcW w:w="2312" w:type="dxa"/>
            <w:vMerge/>
          </w:tcPr>
          <w:p w:rsidR="00C66FD0" w:rsidP="00286A09" w:rsidRDefault="00C66FD0" w14:paraId="04D7F0E3" w14:textId="77777777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  <w:tc>
          <w:tcPr>
            <w:tcW w:w="3210" w:type="dxa"/>
            <w:vMerge/>
          </w:tcPr>
          <w:p w:rsidR="00C66FD0" w:rsidP="00286A09" w:rsidRDefault="00C66FD0" w14:paraId="6B40F739" w14:textId="77777777">
            <w:pPr>
              <w:spacing w:after="160"/>
              <w:jc w:val="left"/>
              <w:rPr>
                <w:rFonts w:cstheme="minorHAnsi"/>
                <w:szCs w:val="20"/>
              </w:rPr>
            </w:pPr>
          </w:p>
        </w:tc>
      </w:tr>
    </w:tbl>
    <w:p w:rsidR="0059136A" w:rsidRDefault="0059136A" w14:paraId="560FFBF9" w14:textId="77777777">
      <w:pPr>
        <w:spacing w:after="160"/>
        <w:jc w:val="left"/>
        <w:rPr>
          <w:rFonts w:cstheme="minorHAnsi"/>
          <w:szCs w:val="20"/>
        </w:rPr>
      </w:pPr>
    </w:p>
    <w:p w:rsidR="0059136A" w:rsidP="00225F10" w:rsidRDefault="0059136A" w14:paraId="3E426895" w14:textId="77777777">
      <w:pPr>
        <w:spacing w:after="16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Si vous êtes en mesure de réaliser </w:t>
      </w:r>
      <w:r w:rsidRPr="001D7738">
        <w:rPr>
          <w:rFonts w:cstheme="minorHAnsi"/>
          <w:b/>
          <w:bCs/>
          <w:szCs w:val="20"/>
        </w:rPr>
        <w:t>la caractérisation</w:t>
      </w:r>
      <w:r>
        <w:rPr>
          <w:rFonts w:cstheme="minorHAnsi"/>
          <w:szCs w:val="20"/>
        </w:rPr>
        <w:t>, merci de préciser ci-dessous le coût unitaire par caractérisation (en € HT) :</w:t>
      </w:r>
    </w:p>
    <w:p w:rsidR="0059136A" w:rsidP="0059136A" w:rsidRDefault="0059136A" w14:paraId="14B2EFE7" w14:textId="77777777">
      <w:pPr>
        <w:spacing w:after="160"/>
        <w:jc w:val="left"/>
        <w:rPr>
          <w:rFonts w:cstheme="minorHAnsi"/>
          <w:szCs w:val="20"/>
        </w:rPr>
      </w:pPr>
      <w:r w:rsidRPr="001D7738">
        <w:rPr>
          <w:rFonts w:cstheme="minorHAnsi"/>
          <w:szCs w:val="20"/>
        </w:rPr>
        <w:t>Tarif unitaire par caractérisation : ___ € HT par prestation</w:t>
      </w:r>
    </w:p>
    <w:p w:rsidR="00195D4C" w:rsidRDefault="00195D4C" w14:paraId="099468DC" w14:textId="32A098BB">
      <w:pPr>
        <w:spacing w:after="16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br w:type="page"/>
      </w:r>
    </w:p>
    <w:p w:rsidR="00BA5EA1" w:rsidP="003A2FF6" w:rsidRDefault="00BA5EA1" w14:paraId="21A2E9D0" w14:textId="77777777">
      <w:pPr>
        <w:spacing w:after="160"/>
        <w:jc w:val="left"/>
        <w:rPr>
          <w:rFonts w:cstheme="minorHAnsi"/>
          <w:szCs w:val="20"/>
        </w:rPr>
      </w:pPr>
    </w:p>
    <w:p w:rsidRPr="00CD000F" w:rsidR="00CD000F" w:rsidP="00CD000F" w:rsidRDefault="00CD000F" w14:paraId="392740BB" w14:textId="40725F61">
      <w:pPr>
        <w:pStyle w:val="Titre2"/>
        <w:numPr>
          <w:ilvl w:val="0"/>
          <w:numId w:val="0"/>
        </w:numPr>
        <w:ind w:left="851"/>
      </w:pPr>
      <w:bookmarkStart w:name="_Toc187930680" w:id="26"/>
      <w:r>
        <w:t xml:space="preserve">Liste des documents à fournir </w:t>
      </w:r>
      <w:bookmarkEnd w:id="26"/>
    </w:p>
    <w:p w:rsidR="003C44BA" w:rsidP="003C44BA" w:rsidRDefault="003C44BA" w14:paraId="268BFE62" w14:textId="2AB09CCE">
      <w:pPr>
        <w:rPr>
          <w:sz w:val="22"/>
        </w:rPr>
      </w:pPr>
    </w:p>
    <w:p w:rsidR="0023063C" w:rsidP="0023063C" w:rsidRDefault="0023063C" w14:paraId="37B5D5B9" w14:textId="08B6B6FD">
      <w:pPr>
        <w:pStyle w:val="Titre20"/>
        <w:ind w:firstLine="0"/>
      </w:pPr>
      <w:bookmarkStart w:name="_Toc197940393" w:id="27"/>
      <w:r>
        <w:t xml:space="preserve">Annexes relatives à la situation administrative </w:t>
      </w:r>
      <w:bookmarkEnd w:id="27"/>
    </w:p>
    <w:p w:rsidR="0023063C" w:rsidP="0023063C" w:rsidRDefault="0023063C" w14:paraId="55D4FA30" w14:textId="4091372B">
      <w:r w:rsidRPr="006E65DA">
        <w:rPr>
          <w:b/>
          <w:bCs/>
        </w:rPr>
        <w:t>Annexe 1</w:t>
      </w:r>
      <w:r>
        <w:t xml:space="preserve"> - Extrait K-Bis de moins de </w:t>
      </w:r>
      <w:r w:rsidR="00AF69C2">
        <w:t>3</w:t>
      </w:r>
      <w:r>
        <w:t xml:space="preserve"> mois </w:t>
      </w:r>
    </w:p>
    <w:p w:rsidR="0023063C" w:rsidP="0023063C" w:rsidRDefault="0023063C" w14:paraId="15B6F155" w14:textId="77777777">
      <w:r w:rsidRPr="006E65DA">
        <w:rPr>
          <w:b/>
          <w:bCs/>
        </w:rPr>
        <w:t>Annexe 3 -</w:t>
      </w:r>
      <w:r>
        <w:t xml:space="preserve"> Déclaration sur l’honneur de la régularité de sa situation au regard des obligations fiscales et sociales</w:t>
      </w:r>
    </w:p>
    <w:p w:rsidR="0023063C" w:rsidP="0023063C" w:rsidRDefault="0023063C" w14:paraId="26551077" w14:textId="2EB202CA">
      <w:r w:rsidRPr="006E65DA">
        <w:rPr>
          <w:b/>
          <w:bCs/>
        </w:rPr>
        <w:t>Annexe 4 -</w:t>
      </w:r>
      <w:r>
        <w:t xml:space="preserve"> </w:t>
      </w:r>
      <w:r w:rsidRPr="00736440" w:rsidR="00736440">
        <w:t>Les attestations de régularité fiscale, d’assurance, de vigilance URSSAF, et la déclaration des travailleurs étrangers soumis à autorisation de travail</w:t>
      </w:r>
    </w:p>
    <w:p w:rsidR="0023063C" w:rsidP="0023063C" w:rsidRDefault="0023063C" w14:paraId="28655CC1" w14:textId="77777777"/>
    <w:p w:rsidR="0023063C" w:rsidP="0023063C" w:rsidRDefault="0023063C" w14:paraId="53A42271" w14:textId="05FB5F36">
      <w:pPr>
        <w:pStyle w:val="Titre20"/>
        <w:ind w:firstLine="0"/>
      </w:pPr>
      <w:bookmarkStart w:name="_Toc197940394" w:id="28"/>
      <w:r>
        <w:t xml:space="preserve">Annexes relatives </w:t>
      </w:r>
      <w:bookmarkEnd w:id="28"/>
      <w:r w:rsidR="00736440">
        <w:t>au stockage</w:t>
      </w:r>
    </w:p>
    <w:p w:rsidR="0023063C" w:rsidP="0023063C" w:rsidRDefault="0023063C" w14:paraId="3317EB97" w14:textId="17564FB1">
      <w:r w:rsidRPr="006E65DA">
        <w:rPr>
          <w:b/>
          <w:bCs/>
        </w:rPr>
        <w:t xml:space="preserve">Annexe </w:t>
      </w:r>
      <w:r>
        <w:rPr>
          <w:b/>
          <w:bCs/>
        </w:rPr>
        <w:t>5</w:t>
      </w:r>
      <w:r>
        <w:t xml:space="preserve"> – </w:t>
      </w:r>
      <w:r w:rsidRPr="00736440" w:rsidR="00736440">
        <w:t>Les documents de conformité réglementaire</w:t>
      </w:r>
      <w:r w:rsidRPr="00736440" w:rsidR="00736440">
        <w:rPr>
          <w:rFonts w:ascii="Arial" w:hAnsi="Arial" w:cs="Arial"/>
        </w:rPr>
        <w:t> </w:t>
      </w:r>
      <w:r w:rsidRPr="00736440" w:rsidR="00736440">
        <w:t>pour la Prestation</w:t>
      </w:r>
      <w:r w:rsidRPr="00736440" w:rsidR="00736440">
        <w:rPr>
          <w:rFonts w:ascii="Arial" w:hAnsi="Arial" w:cs="Arial"/>
        </w:rPr>
        <w:t> </w:t>
      </w:r>
      <w:r w:rsidRPr="00736440" w:rsidR="00736440">
        <w:t>: Arrêté d’autorisation préfectorale, récépissé de déclaration ou d’enregistrement au titre de la réglementation sur les Installations Classées pour la Protection de l’Environnement (comprenant la rubrique ICPE 2714) </w:t>
      </w:r>
    </w:p>
    <w:p w:rsidRPr="007D1383" w:rsidR="00DE71CE" w:rsidP="0023063C" w:rsidRDefault="00DE71CE" w14:paraId="177665EC" w14:textId="05D14527">
      <w:pPr>
        <w:rPr>
          <w:sz w:val="22"/>
        </w:rPr>
      </w:pPr>
      <w:r>
        <w:t>Si dépôt</w:t>
      </w:r>
      <w:r w:rsidR="00C245B2">
        <w:t xml:space="preserve"> d’enregistrement</w:t>
      </w:r>
      <w:r>
        <w:t xml:space="preserve"> prévu avant la mise en œuvre</w:t>
      </w:r>
      <w:r w:rsidR="00C245B2">
        <w:t> : engagement écrit</w:t>
      </w:r>
    </w:p>
    <w:sectPr w:rsidRPr="007D1383" w:rsidR="00DE71CE" w:rsidSect="00697E20">
      <w:headerReference w:type="default" r:id="rId15"/>
      <w:footerReference w:type="default" r:id="rId16"/>
      <w:headerReference w:type="first" r:id="rId17"/>
      <w:footerReference w:type="first" r:id="rId18"/>
      <w:pgSz w:w="11906" w:h="16838" w:orient="portrait"/>
      <w:pgMar w:top="1418" w:right="1134" w:bottom="1701" w:left="1134" w:header="709" w:footer="70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1D4F" w:rsidP="00892491" w:rsidRDefault="00AA1D4F" w14:paraId="336F2358" w14:textId="77777777">
      <w:pPr>
        <w:spacing w:after="0" w:line="240" w:lineRule="auto"/>
      </w:pPr>
      <w:r>
        <w:separator/>
      </w:r>
    </w:p>
    <w:p w:rsidR="00AA1D4F" w:rsidRDefault="00AA1D4F" w14:paraId="49ABBB56" w14:textId="77777777"/>
  </w:endnote>
  <w:endnote w:type="continuationSeparator" w:id="0">
    <w:p w:rsidR="00AA1D4F" w:rsidP="00892491" w:rsidRDefault="00AA1D4F" w14:paraId="6E649061" w14:textId="77777777">
      <w:pPr>
        <w:spacing w:after="0" w:line="240" w:lineRule="auto"/>
      </w:pPr>
      <w:r>
        <w:continuationSeparator/>
      </w:r>
    </w:p>
    <w:p w:rsidR="00AA1D4F" w:rsidRDefault="00AA1D4F" w14:paraId="2303D8D8" w14:textId="77777777"/>
  </w:endnote>
  <w:endnote w:type="continuationNotice" w:id="1">
    <w:p w:rsidR="00AA1D4F" w:rsidRDefault="00AA1D4F" w14:paraId="2981445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ill Sans MT">
    <w:altName w:val="Cambria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20224B" w:rsidR="00986E4D" w:rsidP="007C64B4" w:rsidRDefault="00986E4D" w14:paraId="0565481A" w14:textId="57290C46">
    <w:pPr>
      <w:pStyle w:val="Pieddepage"/>
      <w:jc w:val="both"/>
      <w:rPr>
        <w:rStyle w:val="Numrodepage"/>
      </w:rPr>
    </w:pPr>
  </w:p>
  <w:tbl>
    <w:tblPr>
      <w:tblStyle w:val="Grilledutableau"/>
      <w:tblpPr w:leftFromText="142" w:rightFromText="142" w:vertAnchor="page" w:horzAnchor="page" w:tblpXSpec="center" w:tblpYSpec="bottom"/>
      <w:tblOverlap w:val="never"/>
      <w:tblW w:w="11907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1134"/>
      <w:gridCol w:w="8931"/>
      <w:gridCol w:w="708"/>
      <w:gridCol w:w="1134"/>
    </w:tblGrid>
    <w:tr w:rsidRPr="004F3222" w:rsidR="00986E4D" w:rsidTr="002C0855" w14:paraId="4A779283" w14:textId="77777777">
      <w:trPr>
        <w:jc w:val="center"/>
      </w:trPr>
      <w:tc>
        <w:tcPr>
          <w:tcW w:w="1134" w:type="dxa"/>
          <w:tcMar>
            <w:top w:w="57" w:type="dxa"/>
            <w:bottom w:w="57" w:type="dxa"/>
          </w:tcMar>
        </w:tcPr>
        <w:p w:rsidRPr="00754E8D" w:rsidR="00986E4D" w:rsidP="007C64B4" w:rsidRDefault="00986E4D" w14:paraId="198BBF20" w14:textId="77777777">
          <w:pPr>
            <w:pStyle w:val="InfosCale"/>
            <w:framePr w:hSpace="0" w:wrap="auto" w:hAnchor="text" w:vAnchor="margin" w:xAlign="left" w:yAlign="inline"/>
            <w:suppressOverlap w:val="0"/>
          </w:pPr>
        </w:p>
      </w:tc>
      <w:tc>
        <w:tcPr>
          <w:tcW w:w="8931" w:type="dxa"/>
          <w:shd w:val="clear" w:color="auto" w:fill="FFFFFF" w:themeFill="background1"/>
          <w:tcMar>
            <w:top w:w="57" w:type="dxa"/>
            <w:bottom w:w="57" w:type="dxa"/>
          </w:tcMar>
        </w:tcPr>
        <w:p w:rsidRPr="004F3222" w:rsidR="00986E4D" w:rsidP="007C64B4" w:rsidRDefault="00986E4D" w14:paraId="212FF283" w14:textId="18A74EC7">
          <w:pPr>
            <w:pStyle w:val="InfosDoc"/>
            <w:jc w:val="left"/>
          </w:pPr>
        </w:p>
      </w:tc>
      <w:tc>
        <w:tcPr>
          <w:tcW w:w="708" w:type="dxa"/>
          <w:shd w:val="clear" w:color="auto" w:fill="FFFFFF" w:themeFill="background1"/>
          <w:tcMar>
            <w:top w:w="57" w:type="dxa"/>
            <w:bottom w:w="57" w:type="dxa"/>
          </w:tcMar>
        </w:tcPr>
        <w:p w:rsidRPr="00754E8D" w:rsidR="00986E4D" w:rsidP="007C64B4" w:rsidRDefault="00986E4D" w14:paraId="477754CB" w14:textId="77777777">
          <w:pPr>
            <w:pStyle w:val="InfosPage"/>
            <w:framePr w:hSpace="0" w:wrap="auto" w:hAnchor="text" w:vAnchor="margin" w:xAlign="left" w:yAlign="inline"/>
            <w:suppressOverlap w:val="0"/>
          </w:pPr>
          <w:r w:rsidRPr="00754E8D">
            <w:rPr>
              <w:color w:val="2B579A"/>
              <w:shd w:val="clear" w:color="auto" w:fill="E6E6E6"/>
            </w:rPr>
            <w:fldChar w:fldCharType="begin"/>
          </w:r>
          <w:r w:rsidRPr="00754E8D">
            <w:instrText xml:space="preserve"> PAGE   \* MERGEFORMAT </w:instrText>
          </w:r>
          <w:r w:rsidRPr="00754E8D">
            <w:rPr>
              <w:color w:val="2B579A"/>
              <w:shd w:val="clear" w:color="auto" w:fill="E6E6E6"/>
            </w:rPr>
            <w:fldChar w:fldCharType="separate"/>
          </w:r>
          <w:r>
            <w:t>1</w:t>
          </w:r>
          <w:r w:rsidRPr="00754E8D">
            <w:rPr>
              <w:color w:val="2B579A"/>
              <w:shd w:val="clear" w:color="auto" w:fill="E6E6E6"/>
            </w:rPr>
            <w:fldChar w:fldCharType="end"/>
          </w:r>
          <w:r w:rsidRPr="00754E8D">
            <w:t>/</w:t>
          </w:r>
          <w:r>
            <w:fldChar w:fldCharType="begin"/>
          </w:r>
          <w:r>
            <w:instrText>NUMPAGES   \* MERGEFORMAT</w:instrText>
          </w:r>
          <w:r>
            <w:fldChar w:fldCharType="separate"/>
          </w:r>
          <w:r>
            <w:t>7</w:t>
          </w:r>
          <w:r>
            <w:fldChar w:fldCharType="end"/>
          </w:r>
        </w:p>
      </w:tc>
      <w:tc>
        <w:tcPr>
          <w:tcW w:w="1134" w:type="dxa"/>
          <w:tcMar>
            <w:top w:w="57" w:type="dxa"/>
            <w:bottom w:w="57" w:type="dxa"/>
          </w:tcMar>
        </w:tcPr>
        <w:p w:rsidRPr="004F3222" w:rsidR="00986E4D" w:rsidP="007C64B4" w:rsidRDefault="00986E4D" w14:paraId="47FCDB58" w14:textId="77777777">
          <w:pPr>
            <w:pStyle w:val="InfosCale"/>
            <w:framePr w:hSpace="0" w:wrap="auto" w:hAnchor="text" w:vAnchor="margin" w:xAlign="left" w:yAlign="inline"/>
            <w:suppressOverlap w:val="0"/>
          </w:pPr>
        </w:p>
      </w:tc>
    </w:tr>
    <w:tr w:rsidRPr="004F3222" w:rsidR="00986E4D" w:rsidTr="002C0855" w14:paraId="4C707C80" w14:textId="77777777">
      <w:trPr>
        <w:jc w:val="center"/>
      </w:trPr>
      <w:tc>
        <w:tcPr>
          <w:tcW w:w="1134" w:type="dxa"/>
        </w:tcPr>
        <w:p w:rsidRPr="004F3222" w:rsidR="00986E4D" w:rsidP="007C64B4" w:rsidRDefault="00986E4D" w14:paraId="683C99BB" w14:textId="77777777"/>
      </w:tc>
      <w:tc>
        <w:tcPr>
          <w:tcW w:w="8931" w:type="dxa"/>
        </w:tcPr>
        <w:p w:rsidRPr="004F3222" w:rsidR="00986E4D" w:rsidP="007C64B4" w:rsidRDefault="00986E4D" w14:paraId="77E29B95" w14:textId="77777777"/>
      </w:tc>
      <w:tc>
        <w:tcPr>
          <w:tcW w:w="708" w:type="dxa"/>
        </w:tcPr>
        <w:p w:rsidRPr="004F3222" w:rsidR="00986E4D" w:rsidP="007C64B4" w:rsidRDefault="00986E4D" w14:paraId="4B779E9C" w14:textId="77777777"/>
      </w:tc>
      <w:tc>
        <w:tcPr>
          <w:tcW w:w="1134" w:type="dxa"/>
        </w:tcPr>
        <w:p w:rsidRPr="004F3222" w:rsidR="00986E4D" w:rsidP="007C64B4" w:rsidRDefault="00986E4D" w14:paraId="470CADB3" w14:textId="77777777"/>
      </w:tc>
    </w:tr>
  </w:tbl>
  <w:p w:rsidR="00986E4D" w:rsidRDefault="00986E4D" w14:paraId="1265177D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20224B" w:rsidR="00986E4D" w:rsidP="007C64B4" w:rsidRDefault="00986E4D" w14:paraId="5EAC1F97" w14:textId="77777777">
    <w:pPr>
      <w:pStyle w:val="Pieddepage"/>
      <w:jc w:val="both"/>
      <w:rPr>
        <w:rStyle w:val="Numrodepage"/>
      </w:rPr>
    </w:pPr>
  </w:p>
  <w:tbl>
    <w:tblPr>
      <w:tblStyle w:val="Grilledutableau"/>
      <w:tblpPr w:leftFromText="142" w:rightFromText="142" w:vertAnchor="page" w:horzAnchor="page" w:tblpXSpec="center" w:tblpYSpec="bottom"/>
      <w:tblOverlap w:val="never"/>
      <w:tblW w:w="11907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1134"/>
      <w:gridCol w:w="8931"/>
      <w:gridCol w:w="708"/>
      <w:gridCol w:w="1134"/>
    </w:tblGrid>
    <w:tr w:rsidRPr="004F3222" w:rsidR="00986E4D" w:rsidTr="002C0855" w14:paraId="78941062" w14:textId="77777777">
      <w:trPr>
        <w:jc w:val="center"/>
      </w:trPr>
      <w:tc>
        <w:tcPr>
          <w:tcW w:w="1134" w:type="dxa"/>
          <w:tcMar>
            <w:top w:w="57" w:type="dxa"/>
            <w:bottom w:w="57" w:type="dxa"/>
          </w:tcMar>
        </w:tcPr>
        <w:p w:rsidRPr="00754E8D" w:rsidR="00986E4D" w:rsidP="007C64B4" w:rsidRDefault="00986E4D" w14:paraId="0C44C1D2" w14:textId="77777777">
          <w:pPr>
            <w:pStyle w:val="InfosCale"/>
            <w:framePr w:hSpace="0" w:wrap="auto" w:hAnchor="text" w:vAnchor="margin" w:xAlign="left" w:yAlign="inline"/>
            <w:suppressOverlap w:val="0"/>
          </w:pPr>
        </w:p>
      </w:tc>
      <w:tc>
        <w:tcPr>
          <w:tcW w:w="8931" w:type="dxa"/>
          <w:shd w:val="clear" w:color="auto" w:fill="FFFFFF" w:themeFill="background1"/>
          <w:tcMar>
            <w:top w:w="57" w:type="dxa"/>
            <w:bottom w:w="57" w:type="dxa"/>
          </w:tcMar>
        </w:tcPr>
        <w:p w:rsidRPr="004F3222" w:rsidR="00986E4D" w:rsidP="007C64B4" w:rsidRDefault="00986E4D" w14:paraId="44CC4039" w14:textId="2CB9CC6C">
          <w:pPr>
            <w:pStyle w:val="InfosDoc"/>
            <w:jc w:val="left"/>
          </w:pPr>
        </w:p>
      </w:tc>
      <w:tc>
        <w:tcPr>
          <w:tcW w:w="708" w:type="dxa"/>
          <w:shd w:val="clear" w:color="auto" w:fill="FFFFFF" w:themeFill="background1"/>
          <w:tcMar>
            <w:top w:w="57" w:type="dxa"/>
            <w:bottom w:w="57" w:type="dxa"/>
          </w:tcMar>
        </w:tcPr>
        <w:p w:rsidRPr="00754E8D" w:rsidR="00986E4D" w:rsidP="007C64B4" w:rsidRDefault="00986E4D" w14:paraId="6AC8A79E" w14:textId="77777777">
          <w:pPr>
            <w:pStyle w:val="InfosPage"/>
            <w:framePr w:hSpace="0" w:wrap="auto" w:hAnchor="text" w:vAnchor="margin" w:xAlign="left" w:yAlign="inline"/>
            <w:suppressOverlap w:val="0"/>
          </w:pPr>
          <w:r w:rsidRPr="00754E8D">
            <w:rPr>
              <w:color w:val="2B579A"/>
              <w:shd w:val="clear" w:color="auto" w:fill="E6E6E6"/>
            </w:rPr>
            <w:fldChar w:fldCharType="begin"/>
          </w:r>
          <w:r w:rsidRPr="00754E8D">
            <w:instrText xml:space="preserve"> PAGE   \* MERGEFORMAT </w:instrText>
          </w:r>
          <w:r w:rsidRPr="00754E8D">
            <w:rPr>
              <w:color w:val="2B579A"/>
              <w:shd w:val="clear" w:color="auto" w:fill="E6E6E6"/>
            </w:rPr>
            <w:fldChar w:fldCharType="separate"/>
          </w:r>
          <w:r>
            <w:t>1</w:t>
          </w:r>
          <w:r w:rsidRPr="00754E8D">
            <w:rPr>
              <w:color w:val="2B579A"/>
              <w:shd w:val="clear" w:color="auto" w:fill="E6E6E6"/>
            </w:rPr>
            <w:fldChar w:fldCharType="end"/>
          </w:r>
          <w:r w:rsidRPr="00754E8D">
            <w:t>/</w:t>
          </w:r>
          <w:r>
            <w:fldChar w:fldCharType="begin"/>
          </w:r>
          <w:r>
            <w:instrText>NUMPAGES   \* MERGEFORMAT</w:instrText>
          </w:r>
          <w:r>
            <w:fldChar w:fldCharType="separate"/>
          </w:r>
          <w:r>
            <w:t>6</w:t>
          </w:r>
          <w:r>
            <w:fldChar w:fldCharType="end"/>
          </w:r>
        </w:p>
      </w:tc>
      <w:tc>
        <w:tcPr>
          <w:tcW w:w="1134" w:type="dxa"/>
          <w:tcMar>
            <w:top w:w="57" w:type="dxa"/>
            <w:bottom w:w="57" w:type="dxa"/>
          </w:tcMar>
        </w:tcPr>
        <w:p w:rsidRPr="004F3222" w:rsidR="00986E4D" w:rsidP="007C64B4" w:rsidRDefault="00986E4D" w14:paraId="2ED33B3B" w14:textId="77777777">
          <w:pPr>
            <w:pStyle w:val="InfosCale"/>
            <w:framePr w:hSpace="0" w:wrap="auto" w:hAnchor="text" w:vAnchor="margin" w:xAlign="left" w:yAlign="inline"/>
            <w:suppressOverlap w:val="0"/>
          </w:pPr>
        </w:p>
      </w:tc>
    </w:tr>
    <w:tr w:rsidRPr="004F3222" w:rsidR="00986E4D" w:rsidTr="002C0855" w14:paraId="0DB435CB" w14:textId="77777777">
      <w:trPr>
        <w:jc w:val="center"/>
      </w:trPr>
      <w:tc>
        <w:tcPr>
          <w:tcW w:w="1134" w:type="dxa"/>
        </w:tcPr>
        <w:p w:rsidRPr="004F3222" w:rsidR="00986E4D" w:rsidP="007C64B4" w:rsidRDefault="00986E4D" w14:paraId="63458A84" w14:textId="77777777"/>
      </w:tc>
      <w:tc>
        <w:tcPr>
          <w:tcW w:w="8931" w:type="dxa"/>
        </w:tcPr>
        <w:p w:rsidRPr="004F3222" w:rsidR="00986E4D" w:rsidP="007C64B4" w:rsidRDefault="00986E4D" w14:paraId="7DDFE129" w14:textId="77777777"/>
      </w:tc>
      <w:tc>
        <w:tcPr>
          <w:tcW w:w="708" w:type="dxa"/>
        </w:tcPr>
        <w:p w:rsidRPr="004F3222" w:rsidR="00986E4D" w:rsidP="007C64B4" w:rsidRDefault="00986E4D" w14:paraId="10CDE1BA" w14:textId="77777777"/>
      </w:tc>
      <w:tc>
        <w:tcPr>
          <w:tcW w:w="1134" w:type="dxa"/>
        </w:tcPr>
        <w:p w:rsidRPr="004F3222" w:rsidR="00986E4D" w:rsidP="007C64B4" w:rsidRDefault="00986E4D" w14:paraId="45594B8D" w14:textId="77777777"/>
      </w:tc>
    </w:tr>
  </w:tbl>
  <w:p w:rsidR="00986E4D" w:rsidRDefault="00986E4D" w14:paraId="558070DB" w14:textId="7777777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B03973" w:rsidR="00986E4D" w:rsidP="00D27862" w:rsidRDefault="00986E4D" w14:paraId="4D4EEF82" w14:textId="77777777">
    <w:pPr>
      <w:pStyle w:val="Avertissement"/>
    </w:pPr>
    <w:r w:rsidRPr="00B03973">
      <w:t xml:space="preserve">Ce document est la propriété exclusive de la société </w:t>
    </w:r>
    <w:r>
      <w:t>Citeo</w:t>
    </w:r>
    <w:r w:rsidRPr="00B03973">
      <w:t xml:space="preserve"> et ne saurait être utilisé, reproduit, représenté, transmis ou divulgué sans l’accord préalable et explicite de celle-ci.</w:t>
    </w:r>
  </w:p>
  <w:p w:rsidR="00986E4D" w:rsidP="00D27862" w:rsidRDefault="00986E4D" w14:paraId="68472D75" w14:textId="77777777">
    <w:pPr>
      <w:pStyle w:val="Pieddepage"/>
    </w:pPr>
  </w:p>
  <w:p w:rsidR="00986E4D" w:rsidP="00D27862" w:rsidRDefault="00986E4D" w14:paraId="0DA7DC8A" w14:textId="77777777">
    <w:pPr>
      <w:pStyle w:val="Pieddepage"/>
    </w:pPr>
    <w:r>
      <w:rPr>
        <w:noProof/>
        <w:color w:val="2B579A"/>
        <w:shd w:val="clear" w:color="auto" w:fill="E6E6E6"/>
        <w:lang w:eastAsia="zh-TW"/>
      </w:rPr>
      <w:drawing>
        <wp:anchor distT="0" distB="0" distL="114300" distR="114300" simplePos="0" relativeHeight="251658240" behindDoc="1" locked="1" layoutInCell="1" allowOverlap="1" wp14:anchorId="389CE329" wp14:editId="75C378CD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310" cy="1083310"/>
          <wp:effectExtent l="0" t="0" r="0" b="0"/>
          <wp:wrapNone/>
          <wp:docPr id="847545757" name="Image 847545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83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 w:rsidRPr="00576A49">
      <w:rPr>
        <w:rStyle w:val="Numrodepage"/>
      </w:rPr>
      <w:t>4</w:t>
    </w:r>
    <w:r>
      <w:rPr>
        <w:color w:val="2B579A"/>
        <w:shd w:val="clear" w:color="auto" w:fill="E6E6E6"/>
      </w:rPr>
      <w:fldChar w:fldCharType="end"/>
    </w:r>
    <w: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  \* MERGEFORMAT </w:instrText>
    </w:r>
    <w:r>
      <w:rPr>
        <w:rStyle w:val="Numrodepage"/>
      </w:rPr>
      <w:fldChar w:fldCharType="separate"/>
    </w:r>
    <w:r>
      <w:rPr>
        <w:rStyle w:val="Numrodepage"/>
      </w:rPr>
      <w:t>15</w:t>
    </w:r>
    <w:r>
      <w:rPr>
        <w:rStyle w:val="Numrodepage"/>
      </w:rPr>
      <w:fldChar w:fldCharType="end"/>
    </w:r>
    <w:bookmarkStart w:name="_Hlk491332020" w:id="29"/>
    <w:bookmarkEnd w:id="29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986E4D" w:rsidP="00D27862" w:rsidRDefault="00986E4D" w14:paraId="2463E541" w14:textId="77777777">
    <w:pPr>
      <w:pStyle w:val="Pieddepage"/>
      <w:tabs>
        <w:tab w:val="left" w:pos="426"/>
      </w:tabs>
    </w:pPr>
  </w:p>
  <w:p w:rsidR="00986E4D" w:rsidP="00D27862" w:rsidRDefault="00986E4D" w14:paraId="275EAFBA" w14:textId="77777777">
    <w:pPr>
      <w:pStyle w:val="Pieddepage"/>
      <w:tabs>
        <w:tab w:val="left" w:pos="426"/>
      </w:tabs>
      <w:jc w:val="left"/>
    </w:pPr>
    <w:r>
      <w:t>Ce document est la propriété exclusive de la société CITEO et ne saurait être utilisé, reproduit, représenté, transmis ou divulgué sans son accord préalable et explicite.</w:t>
    </w:r>
  </w:p>
  <w:p w:rsidR="00986E4D" w:rsidP="00D27862" w:rsidRDefault="00986E4D" w14:paraId="7688467D" w14:textId="77777777">
    <w:pPr>
      <w:pStyle w:val="Pieddepage"/>
      <w:tabs>
        <w:tab w:val="left" w:pos="426"/>
      </w:tabs>
      <w:jc w:val="right"/>
    </w:pPr>
    <w:r>
      <w:rPr>
        <w:noProof/>
        <w:color w:val="2B579A"/>
        <w:shd w:val="clear" w:color="auto" w:fill="E6E6E6"/>
      </w:rPr>
      <w:drawing>
        <wp:inline distT="0" distB="0" distL="0" distR="0" wp14:anchorId="66FE59AA" wp14:editId="5E60CFB6">
          <wp:extent cx="1268095" cy="621030"/>
          <wp:effectExtent l="0" t="0" r="8255" b="7620"/>
          <wp:docPr id="536201916" name="Image 536201916" descr="LOGO_CITEO_K_signature_Perm_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095" cy="621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86E4D" w:rsidP="00D27862" w:rsidRDefault="00986E4D" w14:paraId="65051408" w14:textId="77777777">
    <w:pPr>
      <w:pStyle w:val="Pieddepage"/>
      <w:tabs>
        <w:tab w:val="left" w:pos="426"/>
      </w:tabs>
    </w:pPr>
  </w:p>
  <w:p w:rsidR="00986E4D" w:rsidP="00D27862" w:rsidRDefault="00986E4D" w14:paraId="0EDE6308" w14:textId="77777777">
    <w:pPr>
      <w:pStyle w:val="Pieddepage"/>
      <w:tabs>
        <w:tab w:val="left" w:pos="42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footnote w:type="separator" w:id="-1">
    <w:p w:rsidRPr="00B03973" w:rsidR="00AA1D4F" w:rsidP="00D27862" w:rsidRDefault="00AA1D4F" w14:paraId="1EB60311" w14:textId="77777777">
      <w:pPr>
        <w:pStyle w:val="Avertissement"/>
      </w:pPr>
      <w:r w:rsidRPr="00B03973">
        <w:t xml:space="preserve">Ce document est la propriété exclusive de la société </w:t>
      </w:r>
      <w:r>
        <w:t>Citeo</w:t>
      </w:r>
      <w:r w:rsidRPr="00B03973">
        <w:t xml:space="preserve"> et ne saurait être utilisé, reproduit, représenté, transmis ou divulgué sans l’accord préalable et explicite de celle-ci.</w:t>
      </w:r>
    </w:p>
    <w:p w:rsidR="00AA1D4F" w:rsidP="00D27862" w:rsidRDefault="00AA1D4F" w14:paraId="47A07453" w14:textId="77777777">
      <w:pPr>
        <w:pStyle w:val="Pieddepage"/>
      </w:pPr>
    </w:p>
    <w:p w:rsidR="00AA1D4F" w:rsidP="00D27862" w:rsidRDefault="00AA1D4F" w14:paraId="719B6320" w14:textId="77777777">
      <w:pPr>
        <w:pStyle w:val="Pieddepage"/>
      </w:pP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60288" behindDoc="1" locked="1" layoutInCell="1" allowOverlap="1" wp14:anchorId="5F5225D0" wp14:editId="6D817739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507726383" name="Image 507726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2B579A"/>
          <w:shd w:val="clear" w:color="auto" w:fill="E6E6E6"/>
          <w:lang w:eastAsia="zh-TW"/>
        </w:rPr>
        <w:drawing>
          <wp:anchor distT="0" distB="0" distL="114300" distR="114300" simplePos="0" relativeHeight="251659264" behindDoc="1" locked="1" layoutInCell="1" allowOverlap="1" wp14:anchorId="1AC7BDAB" wp14:editId="7BC41B9D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310" cy="1083310"/>
            <wp:effectExtent l="0" t="0" r="0" b="0"/>
            <wp:wrapNone/>
            <wp:docPr id="838416760" name="Image 838416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83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2B579A"/>
          <w:shd w:val="clear" w:color="auto" w:fill="E6E6E6"/>
        </w:rPr>
        <w:fldChar w:fldCharType="begin"/>
      </w:r>
      <w:r>
        <w:instrText xml:space="preserve"> PAGE   \* MERGEFORMAT </w:instrText>
      </w:r>
      <w:r>
        <w:rPr>
          <w:color w:val="2B579A"/>
          <w:shd w:val="clear" w:color="auto" w:fill="E6E6E6"/>
        </w:rPr>
        <w:fldChar w:fldCharType="separate"/>
      </w:r>
      <w:r w:rsidRPr="00576A49">
        <w:rPr>
          <w:rStyle w:val="Numrodepage"/>
        </w:rPr>
        <w:t>4</w:t>
      </w:r>
      <w:r>
        <w:rPr>
          <w:color w:val="2B579A"/>
          <w:shd w:val="clear" w:color="auto" w:fill="E6E6E6"/>
        </w:rPr>
        <w:fldChar w:fldCharType="end"/>
      </w:r>
      <w:r>
        <w:t>/</w:t>
      </w:r>
      <w:r>
        <w:rPr>
          <w:rStyle w:val="Numrodepage"/>
        </w:rPr>
        <w:fldChar w:fldCharType="begin"/>
      </w:r>
      <w:r>
        <w:rPr>
          <w:rStyle w:val="Numrodepage"/>
        </w:rPr>
        <w:instrText xml:space="preserve"> NUMPAGES   \* MERGEFORMAT </w:instrText>
      </w:r>
      <w:r>
        <w:rPr>
          <w:rStyle w:val="Numrodepage"/>
        </w:rPr>
        <w:fldChar w:fldCharType="separate"/>
      </w:r>
      <w:r>
        <w:rPr>
          <w:rStyle w:val="Numrodepage"/>
        </w:rPr>
        <w:t>15</w:t>
      </w:r>
      <w:r>
        <w:rPr>
          <w:rStyle w:val="Numrodepage"/>
        </w:rPr>
        <w:fldChar w:fldCharType="end"/>
      </w:r>
    </w:p>
    <w:p w:rsidR="00AA1D4F" w:rsidRDefault="00AA1D4F" w14:paraId="7136ADB2" w14:textId="77777777">
      <w:pPr>
        <w:pStyle w:val="Pieddepage"/>
      </w:pPr>
    </w:p>
    <w:p w:rsidR="00AA1D4F" w:rsidRDefault="00AA1D4F" w14:paraId="59B2753B" w14:textId="77777777"/>
    <w:p w:rsidRPr="00335DE6" w:rsidR="00AA1D4F" w:rsidP="00892491" w:rsidRDefault="00AA1D4F" w14:paraId="2E48441B" w14:textId="77777777">
      <w:pPr>
        <w:spacing w:after="0" w:line="240" w:lineRule="auto"/>
        <w:rPr>
          <w:color w:val="000000" w:themeColor="text2"/>
        </w:rPr>
      </w:pPr>
      <w:r w:rsidRPr="00335DE6">
        <w:rPr>
          <w:color w:val="000000" w:themeColor="text2"/>
        </w:rPr>
        <w:separator/>
      </w:r>
    </w:p>
    <w:p w:rsidR="00AA1D4F" w:rsidRDefault="00AA1D4F" w14:paraId="25699A53" w14:textId="77777777"/>
  </w:footnote>
  <w:footnote w:type="continuationSeparator" w:id="0">
    <w:p w:rsidR="00AA1D4F" w:rsidP="00892491" w:rsidRDefault="00AA1D4F" w14:paraId="7D3914BC" w14:textId="77777777">
      <w:pPr>
        <w:spacing w:after="0" w:line="240" w:lineRule="auto"/>
      </w:pPr>
      <w:r>
        <w:continuationSeparator/>
      </w:r>
    </w:p>
    <w:p w:rsidR="00AA1D4F" w:rsidRDefault="00AA1D4F" w14:paraId="11DD6689" w14:textId="77777777"/>
  </w:footnote>
  <w:footnote w:type="continuationNotice" w:id="1">
    <w:p w:rsidR="00AA1D4F" w:rsidRDefault="00AA1D4F" w14:paraId="7DB11DA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7717A" w:rsidP="0097717A" w:rsidRDefault="0097717A" w14:paraId="47C83A3B" w14:textId="77777777">
    <w:pPr>
      <w:pStyle w:val="Pieddepage"/>
      <w:jc w:val="both"/>
      <w:rPr>
        <w:rStyle w:val="Numrodepage"/>
      </w:rPr>
    </w:pPr>
  </w:p>
  <w:p w:rsidRPr="003C05D1" w:rsidR="00986E4D" w:rsidP="0097717A" w:rsidRDefault="00986E4D" w14:paraId="1D58DFFC" w14:textId="2EC63E48">
    <w:pPr>
      <w:pStyle w:val="TOPTitre"/>
      <w:ind w:left="0" w:firstLine="0"/>
      <w:rPr>
        <w:rStyle w:val="Numrodepag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25"/>
      <w:gridCol w:w="2925"/>
      <w:gridCol w:w="2925"/>
    </w:tblGrid>
    <w:tr w:rsidR="00BA73C9" w:rsidTr="00BA73C9" w14:paraId="34FCBA2B" w14:textId="77777777">
      <w:trPr>
        <w:trHeight w:val="300"/>
      </w:trPr>
      <w:tc>
        <w:tcPr>
          <w:tcW w:w="2925" w:type="dxa"/>
        </w:tcPr>
        <w:p w:rsidR="00BA73C9" w:rsidP="00BA73C9" w:rsidRDefault="00BA73C9" w14:paraId="6465009F" w14:textId="2B49F2F8">
          <w:pPr>
            <w:pStyle w:val="En-tte"/>
            <w:ind w:left="-115"/>
            <w:jc w:val="left"/>
          </w:pPr>
        </w:p>
      </w:tc>
      <w:tc>
        <w:tcPr>
          <w:tcW w:w="2925" w:type="dxa"/>
        </w:tcPr>
        <w:p w:rsidR="00BA73C9" w:rsidP="00BA73C9" w:rsidRDefault="00BA73C9" w14:paraId="437325F6" w14:textId="1B02F797">
          <w:pPr>
            <w:pStyle w:val="En-tte"/>
            <w:jc w:val="center"/>
          </w:pPr>
        </w:p>
      </w:tc>
      <w:tc>
        <w:tcPr>
          <w:tcW w:w="2925" w:type="dxa"/>
        </w:tcPr>
        <w:p w:rsidR="00BA73C9" w:rsidP="00BA73C9" w:rsidRDefault="00BA73C9" w14:paraId="561DC045" w14:textId="1A057347">
          <w:pPr>
            <w:pStyle w:val="En-tte"/>
            <w:ind w:right="-115"/>
          </w:pPr>
        </w:p>
      </w:tc>
    </w:tr>
  </w:tbl>
  <w:p w:rsidR="00961C1D" w:rsidRDefault="00961C1D" w14:paraId="2B01A2FB" w14:textId="4BD3E15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97AD7" w:rsidR="00986E4D" w:rsidP="00D27862" w:rsidRDefault="00986E4D" w14:paraId="5E806669" w14:textId="7777777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6E4D" w:rsidP="00D27862" w:rsidRDefault="00986E4D" w14:paraId="3657DA88" w14:textId="77777777">
    <w:pPr>
      <w:pStyle w:val="En-tte"/>
    </w:pPr>
  </w:p>
  <w:p w:rsidR="00986E4D" w:rsidP="00D27862" w:rsidRDefault="00986E4D" w14:paraId="63676E24" w14:textId="77777777">
    <w:pPr>
      <w:pStyle w:val="En-tte"/>
    </w:pPr>
  </w:p>
  <w:p w:rsidR="00986E4D" w:rsidP="00D27862" w:rsidRDefault="00986E4D" w14:paraId="11F95A03" w14:textId="77777777">
    <w:pPr>
      <w:pStyle w:val="En-tte"/>
    </w:pPr>
  </w:p>
  <w:p w:rsidR="00986E4D" w:rsidP="00D27862" w:rsidRDefault="00986E4D" w14:paraId="25FECD07" w14:textId="77777777">
    <w:pPr>
      <w:pStyle w:val="En-tte"/>
    </w:pPr>
  </w:p>
  <w:p w:rsidR="00986E4D" w:rsidP="00D27862" w:rsidRDefault="00986E4D" w14:paraId="3B0C5844" w14:textId="77777777">
    <w:pPr>
      <w:pStyle w:val="En-tte"/>
    </w:pPr>
  </w:p>
  <w:p w:rsidR="00986E4D" w:rsidP="00D27862" w:rsidRDefault="00986E4D" w14:paraId="63A2F08F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D5D5E"/>
    <w:multiLevelType w:val="hybridMultilevel"/>
    <w:tmpl w:val="33FE1F0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FB4985"/>
    <w:multiLevelType w:val="multilevel"/>
    <w:tmpl w:val="70BC42B8"/>
    <w:lvl w:ilvl="0">
      <w:start w:val="1"/>
      <w:numFmt w:val="decimal"/>
      <w:pStyle w:val="Listenumros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  <w:color w:val="auto"/>
      </w:rPr>
    </w:lvl>
    <w:lvl w:ilvl="1">
      <w:start w:val="1"/>
      <w:numFmt w:val="lowerLetter"/>
      <w:pStyle w:val="Listenumros2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b/>
        <w:i w:val="0"/>
        <w:color w:val="auto"/>
      </w:rPr>
    </w:lvl>
    <w:lvl w:ilvl="2">
      <w:start w:val="1"/>
      <w:numFmt w:val="lowerRoman"/>
      <w:pStyle w:val="Listenumros3"/>
      <w:lvlText w:val="%3."/>
      <w:lvlJc w:val="left"/>
      <w:pPr>
        <w:tabs>
          <w:tab w:val="num" w:pos="851"/>
        </w:tabs>
        <w:ind w:left="851" w:hanging="284"/>
      </w:pPr>
      <w:rPr>
        <w:rFonts w:hint="default"/>
        <w:b/>
        <w:i w:val="0"/>
        <w:color w:val="auto"/>
      </w:rPr>
    </w:lvl>
    <w:lvl w:ilvl="3">
      <w:start w:val="1"/>
      <w:numFmt w:val="decimal"/>
      <w:pStyle w:val="Listenumros4"/>
      <w:lvlText w:val="(%4)"/>
      <w:lvlJc w:val="left"/>
      <w:pPr>
        <w:tabs>
          <w:tab w:val="num" w:pos="1134"/>
        </w:tabs>
        <w:ind w:left="1134" w:hanging="283"/>
      </w:pPr>
      <w:rPr>
        <w:rFonts w:hint="default"/>
        <w:b w:val="0"/>
        <w:i w:val="0"/>
        <w:color w:val="auto"/>
      </w:rPr>
    </w:lvl>
    <w:lvl w:ilvl="4">
      <w:start w:val="1"/>
      <w:numFmt w:val="lowerLetter"/>
      <w:pStyle w:val="Listenumros5"/>
      <w:lvlText w:val="(%5)"/>
      <w:lvlJc w:val="left"/>
      <w:pPr>
        <w:tabs>
          <w:tab w:val="num" w:pos="1418"/>
        </w:tabs>
        <w:ind w:left="1418" w:hanging="284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A10F1A"/>
    <w:multiLevelType w:val="multilevel"/>
    <w:tmpl w:val="7F80F3C0"/>
    <w:lvl w:ilvl="0">
      <w:numFmt w:val="bullet"/>
      <w:lvlText w:val="-"/>
      <w:lvlJc w:val="left"/>
      <w:pPr>
        <w:tabs>
          <w:tab w:val="num" w:pos="852"/>
        </w:tabs>
        <w:ind w:left="852" w:hanging="284"/>
      </w:pPr>
      <w:rPr>
        <w:rFonts w:hint="default" w:ascii="Arial" w:hAnsi="Arial" w:cs="Arial" w:eastAsiaTheme="minorHAnsi"/>
        <w:b/>
        <w:i w:val="0"/>
        <w:color w:val="auto"/>
      </w:rPr>
    </w:lvl>
    <w:lvl w:ilvl="1">
      <w:start w:val="1"/>
      <w:numFmt w:val="bullet"/>
      <w:lvlRestart w:val="0"/>
      <w:lvlText w:val=""/>
      <w:lvlJc w:val="left"/>
      <w:pPr>
        <w:tabs>
          <w:tab w:val="num" w:pos="1135"/>
        </w:tabs>
        <w:ind w:left="1135" w:hanging="283"/>
      </w:pPr>
      <w:rPr>
        <w:rFonts w:hint="default" w:ascii="Symbol" w:hAnsi="Symbol"/>
        <w:b/>
        <w:i w:val="0"/>
        <w:color w:val="auto"/>
      </w:rPr>
    </w:lvl>
    <w:lvl w:ilvl="2">
      <w:start w:val="1"/>
      <w:numFmt w:val="bullet"/>
      <w:lvlRestart w:val="0"/>
      <w:lvlText w:val=""/>
      <w:lvlJc w:val="left"/>
      <w:pPr>
        <w:tabs>
          <w:tab w:val="num" w:pos="1419"/>
        </w:tabs>
        <w:ind w:left="1419" w:hanging="284"/>
      </w:pPr>
      <w:rPr>
        <w:rFonts w:hint="default" w:ascii="Symbol" w:hAnsi="Symbol"/>
        <w:b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702"/>
        </w:tabs>
        <w:ind w:left="1702" w:hanging="283"/>
      </w:pPr>
      <w:rPr>
        <w:rFonts w:hint="default" w:ascii="Symbol" w:hAnsi="Symbol"/>
        <w:b/>
        <w:i w:val="0"/>
        <w:color w:val="auto"/>
      </w:rPr>
    </w:lvl>
    <w:lvl w:ilvl="4">
      <w:start w:val="1"/>
      <w:numFmt w:val="bullet"/>
      <w:lvlText w:val=""/>
      <w:lvlJc w:val="left"/>
      <w:pPr>
        <w:tabs>
          <w:tab w:val="num" w:pos="1986"/>
        </w:tabs>
        <w:ind w:left="1986" w:hanging="284"/>
      </w:pPr>
      <w:rPr>
        <w:rFonts w:hint="default" w:ascii="Symbol" w:hAnsi="Symbol"/>
        <w:b/>
        <w:i w:val="0"/>
        <w:color w:val="auto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3" w15:restartNumberingAfterBreak="0">
    <w:nsid w:val="0EDE03E2"/>
    <w:multiLevelType w:val="multilevel"/>
    <w:tmpl w:val="5D501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0996D95"/>
    <w:multiLevelType w:val="multilevel"/>
    <w:tmpl w:val="7BC6EA92"/>
    <w:lvl w:ilvl="0">
      <w:start w:val="1"/>
      <w:numFmt w:val="bullet"/>
      <w:pStyle w:val="Article-Liste1"/>
      <w:lvlText w:val=""/>
      <w:lvlJc w:val="left"/>
      <w:pPr>
        <w:tabs>
          <w:tab w:val="num" w:pos="2098"/>
        </w:tabs>
        <w:ind w:left="2098" w:hanging="227"/>
      </w:pPr>
      <w:rPr>
        <w:rFonts w:hint="default" w:ascii="Symbol" w:hAnsi="Symbol"/>
        <w:color w:val="000000" w:themeColor="text2"/>
        <w:sz w:val="28"/>
      </w:rPr>
    </w:lvl>
    <w:lvl w:ilvl="1">
      <w:start w:val="1"/>
      <w:numFmt w:val="bullet"/>
      <w:pStyle w:val="Article-Liste2"/>
      <w:lvlText w:val=""/>
      <w:lvlJc w:val="left"/>
      <w:pPr>
        <w:tabs>
          <w:tab w:val="num" w:pos="2325"/>
        </w:tabs>
        <w:ind w:left="2325" w:hanging="227"/>
      </w:pPr>
      <w:rPr>
        <w:rFonts w:hint="default" w:ascii="Symbol" w:hAnsi="Symbol"/>
        <w:b w:val="0"/>
        <w:i w:val="0"/>
        <w:color w:val="auto"/>
        <w:sz w:val="24"/>
      </w:rPr>
    </w:lvl>
    <w:lvl w:ilvl="2">
      <w:start w:val="1"/>
      <w:numFmt w:val="bullet"/>
      <w:pStyle w:val="Articleliste3"/>
      <w:lvlText w:val="o"/>
      <w:lvlJc w:val="left"/>
      <w:pPr>
        <w:tabs>
          <w:tab w:val="num" w:pos="2552"/>
        </w:tabs>
        <w:ind w:left="2552" w:hanging="227"/>
      </w:pPr>
      <w:rPr>
        <w:rFonts w:hint="default" w:ascii="Courier New" w:hAnsi="Courier New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2A97F55"/>
    <w:multiLevelType w:val="multilevel"/>
    <w:tmpl w:val="FF1EA492"/>
    <w:lvl w:ilvl="0">
      <w:start w:val="1"/>
      <w:numFmt w:val="bullet"/>
      <w:pStyle w:val="ListepucesBleues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  <w:b/>
        <w:i w:val="0"/>
        <w:color w:val="000000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C9667FB"/>
    <w:multiLevelType w:val="hybridMultilevel"/>
    <w:tmpl w:val="C2DE4562"/>
    <w:lvl w:ilvl="0" w:tplc="39AABF42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76B5FCA"/>
    <w:multiLevelType w:val="multilevel"/>
    <w:tmpl w:val="FC667FE8"/>
    <w:lvl w:ilvl="0">
      <w:start w:val="1"/>
      <w:numFmt w:val="decimal"/>
      <w:pStyle w:val="ListeNumroteBleue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7907B61"/>
    <w:multiLevelType w:val="hybridMultilevel"/>
    <w:tmpl w:val="9848AD78"/>
    <w:lvl w:ilvl="0" w:tplc="5ACE233A">
      <w:start w:val="1"/>
      <w:numFmt w:val="decimal"/>
      <w:pStyle w:val="05-TitreChapitreOrange"/>
      <w:lvlText w:val="%1-"/>
      <w:lvlJc w:val="left"/>
      <w:pPr>
        <w:ind w:left="0" w:firstLine="0"/>
      </w:pPr>
      <w:rPr>
        <w:rFonts w:hint="default" w:ascii="Trebuchet MS" w:hAnsi="Trebuchet MS"/>
        <w:b w:val="0"/>
        <w:i w:val="0"/>
        <w:sz w:val="1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708BA"/>
    <w:multiLevelType w:val="multilevel"/>
    <w:tmpl w:val="A258961A"/>
    <w:lvl w:ilvl="0">
      <w:start w:val="1"/>
      <w:numFmt w:val="decimal"/>
      <w:pStyle w:val="Titre1"/>
      <w:lvlText w:val="%1."/>
      <w:lvlJc w:val="left"/>
      <w:pPr>
        <w:tabs>
          <w:tab w:val="num" w:pos="1077"/>
        </w:tabs>
        <w:ind w:left="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0"/>
        </w:tabs>
        <w:ind w:left="0" w:hanging="851"/>
      </w:pPr>
      <w:rPr>
        <w:rFonts w:hint="default"/>
        <w:color w:val="000000" w:themeColor="text2"/>
      </w:rPr>
    </w:lvl>
    <w:lvl w:ilvl="2">
      <w:start w:val="1"/>
      <w:numFmt w:val="decimal"/>
      <w:pStyle w:val="Titre3"/>
      <w:lvlText w:val="%3."/>
      <w:lvlJc w:val="left"/>
      <w:pPr>
        <w:tabs>
          <w:tab w:val="num" w:pos="454"/>
        </w:tabs>
        <w:ind w:left="454" w:hanging="454"/>
      </w:pPr>
      <w:rPr>
        <w:rFonts w:hint="default"/>
        <w:color w:val="009FE3" w:themeColor="accent1"/>
      </w:rPr>
    </w:lvl>
    <w:lvl w:ilvl="3">
      <w:start w:val="1"/>
      <w:numFmt w:val="decimal"/>
      <w:pStyle w:val="Titre4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0" w15:restartNumberingAfterBreak="0">
    <w:nsid w:val="2C5272C1"/>
    <w:multiLevelType w:val="multilevel"/>
    <w:tmpl w:val="F3906272"/>
    <w:lvl w:ilvl="0">
      <w:start w:val="1"/>
      <w:numFmt w:val="decimal"/>
      <w:pStyle w:val="numrot"/>
      <w:lvlText w:val="%1."/>
      <w:lvlJc w:val="right"/>
      <w:pPr>
        <w:tabs>
          <w:tab w:val="num" w:pos="445"/>
        </w:tabs>
        <w:ind w:left="445" w:hanging="85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45"/>
        </w:tabs>
        <w:ind w:left="123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45"/>
        </w:tabs>
        <w:ind w:left="16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5"/>
        </w:tabs>
        <w:ind w:left="21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5"/>
        </w:tabs>
        <w:ind w:left="267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5"/>
        </w:tabs>
        <w:ind w:left="318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"/>
        </w:tabs>
        <w:ind w:left="368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"/>
        </w:tabs>
        <w:ind w:left="41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5"/>
        </w:tabs>
        <w:ind w:left="4765" w:hanging="1440"/>
      </w:pPr>
      <w:rPr>
        <w:rFonts w:hint="default"/>
      </w:rPr>
    </w:lvl>
  </w:abstractNum>
  <w:abstractNum w:abstractNumId="11" w15:restartNumberingAfterBreak="0">
    <w:nsid w:val="2CA277D2"/>
    <w:multiLevelType w:val="hybridMultilevel"/>
    <w:tmpl w:val="FDC87D5E"/>
    <w:styleLink w:val="Style3"/>
    <w:lvl w:ilvl="0" w:tplc="040C0001">
      <w:start w:val="1"/>
      <w:numFmt w:val="bullet"/>
      <w:lvlText w:val=""/>
      <w:lvlJc w:val="left"/>
      <w:pPr>
        <w:ind w:left="-264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45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17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189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261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33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05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477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5496" w:hanging="360"/>
      </w:pPr>
      <w:rPr>
        <w:rFonts w:hint="default" w:ascii="Wingdings" w:hAnsi="Wingdings"/>
      </w:rPr>
    </w:lvl>
  </w:abstractNum>
  <w:abstractNum w:abstractNumId="12" w15:restartNumberingAfterBreak="0">
    <w:nsid w:val="2FB20840"/>
    <w:multiLevelType w:val="multilevel"/>
    <w:tmpl w:val="D1402D76"/>
    <w:lvl w:ilvl="0">
      <w:start w:val="1"/>
      <w:numFmt w:val="bullet"/>
      <w:pStyle w:val="Listepuces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  <w:b/>
        <w:i w:val="0"/>
        <w:color w:val="auto"/>
      </w:rPr>
    </w:lvl>
    <w:lvl w:ilvl="1">
      <w:start w:val="1"/>
      <w:numFmt w:val="bullet"/>
      <w:lvlRestart w:val="0"/>
      <w:pStyle w:val="Listepuces2"/>
      <w:lvlText w:val=""/>
      <w:lvlJc w:val="left"/>
      <w:pPr>
        <w:tabs>
          <w:tab w:val="num" w:pos="567"/>
        </w:tabs>
        <w:ind w:left="567" w:hanging="283"/>
      </w:pPr>
      <w:rPr>
        <w:rFonts w:hint="default" w:ascii="Symbol" w:hAnsi="Symbol"/>
        <w:b/>
        <w:i w:val="0"/>
        <w:color w:val="auto"/>
      </w:rPr>
    </w:lvl>
    <w:lvl w:ilvl="2">
      <w:start w:val="1"/>
      <w:numFmt w:val="bullet"/>
      <w:lvlRestart w:val="0"/>
      <w:pStyle w:val="Listepuces3"/>
      <w:lvlText w:val=""/>
      <w:lvlJc w:val="left"/>
      <w:pPr>
        <w:tabs>
          <w:tab w:val="num" w:pos="851"/>
        </w:tabs>
        <w:ind w:left="851" w:hanging="284"/>
      </w:pPr>
      <w:rPr>
        <w:rFonts w:hint="default" w:ascii="Symbol" w:hAnsi="Symbol"/>
        <w:b/>
        <w:i w:val="0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134"/>
        </w:tabs>
        <w:ind w:left="1134" w:hanging="283"/>
      </w:pPr>
      <w:rPr>
        <w:rFonts w:hint="default" w:ascii="Symbol" w:hAnsi="Symbol"/>
        <w:b/>
        <w:i w:val="0"/>
        <w:color w:val="auto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418"/>
        </w:tabs>
        <w:ind w:left="1418" w:hanging="284"/>
      </w:pPr>
      <w:rPr>
        <w:rFonts w:hint="default" w:ascii="Symbol" w:hAnsi="Symbol"/>
        <w:b/>
        <w:i w:val="0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4BF3932"/>
    <w:multiLevelType w:val="hybridMultilevel"/>
    <w:tmpl w:val="F60CF282"/>
    <w:lvl w:ilvl="0" w:tplc="7F568F9A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53326F2"/>
    <w:multiLevelType w:val="hybridMultilevel"/>
    <w:tmpl w:val="31527044"/>
    <w:lvl w:ilvl="0" w:tplc="C7F6A262">
      <w:start w:val="101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79E6549"/>
    <w:multiLevelType w:val="hybridMultilevel"/>
    <w:tmpl w:val="F94EC36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DC85073"/>
    <w:multiLevelType w:val="multilevel"/>
    <w:tmpl w:val="07FCAAA6"/>
    <w:lvl w:ilvl="0">
      <w:start w:val="3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E422095"/>
    <w:multiLevelType w:val="multilevel"/>
    <w:tmpl w:val="E4E233E2"/>
    <w:lvl w:ilvl="0">
      <w:start w:val="1"/>
      <w:numFmt w:val="decimal"/>
      <w:pStyle w:val="Article1"/>
      <w:lvlText w:val="Article %1"/>
      <w:lvlJc w:val="right"/>
      <w:pPr>
        <w:tabs>
          <w:tab w:val="num" w:pos="1871"/>
        </w:tabs>
        <w:ind w:left="1871" w:hanging="397"/>
      </w:pPr>
      <w:rPr>
        <w:rFonts w:hint="default"/>
        <w:color w:val="000000" w:themeColor="text2"/>
      </w:rPr>
    </w:lvl>
    <w:lvl w:ilvl="1">
      <w:start w:val="1"/>
      <w:numFmt w:val="decimal"/>
      <w:lvlText w:val="%1.%2"/>
      <w:lvlJc w:val="right"/>
      <w:pPr>
        <w:tabs>
          <w:tab w:val="num" w:pos="1871"/>
        </w:tabs>
        <w:ind w:left="1871" w:hanging="397"/>
      </w:pPr>
      <w:rPr>
        <w:rFonts w:hint="default"/>
        <w:b/>
        <w:i w:val="0"/>
        <w:sz w:val="24"/>
      </w:rPr>
    </w:lvl>
    <w:lvl w:ilvl="2">
      <w:start w:val="1"/>
      <w:numFmt w:val="decimal"/>
      <w:pStyle w:val="Article3"/>
      <w:suff w:val="space"/>
      <w:lvlText w:val="%1.%2.%3."/>
      <w:lvlJc w:val="left"/>
      <w:pPr>
        <w:ind w:left="1871" w:firstLine="0"/>
      </w:pPr>
      <w:rPr>
        <w:rFonts w:hint="default"/>
      </w:rPr>
    </w:lvl>
    <w:lvl w:ilvl="3">
      <w:start w:val="1"/>
      <w:numFmt w:val="lowerLetter"/>
      <w:pStyle w:val="Article4"/>
      <w:lvlText w:val="%4)"/>
      <w:lvlJc w:val="left"/>
      <w:pPr>
        <w:ind w:left="1871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1B63162"/>
    <w:multiLevelType w:val="multilevel"/>
    <w:tmpl w:val="64AA64BC"/>
    <w:lvl w:ilvl="0">
      <w:start w:val="3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0" w:hanging="6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4AD17550"/>
    <w:multiLevelType w:val="hybridMultilevel"/>
    <w:tmpl w:val="FFFFFFFF"/>
    <w:lvl w:ilvl="0" w:tplc="CDC0ECB8">
      <w:start w:val="1"/>
      <w:numFmt w:val="decimal"/>
      <w:lvlText w:val="%1."/>
      <w:lvlJc w:val="left"/>
      <w:pPr>
        <w:ind w:left="720" w:hanging="360"/>
      </w:pPr>
    </w:lvl>
    <w:lvl w:ilvl="1" w:tplc="F050D656">
      <w:start w:val="1"/>
      <w:numFmt w:val="lowerLetter"/>
      <w:lvlText w:val="%2."/>
      <w:lvlJc w:val="left"/>
      <w:pPr>
        <w:ind w:left="1440" w:hanging="360"/>
      </w:pPr>
    </w:lvl>
    <w:lvl w:ilvl="2" w:tplc="4DBEC130">
      <w:start w:val="1"/>
      <w:numFmt w:val="lowerRoman"/>
      <w:lvlText w:val="%3."/>
      <w:lvlJc w:val="right"/>
      <w:pPr>
        <w:ind w:left="2160" w:hanging="180"/>
      </w:pPr>
    </w:lvl>
    <w:lvl w:ilvl="3" w:tplc="D82CCB72">
      <w:start w:val="1"/>
      <w:numFmt w:val="decimal"/>
      <w:lvlText w:val="%4."/>
      <w:lvlJc w:val="left"/>
      <w:pPr>
        <w:ind w:left="2880" w:hanging="360"/>
      </w:pPr>
    </w:lvl>
    <w:lvl w:ilvl="4" w:tplc="7A5CA672">
      <w:start w:val="1"/>
      <w:numFmt w:val="lowerLetter"/>
      <w:lvlText w:val="%5."/>
      <w:lvlJc w:val="left"/>
      <w:pPr>
        <w:ind w:left="3600" w:hanging="360"/>
      </w:pPr>
    </w:lvl>
    <w:lvl w:ilvl="5" w:tplc="1488E71E">
      <w:start w:val="1"/>
      <w:numFmt w:val="lowerRoman"/>
      <w:lvlText w:val="%6."/>
      <w:lvlJc w:val="right"/>
      <w:pPr>
        <w:ind w:left="4320" w:hanging="180"/>
      </w:pPr>
    </w:lvl>
    <w:lvl w:ilvl="6" w:tplc="2C587560">
      <w:start w:val="1"/>
      <w:numFmt w:val="decimal"/>
      <w:lvlText w:val="%7."/>
      <w:lvlJc w:val="left"/>
      <w:pPr>
        <w:ind w:left="5040" w:hanging="360"/>
      </w:pPr>
    </w:lvl>
    <w:lvl w:ilvl="7" w:tplc="721E678A">
      <w:start w:val="1"/>
      <w:numFmt w:val="lowerLetter"/>
      <w:lvlText w:val="%8."/>
      <w:lvlJc w:val="left"/>
      <w:pPr>
        <w:ind w:left="5760" w:hanging="360"/>
      </w:pPr>
    </w:lvl>
    <w:lvl w:ilvl="8" w:tplc="A98499E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7383C"/>
    <w:multiLevelType w:val="multilevel"/>
    <w:tmpl w:val="B022A180"/>
    <w:lvl w:ilvl="0">
      <w:start w:val="1"/>
      <w:numFmt w:val="bullet"/>
      <w:pStyle w:val="ListeCOCHE"/>
      <w:lvlText w:val=""/>
      <w:lvlJc w:val="left"/>
      <w:pPr>
        <w:tabs>
          <w:tab w:val="num" w:pos="397"/>
        </w:tabs>
        <w:ind w:left="397" w:hanging="397"/>
      </w:pPr>
      <w:rPr>
        <w:rFonts w:hint="default" w:ascii="Webdings" w:hAnsi="Webdings"/>
        <w:b/>
        <w:i w:val="0"/>
        <w:sz w:val="28"/>
      </w:rPr>
    </w:lvl>
    <w:lvl w:ilvl="1">
      <w:start w:val="1"/>
      <w:numFmt w:val="bullet"/>
      <w:pStyle w:val="ListeCOCHE2"/>
      <w:lvlText w:val=""/>
      <w:lvlJc w:val="left"/>
      <w:pPr>
        <w:tabs>
          <w:tab w:val="num" w:pos="567"/>
        </w:tabs>
        <w:ind w:left="567" w:hanging="170"/>
      </w:pPr>
      <w:rPr>
        <w:rFonts w:hint="default" w:ascii="Symbol" w:hAnsi="Symbol"/>
        <w:color w:val="000000" w:themeColor="tex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2031092"/>
    <w:multiLevelType w:val="hybridMultilevel"/>
    <w:tmpl w:val="C868EAC0"/>
    <w:lvl w:ilvl="0" w:tplc="FFFFFFFF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2" w15:restartNumberingAfterBreak="0">
    <w:nsid w:val="57F2193F"/>
    <w:multiLevelType w:val="multilevel"/>
    <w:tmpl w:val="26EED36A"/>
    <w:lvl w:ilvl="0">
      <w:start w:val="1"/>
      <w:numFmt w:val="bullet"/>
      <w:pStyle w:val="EncartListe"/>
      <w:lvlText w:val=""/>
      <w:lvlJc w:val="left"/>
      <w:pPr>
        <w:ind w:left="918" w:hanging="720"/>
      </w:pPr>
      <w:rPr>
        <w:rFonts w:hint="default" w:ascii="Wingdings" w:hAnsi="Wingdings"/>
      </w:rPr>
    </w:lvl>
    <w:lvl w:ilvl="1">
      <w:start w:val="1"/>
      <w:numFmt w:val="bullet"/>
      <w:lvlText w:val="o"/>
      <w:lvlJc w:val="left"/>
      <w:pPr>
        <w:ind w:left="1638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358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3078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798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518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238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958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678" w:hanging="360"/>
      </w:pPr>
      <w:rPr>
        <w:rFonts w:hint="default" w:ascii="Wingdings" w:hAnsi="Wingdings"/>
      </w:rPr>
    </w:lvl>
  </w:abstractNum>
  <w:abstractNum w:abstractNumId="23" w15:restartNumberingAfterBreak="0">
    <w:nsid w:val="5BE40F05"/>
    <w:multiLevelType w:val="hybridMultilevel"/>
    <w:tmpl w:val="A9A6EB72"/>
    <w:lvl w:ilvl="0" w:tplc="FFFFFFFF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4" w15:restartNumberingAfterBreak="0">
    <w:nsid w:val="5DCB08A3"/>
    <w:multiLevelType w:val="multilevel"/>
    <w:tmpl w:val="C6E6FC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AOTitre4"/>
      <w:lvlText w:val="%1.%2.%3.%4."/>
      <w:lvlJc w:val="left"/>
      <w:pPr>
        <w:ind w:left="1260" w:hanging="720"/>
      </w:pPr>
      <w:rPr>
        <w:rFonts w:hint="default"/>
        <w:color w:val="000000" w:themeColor="text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  <w:bCs w:val="0"/>
        <w:color w:val="000000" w:themeColor="text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25" w15:restartNumberingAfterBreak="0">
    <w:nsid w:val="61F70D9B"/>
    <w:multiLevelType w:val="hybridMultilevel"/>
    <w:tmpl w:val="3F02B42A"/>
    <w:lvl w:ilvl="0" w:tplc="FFFFFFFF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6F76A8E"/>
    <w:multiLevelType w:val="hybridMultilevel"/>
    <w:tmpl w:val="512A08E6"/>
    <w:lvl w:ilvl="0" w:tplc="C7F6A262">
      <w:start w:val="101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A3B3253"/>
    <w:multiLevelType w:val="hybridMultilevel"/>
    <w:tmpl w:val="C93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2171CC0"/>
    <w:multiLevelType w:val="hybridMultilevel"/>
    <w:tmpl w:val="5AF4B282"/>
    <w:lvl w:ilvl="0" w:tplc="8D4AD662">
      <w:start w:val="1"/>
      <w:numFmt w:val="upperRoman"/>
      <w:pStyle w:val="Titre2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A141A6"/>
    <w:multiLevelType w:val="multilevel"/>
    <w:tmpl w:val="040C0023"/>
    <w:name w:val="Annexes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7A055271"/>
    <w:multiLevelType w:val="hybridMultilevel"/>
    <w:tmpl w:val="814018B6"/>
    <w:lvl w:ilvl="0" w:tplc="43DE1C9E">
      <w:start w:val="1"/>
      <w:numFmt w:val="decimal"/>
      <w:pStyle w:val="EncartListenumro"/>
      <w:lvlText w:val="%1."/>
      <w:lvlJc w:val="left"/>
      <w:pPr>
        <w:ind w:left="918" w:hanging="360"/>
      </w:pPr>
    </w:lvl>
    <w:lvl w:ilvl="1" w:tplc="040C0019" w:tentative="1">
      <w:start w:val="1"/>
      <w:numFmt w:val="lowerLetter"/>
      <w:lvlText w:val="%2."/>
      <w:lvlJc w:val="left"/>
      <w:pPr>
        <w:ind w:left="1638" w:hanging="360"/>
      </w:pPr>
    </w:lvl>
    <w:lvl w:ilvl="2" w:tplc="040C001B" w:tentative="1">
      <w:start w:val="1"/>
      <w:numFmt w:val="lowerRoman"/>
      <w:lvlText w:val="%3."/>
      <w:lvlJc w:val="right"/>
      <w:pPr>
        <w:ind w:left="2358" w:hanging="180"/>
      </w:pPr>
    </w:lvl>
    <w:lvl w:ilvl="3" w:tplc="040C000F" w:tentative="1">
      <w:start w:val="1"/>
      <w:numFmt w:val="decimal"/>
      <w:lvlText w:val="%4."/>
      <w:lvlJc w:val="left"/>
      <w:pPr>
        <w:ind w:left="3078" w:hanging="360"/>
      </w:pPr>
    </w:lvl>
    <w:lvl w:ilvl="4" w:tplc="040C0019" w:tentative="1">
      <w:start w:val="1"/>
      <w:numFmt w:val="lowerLetter"/>
      <w:lvlText w:val="%5."/>
      <w:lvlJc w:val="left"/>
      <w:pPr>
        <w:ind w:left="3798" w:hanging="360"/>
      </w:pPr>
    </w:lvl>
    <w:lvl w:ilvl="5" w:tplc="040C001B" w:tentative="1">
      <w:start w:val="1"/>
      <w:numFmt w:val="lowerRoman"/>
      <w:lvlText w:val="%6."/>
      <w:lvlJc w:val="right"/>
      <w:pPr>
        <w:ind w:left="4518" w:hanging="180"/>
      </w:pPr>
    </w:lvl>
    <w:lvl w:ilvl="6" w:tplc="040C000F" w:tentative="1">
      <w:start w:val="1"/>
      <w:numFmt w:val="decimal"/>
      <w:lvlText w:val="%7."/>
      <w:lvlJc w:val="left"/>
      <w:pPr>
        <w:ind w:left="5238" w:hanging="360"/>
      </w:pPr>
    </w:lvl>
    <w:lvl w:ilvl="7" w:tplc="040C0019" w:tentative="1">
      <w:start w:val="1"/>
      <w:numFmt w:val="lowerLetter"/>
      <w:lvlText w:val="%8."/>
      <w:lvlJc w:val="left"/>
      <w:pPr>
        <w:ind w:left="5958" w:hanging="360"/>
      </w:pPr>
    </w:lvl>
    <w:lvl w:ilvl="8" w:tplc="040C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31" w15:restartNumberingAfterBreak="0">
    <w:nsid w:val="7B390F68"/>
    <w:multiLevelType w:val="multilevel"/>
    <w:tmpl w:val="2E3892AA"/>
    <w:name w:val="Annexes"/>
    <w:lvl w:ilvl="0">
      <w:start w:val="1"/>
      <w:numFmt w:val="decimal"/>
      <w:pStyle w:val="-Titre1"/>
      <w:lvlText w:val="Annexe %1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nnexesTitre2"/>
      <w:lvlText w:val="%1.%2."/>
      <w:lvlJc w:val="left"/>
      <w:pPr>
        <w:tabs>
          <w:tab w:val="num" w:pos="227"/>
        </w:tabs>
        <w:ind w:left="454" w:hanging="454"/>
      </w:pPr>
      <w:rPr>
        <w:rFonts w:hint="default"/>
        <w:color w:val="8DC799" w:themeColor="accent5"/>
      </w:rPr>
    </w:lvl>
    <w:lvl w:ilvl="2">
      <w:start w:val="1"/>
      <w:numFmt w:val="decimal"/>
      <w:pStyle w:val="Annexes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662587657">
    <w:abstractNumId w:val="1"/>
  </w:num>
  <w:num w:numId="2" w16cid:durableId="105198505">
    <w:abstractNumId w:val="12"/>
  </w:num>
  <w:num w:numId="3" w16cid:durableId="1250584256">
    <w:abstractNumId w:val="4"/>
  </w:num>
  <w:num w:numId="4" w16cid:durableId="679478149">
    <w:abstractNumId w:val="17"/>
  </w:num>
  <w:num w:numId="5" w16cid:durableId="1131628647">
    <w:abstractNumId w:val="22"/>
  </w:num>
  <w:num w:numId="6" w16cid:durableId="2090955629">
    <w:abstractNumId w:val="30"/>
  </w:num>
  <w:num w:numId="7" w16cid:durableId="716273140">
    <w:abstractNumId w:val="20"/>
  </w:num>
  <w:num w:numId="8" w16cid:durableId="1315451627">
    <w:abstractNumId w:val="9"/>
  </w:num>
  <w:num w:numId="9" w16cid:durableId="1996832925">
    <w:abstractNumId w:val="31"/>
  </w:num>
  <w:num w:numId="10" w16cid:durableId="1006707861">
    <w:abstractNumId w:val="5"/>
  </w:num>
  <w:num w:numId="11" w16cid:durableId="1592161020">
    <w:abstractNumId w:val="7"/>
  </w:num>
  <w:num w:numId="12" w16cid:durableId="537861203">
    <w:abstractNumId w:val="8"/>
  </w:num>
  <w:num w:numId="13" w16cid:durableId="2121103433">
    <w:abstractNumId w:val="11"/>
  </w:num>
  <w:num w:numId="14" w16cid:durableId="1490056826">
    <w:abstractNumId w:val="26"/>
  </w:num>
  <w:num w:numId="15" w16cid:durableId="1026752962">
    <w:abstractNumId w:val="14"/>
  </w:num>
  <w:num w:numId="16" w16cid:durableId="1460226410">
    <w:abstractNumId w:val="6"/>
  </w:num>
  <w:num w:numId="17" w16cid:durableId="1649824014">
    <w:abstractNumId w:val="19"/>
  </w:num>
  <w:num w:numId="18" w16cid:durableId="1930776634">
    <w:abstractNumId w:val="13"/>
  </w:num>
  <w:num w:numId="19" w16cid:durableId="339084712">
    <w:abstractNumId w:val="2"/>
  </w:num>
  <w:num w:numId="20" w16cid:durableId="473449131">
    <w:abstractNumId w:val="23"/>
  </w:num>
  <w:num w:numId="21" w16cid:durableId="2141073887">
    <w:abstractNumId w:val="28"/>
  </w:num>
  <w:num w:numId="22" w16cid:durableId="1152672226">
    <w:abstractNumId w:val="27"/>
  </w:num>
  <w:num w:numId="23" w16cid:durableId="541408347">
    <w:abstractNumId w:val="10"/>
  </w:num>
  <w:num w:numId="24" w16cid:durableId="817305093">
    <w:abstractNumId w:val="24"/>
  </w:num>
  <w:num w:numId="25" w16cid:durableId="274219408">
    <w:abstractNumId w:val="18"/>
  </w:num>
  <w:num w:numId="26" w16cid:durableId="296571902">
    <w:abstractNumId w:val="16"/>
  </w:num>
  <w:num w:numId="27" w16cid:durableId="1494560920">
    <w:abstractNumId w:val="25"/>
  </w:num>
  <w:num w:numId="28" w16cid:durableId="484979488">
    <w:abstractNumId w:val="0"/>
  </w:num>
  <w:num w:numId="29" w16cid:durableId="838154171">
    <w:abstractNumId w:val="15"/>
  </w:num>
  <w:num w:numId="30" w16cid:durableId="1439831582">
    <w:abstractNumId w:val="3"/>
  </w:num>
  <w:num w:numId="31" w16cid:durableId="521894084">
    <w:abstractNumId w:val="21"/>
  </w:num>
  <w:numIdMacAtCleanup w:val="1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436"/>
    <w:rsid w:val="000006DD"/>
    <w:rsid w:val="000009C4"/>
    <w:rsid w:val="00000A9A"/>
    <w:rsid w:val="00000E56"/>
    <w:rsid w:val="00000F4C"/>
    <w:rsid w:val="000011AC"/>
    <w:rsid w:val="0000132A"/>
    <w:rsid w:val="0000142B"/>
    <w:rsid w:val="0000148E"/>
    <w:rsid w:val="000015F5"/>
    <w:rsid w:val="00001CEF"/>
    <w:rsid w:val="00001E4C"/>
    <w:rsid w:val="00002078"/>
    <w:rsid w:val="00002634"/>
    <w:rsid w:val="0000297B"/>
    <w:rsid w:val="00002D1A"/>
    <w:rsid w:val="00003052"/>
    <w:rsid w:val="00003221"/>
    <w:rsid w:val="000032FE"/>
    <w:rsid w:val="0000332C"/>
    <w:rsid w:val="000034CD"/>
    <w:rsid w:val="000036D8"/>
    <w:rsid w:val="000039FC"/>
    <w:rsid w:val="00003A38"/>
    <w:rsid w:val="00003F85"/>
    <w:rsid w:val="00004107"/>
    <w:rsid w:val="00004404"/>
    <w:rsid w:val="000048DE"/>
    <w:rsid w:val="00005727"/>
    <w:rsid w:val="00005B26"/>
    <w:rsid w:val="00005B38"/>
    <w:rsid w:val="00005CAE"/>
    <w:rsid w:val="00005EB0"/>
    <w:rsid w:val="00006158"/>
    <w:rsid w:val="0000648D"/>
    <w:rsid w:val="00006524"/>
    <w:rsid w:val="00006BEC"/>
    <w:rsid w:val="00006BEE"/>
    <w:rsid w:val="00006C3A"/>
    <w:rsid w:val="00006EA4"/>
    <w:rsid w:val="00007D8E"/>
    <w:rsid w:val="00010331"/>
    <w:rsid w:val="00010A63"/>
    <w:rsid w:val="00010EE3"/>
    <w:rsid w:val="000110BF"/>
    <w:rsid w:val="000118C4"/>
    <w:rsid w:val="000119A8"/>
    <w:rsid w:val="000119AB"/>
    <w:rsid w:val="00012ACD"/>
    <w:rsid w:val="00012AEB"/>
    <w:rsid w:val="00012C61"/>
    <w:rsid w:val="00012D08"/>
    <w:rsid w:val="00013679"/>
    <w:rsid w:val="00013B72"/>
    <w:rsid w:val="00013C81"/>
    <w:rsid w:val="00013F6E"/>
    <w:rsid w:val="00014353"/>
    <w:rsid w:val="00014A85"/>
    <w:rsid w:val="0001524F"/>
    <w:rsid w:val="00015450"/>
    <w:rsid w:val="000155E2"/>
    <w:rsid w:val="00015654"/>
    <w:rsid w:val="00015CBC"/>
    <w:rsid w:val="00016120"/>
    <w:rsid w:val="000162FA"/>
    <w:rsid w:val="000163B9"/>
    <w:rsid w:val="00016E97"/>
    <w:rsid w:val="00017968"/>
    <w:rsid w:val="000179A0"/>
    <w:rsid w:val="000203B4"/>
    <w:rsid w:val="000203D7"/>
    <w:rsid w:val="00020429"/>
    <w:rsid w:val="00020BD7"/>
    <w:rsid w:val="000214B9"/>
    <w:rsid w:val="00021555"/>
    <w:rsid w:val="000219E5"/>
    <w:rsid w:val="00021D69"/>
    <w:rsid w:val="00021DFE"/>
    <w:rsid w:val="00022001"/>
    <w:rsid w:val="0002223C"/>
    <w:rsid w:val="000222F1"/>
    <w:rsid w:val="00022605"/>
    <w:rsid w:val="000226B4"/>
    <w:rsid w:val="00022B01"/>
    <w:rsid w:val="00023214"/>
    <w:rsid w:val="0002329C"/>
    <w:rsid w:val="000232B0"/>
    <w:rsid w:val="000233D3"/>
    <w:rsid w:val="0002349E"/>
    <w:rsid w:val="0002362D"/>
    <w:rsid w:val="00023E21"/>
    <w:rsid w:val="0002406F"/>
    <w:rsid w:val="00024265"/>
    <w:rsid w:val="000242DF"/>
    <w:rsid w:val="00024636"/>
    <w:rsid w:val="0002465B"/>
    <w:rsid w:val="00024C2C"/>
    <w:rsid w:val="00024CE8"/>
    <w:rsid w:val="00024DDE"/>
    <w:rsid w:val="0002572D"/>
    <w:rsid w:val="0002597F"/>
    <w:rsid w:val="00025DB8"/>
    <w:rsid w:val="00025F5A"/>
    <w:rsid w:val="000261C3"/>
    <w:rsid w:val="0002637B"/>
    <w:rsid w:val="00026515"/>
    <w:rsid w:val="0002675F"/>
    <w:rsid w:val="000267A2"/>
    <w:rsid w:val="00026A4D"/>
    <w:rsid w:val="00026BCA"/>
    <w:rsid w:val="000271C0"/>
    <w:rsid w:val="00027376"/>
    <w:rsid w:val="000275B5"/>
    <w:rsid w:val="00027E00"/>
    <w:rsid w:val="0003023E"/>
    <w:rsid w:val="00030936"/>
    <w:rsid w:val="00030AD7"/>
    <w:rsid w:val="00031029"/>
    <w:rsid w:val="000310FD"/>
    <w:rsid w:val="00031A77"/>
    <w:rsid w:val="00031D44"/>
    <w:rsid w:val="00032001"/>
    <w:rsid w:val="00032332"/>
    <w:rsid w:val="00032499"/>
    <w:rsid w:val="000328A5"/>
    <w:rsid w:val="000329BC"/>
    <w:rsid w:val="00032AFF"/>
    <w:rsid w:val="00033552"/>
    <w:rsid w:val="00033E2A"/>
    <w:rsid w:val="00033F57"/>
    <w:rsid w:val="00033FC1"/>
    <w:rsid w:val="00034003"/>
    <w:rsid w:val="00034193"/>
    <w:rsid w:val="000345BD"/>
    <w:rsid w:val="0003477E"/>
    <w:rsid w:val="00034CBC"/>
    <w:rsid w:val="000356BA"/>
    <w:rsid w:val="00035800"/>
    <w:rsid w:val="0003596F"/>
    <w:rsid w:val="00035ACF"/>
    <w:rsid w:val="000363BA"/>
    <w:rsid w:val="0003687A"/>
    <w:rsid w:val="00036BCE"/>
    <w:rsid w:val="00036BEC"/>
    <w:rsid w:val="00036DA7"/>
    <w:rsid w:val="00037088"/>
    <w:rsid w:val="000370C1"/>
    <w:rsid w:val="000371C8"/>
    <w:rsid w:val="00037480"/>
    <w:rsid w:val="0003759D"/>
    <w:rsid w:val="0003788F"/>
    <w:rsid w:val="00037C68"/>
    <w:rsid w:val="00037DEA"/>
    <w:rsid w:val="000404DB"/>
    <w:rsid w:val="000404DE"/>
    <w:rsid w:val="00040663"/>
    <w:rsid w:val="000406E7"/>
    <w:rsid w:val="00040759"/>
    <w:rsid w:val="00040793"/>
    <w:rsid w:val="00040905"/>
    <w:rsid w:val="00040A74"/>
    <w:rsid w:val="00040F3F"/>
    <w:rsid w:val="0004149A"/>
    <w:rsid w:val="00041632"/>
    <w:rsid w:val="0004230E"/>
    <w:rsid w:val="00042363"/>
    <w:rsid w:val="00042619"/>
    <w:rsid w:val="00042795"/>
    <w:rsid w:val="0004289D"/>
    <w:rsid w:val="000429D0"/>
    <w:rsid w:val="000432BE"/>
    <w:rsid w:val="000433D2"/>
    <w:rsid w:val="0004363D"/>
    <w:rsid w:val="00043E94"/>
    <w:rsid w:val="00043F6C"/>
    <w:rsid w:val="00044116"/>
    <w:rsid w:val="000441C8"/>
    <w:rsid w:val="000444E4"/>
    <w:rsid w:val="00044745"/>
    <w:rsid w:val="00044A10"/>
    <w:rsid w:val="00044BFF"/>
    <w:rsid w:val="00044CC5"/>
    <w:rsid w:val="0004516B"/>
    <w:rsid w:val="00045C67"/>
    <w:rsid w:val="00045D4A"/>
    <w:rsid w:val="00046BC0"/>
    <w:rsid w:val="00046C68"/>
    <w:rsid w:val="000473AD"/>
    <w:rsid w:val="00047427"/>
    <w:rsid w:val="000474A3"/>
    <w:rsid w:val="0004767D"/>
    <w:rsid w:val="00047892"/>
    <w:rsid w:val="00047D78"/>
    <w:rsid w:val="0005040C"/>
    <w:rsid w:val="000507A6"/>
    <w:rsid w:val="0005086F"/>
    <w:rsid w:val="00050B25"/>
    <w:rsid w:val="00050E7F"/>
    <w:rsid w:val="00051209"/>
    <w:rsid w:val="000513B4"/>
    <w:rsid w:val="000517A9"/>
    <w:rsid w:val="00051A7A"/>
    <w:rsid w:val="00051A8E"/>
    <w:rsid w:val="00051D34"/>
    <w:rsid w:val="00051F40"/>
    <w:rsid w:val="00051FC9"/>
    <w:rsid w:val="00052877"/>
    <w:rsid w:val="000528FE"/>
    <w:rsid w:val="00052C3A"/>
    <w:rsid w:val="00052F4E"/>
    <w:rsid w:val="00052FF0"/>
    <w:rsid w:val="00053536"/>
    <w:rsid w:val="000538D2"/>
    <w:rsid w:val="00053A20"/>
    <w:rsid w:val="00053BA6"/>
    <w:rsid w:val="00053C8D"/>
    <w:rsid w:val="000541DB"/>
    <w:rsid w:val="00054602"/>
    <w:rsid w:val="00054EDB"/>
    <w:rsid w:val="00055848"/>
    <w:rsid w:val="00055968"/>
    <w:rsid w:val="00055DF0"/>
    <w:rsid w:val="00055F2B"/>
    <w:rsid w:val="0005601D"/>
    <w:rsid w:val="0005626C"/>
    <w:rsid w:val="00056E57"/>
    <w:rsid w:val="0005716B"/>
    <w:rsid w:val="00057361"/>
    <w:rsid w:val="000576A0"/>
    <w:rsid w:val="00057859"/>
    <w:rsid w:val="00057975"/>
    <w:rsid w:val="00057B8D"/>
    <w:rsid w:val="00057CB2"/>
    <w:rsid w:val="00057DCF"/>
    <w:rsid w:val="00057DD3"/>
    <w:rsid w:val="00057F15"/>
    <w:rsid w:val="00057F9F"/>
    <w:rsid w:val="00060223"/>
    <w:rsid w:val="000603DA"/>
    <w:rsid w:val="0006046A"/>
    <w:rsid w:val="0006062A"/>
    <w:rsid w:val="00060771"/>
    <w:rsid w:val="000609D0"/>
    <w:rsid w:val="00060B79"/>
    <w:rsid w:val="00060B88"/>
    <w:rsid w:val="000619A8"/>
    <w:rsid w:val="00061DBA"/>
    <w:rsid w:val="000620F3"/>
    <w:rsid w:val="0006253E"/>
    <w:rsid w:val="00062594"/>
    <w:rsid w:val="0006271C"/>
    <w:rsid w:val="0006288F"/>
    <w:rsid w:val="00062A6E"/>
    <w:rsid w:val="00062B5A"/>
    <w:rsid w:val="00062E16"/>
    <w:rsid w:val="00062F4C"/>
    <w:rsid w:val="0006308C"/>
    <w:rsid w:val="0006393C"/>
    <w:rsid w:val="00063A08"/>
    <w:rsid w:val="00064015"/>
    <w:rsid w:val="00064573"/>
    <w:rsid w:val="000645AD"/>
    <w:rsid w:val="000646EF"/>
    <w:rsid w:val="00064770"/>
    <w:rsid w:val="00064778"/>
    <w:rsid w:val="00064C11"/>
    <w:rsid w:val="00064CB2"/>
    <w:rsid w:val="00064D67"/>
    <w:rsid w:val="00064E0F"/>
    <w:rsid w:val="00065652"/>
    <w:rsid w:val="00065916"/>
    <w:rsid w:val="00065B99"/>
    <w:rsid w:val="00066DE7"/>
    <w:rsid w:val="00066E62"/>
    <w:rsid w:val="0006779E"/>
    <w:rsid w:val="00067BBC"/>
    <w:rsid w:val="00067BCF"/>
    <w:rsid w:val="00067C0A"/>
    <w:rsid w:val="00067E02"/>
    <w:rsid w:val="00070B0A"/>
    <w:rsid w:val="00070F85"/>
    <w:rsid w:val="00070FCB"/>
    <w:rsid w:val="000714A5"/>
    <w:rsid w:val="000715F4"/>
    <w:rsid w:val="000716E4"/>
    <w:rsid w:val="000716FB"/>
    <w:rsid w:val="00071838"/>
    <w:rsid w:val="000719B8"/>
    <w:rsid w:val="000719B9"/>
    <w:rsid w:val="00071AC9"/>
    <w:rsid w:val="00071CFE"/>
    <w:rsid w:val="00072225"/>
    <w:rsid w:val="000726E4"/>
    <w:rsid w:val="00072869"/>
    <w:rsid w:val="000728B5"/>
    <w:rsid w:val="00072C06"/>
    <w:rsid w:val="00072DB9"/>
    <w:rsid w:val="00072F80"/>
    <w:rsid w:val="000742C8"/>
    <w:rsid w:val="000749F4"/>
    <w:rsid w:val="000749FE"/>
    <w:rsid w:val="00074F83"/>
    <w:rsid w:val="000753EF"/>
    <w:rsid w:val="000758E7"/>
    <w:rsid w:val="000759C8"/>
    <w:rsid w:val="00075B8F"/>
    <w:rsid w:val="00076096"/>
    <w:rsid w:val="00076646"/>
    <w:rsid w:val="000768B0"/>
    <w:rsid w:val="000768F8"/>
    <w:rsid w:val="00076A56"/>
    <w:rsid w:val="00076BB1"/>
    <w:rsid w:val="00076DDC"/>
    <w:rsid w:val="00077199"/>
    <w:rsid w:val="0007724D"/>
    <w:rsid w:val="00077651"/>
    <w:rsid w:val="00077926"/>
    <w:rsid w:val="000801BB"/>
    <w:rsid w:val="00080251"/>
    <w:rsid w:val="00080320"/>
    <w:rsid w:val="000806AC"/>
    <w:rsid w:val="000807C6"/>
    <w:rsid w:val="0008090D"/>
    <w:rsid w:val="000809B8"/>
    <w:rsid w:val="00080A9D"/>
    <w:rsid w:val="00080BCC"/>
    <w:rsid w:val="00081096"/>
    <w:rsid w:val="00081824"/>
    <w:rsid w:val="00081FD8"/>
    <w:rsid w:val="00082083"/>
    <w:rsid w:val="00082204"/>
    <w:rsid w:val="00082951"/>
    <w:rsid w:val="00082A08"/>
    <w:rsid w:val="00082B5A"/>
    <w:rsid w:val="00082C5B"/>
    <w:rsid w:val="00082C65"/>
    <w:rsid w:val="00082F5A"/>
    <w:rsid w:val="00083095"/>
    <w:rsid w:val="0008355B"/>
    <w:rsid w:val="00083981"/>
    <w:rsid w:val="0008399F"/>
    <w:rsid w:val="00083A80"/>
    <w:rsid w:val="00083CD7"/>
    <w:rsid w:val="00083E02"/>
    <w:rsid w:val="00083E9C"/>
    <w:rsid w:val="00084068"/>
    <w:rsid w:val="00084474"/>
    <w:rsid w:val="0008453C"/>
    <w:rsid w:val="00084DAD"/>
    <w:rsid w:val="00084EE3"/>
    <w:rsid w:val="0008502A"/>
    <w:rsid w:val="0008562F"/>
    <w:rsid w:val="000859F8"/>
    <w:rsid w:val="0008613F"/>
    <w:rsid w:val="0008661E"/>
    <w:rsid w:val="0008662A"/>
    <w:rsid w:val="0008680F"/>
    <w:rsid w:val="00086EDF"/>
    <w:rsid w:val="0008726C"/>
    <w:rsid w:val="000873C7"/>
    <w:rsid w:val="0008763E"/>
    <w:rsid w:val="00087D14"/>
    <w:rsid w:val="00087FA7"/>
    <w:rsid w:val="00090486"/>
    <w:rsid w:val="00090693"/>
    <w:rsid w:val="000907A4"/>
    <w:rsid w:val="00090C7F"/>
    <w:rsid w:val="00090FC1"/>
    <w:rsid w:val="00090FDA"/>
    <w:rsid w:val="00091070"/>
    <w:rsid w:val="000910C1"/>
    <w:rsid w:val="000914F3"/>
    <w:rsid w:val="0009179D"/>
    <w:rsid w:val="00091AD8"/>
    <w:rsid w:val="00091DC6"/>
    <w:rsid w:val="00091EB9"/>
    <w:rsid w:val="0009216C"/>
    <w:rsid w:val="0009255E"/>
    <w:rsid w:val="0009281E"/>
    <w:rsid w:val="0009295B"/>
    <w:rsid w:val="000929B5"/>
    <w:rsid w:val="000929FD"/>
    <w:rsid w:val="00092A34"/>
    <w:rsid w:val="00093164"/>
    <w:rsid w:val="000933E1"/>
    <w:rsid w:val="00093C7F"/>
    <w:rsid w:val="0009485E"/>
    <w:rsid w:val="00094BC8"/>
    <w:rsid w:val="00095BF5"/>
    <w:rsid w:val="00095E5D"/>
    <w:rsid w:val="000964AC"/>
    <w:rsid w:val="00096603"/>
    <w:rsid w:val="00096710"/>
    <w:rsid w:val="00096781"/>
    <w:rsid w:val="00096A05"/>
    <w:rsid w:val="00096C08"/>
    <w:rsid w:val="00097008"/>
    <w:rsid w:val="0009752D"/>
    <w:rsid w:val="00097888"/>
    <w:rsid w:val="00097D42"/>
    <w:rsid w:val="000A03B6"/>
    <w:rsid w:val="000A07FD"/>
    <w:rsid w:val="000A0C3A"/>
    <w:rsid w:val="000A1120"/>
    <w:rsid w:val="000A138A"/>
    <w:rsid w:val="000A148C"/>
    <w:rsid w:val="000A173B"/>
    <w:rsid w:val="000A177E"/>
    <w:rsid w:val="000A17A0"/>
    <w:rsid w:val="000A1818"/>
    <w:rsid w:val="000A1984"/>
    <w:rsid w:val="000A1A23"/>
    <w:rsid w:val="000A256F"/>
    <w:rsid w:val="000A300C"/>
    <w:rsid w:val="000A34D1"/>
    <w:rsid w:val="000A4034"/>
    <w:rsid w:val="000A4195"/>
    <w:rsid w:val="000A4538"/>
    <w:rsid w:val="000A46A1"/>
    <w:rsid w:val="000A474B"/>
    <w:rsid w:val="000A4A33"/>
    <w:rsid w:val="000A4CA0"/>
    <w:rsid w:val="000A4DEB"/>
    <w:rsid w:val="000A5520"/>
    <w:rsid w:val="000A5528"/>
    <w:rsid w:val="000A59A8"/>
    <w:rsid w:val="000A5A8D"/>
    <w:rsid w:val="000A5CDA"/>
    <w:rsid w:val="000A5D9D"/>
    <w:rsid w:val="000A5F95"/>
    <w:rsid w:val="000A604D"/>
    <w:rsid w:val="000A6205"/>
    <w:rsid w:val="000A6A0B"/>
    <w:rsid w:val="000A6B27"/>
    <w:rsid w:val="000A6F33"/>
    <w:rsid w:val="000A7330"/>
    <w:rsid w:val="000A745D"/>
    <w:rsid w:val="000A7C30"/>
    <w:rsid w:val="000A7C7D"/>
    <w:rsid w:val="000A7E3E"/>
    <w:rsid w:val="000B0636"/>
    <w:rsid w:val="000B1330"/>
    <w:rsid w:val="000B1665"/>
    <w:rsid w:val="000B19BA"/>
    <w:rsid w:val="000B1B30"/>
    <w:rsid w:val="000B2E9C"/>
    <w:rsid w:val="000B3337"/>
    <w:rsid w:val="000B3549"/>
    <w:rsid w:val="000B37DA"/>
    <w:rsid w:val="000B3C42"/>
    <w:rsid w:val="000B3C45"/>
    <w:rsid w:val="000B430F"/>
    <w:rsid w:val="000B4461"/>
    <w:rsid w:val="000B4869"/>
    <w:rsid w:val="000B554A"/>
    <w:rsid w:val="000B5979"/>
    <w:rsid w:val="000B5C40"/>
    <w:rsid w:val="000B60FB"/>
    <w:rsid w:val="000B6233"/>
    <w:rsid w:val="000B6305"/>
    <w:rsid w:val="000B66FC"/>
    <w:rsid w:val="000B6725"/>
    <w:rsid w:val="000B729D"/>
    <w:rsid w:val="000B7482"/>
    <w:rsid w:val="000B74BD"/>
    <w:rsid w:val="000B74E4"/>
    <w:rsid w:val="000B7863"/>
    <w:rsid w:val="000C01A3"/>
    <w:rsid w:val="000C0213"/>
    <w:rsid w:val="000C0240"/>
    <w:rsid w:val="000C05AE"/>
    <w:rsid w:val="000C0830"/>
    <w:rsid w:val="000C09C6"/>
    <w:rsid w:val="000C0A9A"/>
    <w:rsid w:val="000C0B7A"/>
    <w:rsid w:val="000C1719"/>
    <w:rsid w:val="000C176A"/>
    <w:rsid w:val="000C188A"/>
    <w:rsid w:val="000C1ED1"/>
    <w:rsid w:val="000C2655"/>
    <w:rsid w:val="000C2D37"/>
    <w:rsid w:val="000C2DE9"/>
    <w:rsid w:val="000C3752"/>
    <w:rsid w:val="000C37DC"/>
    <w:rsid w:val="000C3898"/>
    <w:rsid w:val="000C4217"/>
    <w:rsid w:val="000C4514"/>
    <w:rsid w:val="000C46DA"/>
    <w:rsid w:val="000C48D2"/>
    <w:rsid w:val="000C501A"/>
    <w:rsid w:val="000C5F53"/>
    <w:rsid w:val="000C63DB"/>
    <w:rsid w:val="000C687B"/>
    <w:rsid w:val="000C6BB6"/>
    <w:rsid w:val="000C6C4B"/>
    <w:rsid w:val="000C6E63"/>
    <w:rsid w:val="000C71C3"/>
    <w:rsid w:val="000C7214"/>
    <w:rsid w:val="000C726C"/>
    <w:rsid w:val="000C7811"/>
    <w:rsid w:val="000C7A6E"/>
    <w:rsid w:val="000C7C3B"/>
    <w:rsid w:val="000C7D96"/>
    <w:rsid w:val="000C7E7D"/>
    <w:rsid w:val="000D011C"/>
    <w:rsid w:val="000D0256"/>
    <w:rsid w:val="000D02C6"/>
    <w:rsid w:val="000D042E"/>
    <w:rsid w:val="000D0AFD"/>
    <w:rsid w:val="000D0C09"/>
    <w:rsid w:val="000D0D0C"/>
    <w:rsid w:val="000D0D53"/>
    <w:rsid w:val="000D128F"/>
    <w:rsid w:val="000D1B9E"/>
    <w:rsid w:val="000D1CC7"/>
    <w:rsid w:val="000D1E4F"/>
    <w:rsid w:val="000D1F26"/>
    <w:rsid w:val="000D2D3D"/>
    <w:rsid w:val="000D2F1A"/>
    <w:rsid w:val="000D363E"/>
    <w:rsid w:val="000D392C"/>
    <w:rsid w:val="000D3DB6"/>
    <w:rsid w:val="000D4257"/>
    <w:rsid w:val="000D4503"/>
    <w:rsid w:val="000D4A43"/>
    <w:rsid w:val="000D51A5"/>
    <w:rsid w:val="000D594C"/>
    <w:rsid w:val="000D5BE9"/>
    <w:rsid w:val="000D6045"/>
    <w:rsid w:val="000D6129"/>
    <w:rsid w:val="000D6229"/>
    <w:rsid w:val="000D663F"/>
    <w:rsid w:val="000D686B"/>
    <w:rsid w:val="000D68DE"/>
    <w:rsid w:val="000D7023"/>
    <w:rsid w:val="000D7365"/>
    <w:rsid w:val="000D744E"/>
    <w:rsid w:val="000D74F3"/>
    <w:rsid w:val="000D7783"/>
    <w:rsid w:val="000D7A69"/>
    <w:rsid w:val="000D7BE1"/>
    <w:rsid w:val="000D7BFC"/>
    <w:rsid w:val="000D7C37"/>
    <w:rsid w:val="000D7EF5"/>
    <w:rsid w:val="000E003A"/>
    <w:rsid w:val="000E0108"/>
    <w:rsid w:val="000E0762"/>
    <w:rsid w:val="000E0B50"/>
    <w:rsid w:val="000E0C46"/>
    <w:rsid w:val="000E1234"/>
    <w:rsid w:val="000E1371"/>
    <w:rsid w:val="000E13CB"/>
    <w:rsid w:val="000E15B1"/>
    <w:rsid w:val="000E1763"/>
    <w:rsid w:val="000E1C3C"/>
    <w:rsid w:val="000E1EA3"/>
    <w:rsid w:val="000E21FF"/>
    <w:rsid w:val="000E274D"/>
    <w:rsid w:val="000E29EC"/>
    <w:rsid w:val="000E2AE8"/>
    <w:rsid w:val="000E2B2C"/>
    <w:rsid w:val="000E2B81"/>
    <w:rsid w:val="000E2BD1"/>
    <w:rsid w:val="000E2CD8"/>
    <w:rsid w:val="000E2D11"/>
    <w:rsid w:val="000E2E02"/>
    <w:rsid w:val="000E2E87"/>
    <w:rsid w:val="000E3223"/>
    <w:rsid w:val="000E3368"/>
    <w:rsid w:val="000E3449"/>
    <w:rsid w:val="000E356B"/>
    <w:rsid w:val="000E3575"/>
    <w:rsid w:val="000E3884"/>
    <w:rsid w:val="000E393F"/>
    <w:rsid w:val="000E39C4"/>
    <w:rsid w:val="000E3E2A"/>
    <w:rsid w:val="000E3F35"/>
    <w:rsid w:val="000E4593"/>
    <w:rsid w:val="000E4634"/>
    <w:rsid w:val="000E4640"/>
    <w:rsid w:val="000E498C"/>
    <w:rsid w:val="000E4D98"/>
    <w:rsid w:val="000E4E56"/>
    <w:rsid w:val="000E4FD8"/>
    <w:rsid w:val="000E5357"/>
    <w:rsid w:val="000E5638"/>
    <w:rsid w:val="000E5731"/>
    <w:rsid w:val="000E5BEC"/>
    <w:rsid w:val="000E616E"/>
    <w:rsid w:val="000E622B"/>
    <w:rsid w:val="000E648A"/>
    <w:rsid w:val="000E6E2F"/>
    <w:rsid w:val="000E70DF"/>
    <w:rsid w:val="000E7129"/>
    <w:rsid w:val="000E75A7"/>
    <w:rsid w:val="000E7D53"/>
    <w:rsid w:val="000E7F7A"/>
    <w:rsid w:val="000F0016"/>
    <w:rsid w:val="000F00DC"/>
    <w:rsid w:val="000F0616"/>
    <w:rsid w:val="000F06C8"/>
    <w:rsid w:val="000F1137"/>
    <w:rsid w:val="000F11E1"/>
    <w:rsid w:val="000F1271"/>
    <w:rsid w:val="000F14B1"/>
    <w:rsid w:val="000F1C8A"/>
    <w:rsid w:val="000F1CB3"/>
    <w:rsid w:val="000F223A"/>
    <w:rsid w:val="000F2330"/>
    <w:rsid w:val="000F23A0"/>
    <w:rsid w:val="000F2BA5"/>
    <w:rsid w:val="000F3434"/>
    <w:rsid w:val="000F389C"/>
    <w:rsid w:val="000F3A55"/>
    <w:rsid w:val="000F3BA8"/>
    <w:rsid w:val="000F3C3F"/>
    <w:rsid w:val="000F3E92"/>
    <w:rsid w:val="000F422F"/>
    <w:rsid w:val="000F4277"/>
    <w:rsid w:val="000F430D"/>
    <w:rsid w:val="000F45AB"/>
    <w:rsid w:val="000F45B2"/>
    <w:rsid w:val="000F4A13"/>
    <w:rsid w:val="000F53AC"/>
    <w:rsid w:val="000F56FE"/>
    <w:rsid w:val="000F5AB4"/>
    <w:rsid w:val="000F6247"/>
    <w:rsid w:val="000F65C1"/>
    <w:rsid w:val="000F6812"/>
    <w:rsid w:val="000F686A"/>
    <w:rsid w:val="000F6E95"/>
    <w:rsid w:val="000F7B35"/>
    <w:rsid w:val="000F7F63"/>
    <w:rsid w:val="000F7F88"/>
    <w:rsid w:val="0010023B"/>
    <w:rsid w:val="0010028F"/>
    <w:rsid w:val="00100847"/>
    <w:rsid w:val="0010089C"/>
    <w:rsid w:val="001008F4"/>
    <w:rsid w:val="00100D9D"/>
    <w:rsid w:val="001011D1"/>
    <w:rsid w:val="001014C8"/>
    <w:rsid w:val="0010158C"/>
    <w:rsid w:val="00101D31"/>
    <w:rsid w:val="00101D8D"/>
    <w:rsid w:val="00101E93"/>
    <w:rsid w:val="00102076"/>
    <w:rsid w:val="001020AC"/>
    <w:rsid w:val="0010218A"/>
    <w:rsid w:val="00102E18"/>
    <w:rsid w:val="00103095"/>
    <w:rsid w:val="00103317"/>
    <w:rsid w:val="001037B6"/>
    <w:rsid w:val="00103B01"/>
    <w:rsid w:val="00103C8F"/>
    <w:rsid w:val="00103F4F"/>
    <w:rsid w:val="001040F9"/>
    <w:rsid w:val="001042DC"/>
    <w:rsid w:val="00104619"/>
    <w:rsid w:val="0010542C"/>
    <w:rsid w:val="0010542F"/>
    <w:rsid w:val="0010555D"/>
    <w:rsid w:val="001057CA"/>
    <w:rsid w:val="0010584D"/>
    <w:rsid w:val="00105915"/>
    <w:rsid w:val="001060A9"/>
    <w:rsid w:val="001061C2"/>
    <w:rsid w:val="0010620C"/>
    <w:rsid w:val="001062E8"/>
    <w:rsid w:val="00106342"/>
    <w:rsid w:val="00106344"/>
    <w:rsid w:val="001063E0"/>
    <w:rsid w:val="001068AC"/>
    <w:rsid w:val="001068C2"/>
    <w:rsid w:val="00106A25"/>
    <w:rsid w:val="00106FA4"/>
    <w:rsid w:val="00107084"/>
    <w:rsid w:val="001070B5"/>
    <w:rsid w:val="00107200"/>
    <w:rsid w:val="001076FE"/>
    <w:rsid w:val="001078B2"/>
    <w:rsid w:val="00107968"/>
    <w:rsid w:val="00107A23"/>
    <w:rsid w:val="00107E91"/>
    <w:rsid w:val="001102E3"/>
    <w:rsid w:val="00110DDF"/>
    <w:rsid w:val="001111E1"/>
    <w:rsid w:val="00111274"/>
    <w:rsid w:val="00111589"/>
    <w:rsid w:val="001115F1"/>
    <w:rsid w:val="001117A7"/>
    <w:rsid w:val="001117F0"/>
    <w:rsid w:val="0011196F"/>
    <w:rsid w:val="00111A5E"/>
    <w:rsid w:val="00111CB0"/>
    <w:rsid w:val="00111F30"/>
    <w:rsid w:val="0011319A"/>
    <w:rsid w:val="00113FF7"/>
    <w:rsid w:val="001151F0"/>
    <w:rsid w:val="00115314"/>
    <w:rsid w:val="00115CA5"/>
    <w:rsid w:val="00116120"/>
    <w:rsid w:val="0011663B"/>
    <w:rsid w:val="001169E9"/>
    <w:rsid w:val="00116F3F"/>
    <w:rsid w:val="001170D3"/>
    <w:rsid w:val="00117129"/>
    <w:rsid w:val="0011723C"/>
    <w:rsid w:val="00117599"/>
    <w:rsid w:val="001203D8"/>
    <w:rsid w:val="00120568"/>
    <w:rsid w:val="00120961"/>
    <w:rsid w:val="00120F23"/>
    <w:rsid w:val="00121725"/>
    <w:rsid w:val="001218D2"/>
    <w:rsid w:val="00121968"/>
    <w:rsid w:val="00121A72"/>
    <w:rsid w:val="00121E06"/>
    <w:rsid w:val="0012244C"/>
    <w:rsid w:val="00122890"/>
    <w:rsid w:val="001228CE"/>
    <w:rsid w:val="001228FD"/>
    <w:rsid w:val="00122A1D"/>
    <w:rsid w:val="00122A33"/>
    <w:rsid w:val="00122C01"/>
    <w:rsid w:val="00123820"/>
    <w:rsid w:val="00123967"/>
    <w:rsid w:val="00123CAD"/>
    <w:rsid w:val="001241AC"/>
    <w:rsid w:val="001245CF"/>
    <w:rsid w:val="00124926"/>
    <w:rsid w:val="0012510F"/>
    <w:rsid w:val="00125ACA"/>
    <w:rsid w:val="00125BF4"/>
    <w:rsid w:val="00125E75"/>
    <w:rsid w:val="00125EE6"/>
    <w:rsid w:val="001260CC"/>
    <w:rsid w:val="00126648"/>
    <w:rsid w:val="00126954"/>
    <w:rsid w:val="00126A7C"/>
    <w:rsid w:val="00126AB3"/>
    <w:rsid w:val="00126C2C"/>
    <w:rsid w:val="00127263"/>
    <w:rsid w:val="001275BC"/>
    <w:rsid w:val="00127722"/>
    <w:rsid w:val="00127DD1"/>
    <w:rsid w:val="00127E74"/>
    <w:rsid w:val="0012E5E2"/>
    <w:rsid w:val="00130146"/>
    <w:rsid w:val="0013069C"/>
    <w:rsid w:val="00130753"/>
    <w:rsid w:val="00130A16"/>
    <w:rsid w:val="00130D74"/>
    <w:rsid w:val="00130E35"/>
    <w:rsid w:val="001315CD"/>
    <w:rsid w:val="001316E5"/>
    <w:rsid w:val="001318B3"/>
    <w:rsid w:val="00131921"/>
    <w:rsid w:val="00131B17"/>
    <w:rsid w:val="00132063"/>
    <w:rsid w:val="001320AC"/>
    <w:rsid w:val="0013242A"/>
    <w:rsid w:val="001324E8"/>
    <w:rsid w:val="00132874"/>
    <w:rsid w:val="001328DA"/>
    <w:rsid w:val="00132A32"/>
    <w:rsid w:val="00132C42"/>
    <w:rsid w:val="00132C73"/>
    <w:rsid w:val="00132DDE"/>
    <w:rsid w:val="0013338D"/>
    <w:rsid w:val="00133BB2"/>
    <w:rsid w:val="00133F5C"/>
    <w:rsid w:val="001348C2"/>
    <w:rsid w:val="00134BDB"/>
    <w:rsid w:val="00134E03"/>
    <w:rsid w:val="0013507B"/>
    <w:rsid w:val="0013556D"/>
    <w:rsid w:val="00135839"/>
    <w:rsid w:val="00135864"/>
    <w:rsid w:val="0013588A"/>
    <w:rsid w:val="00135C79"/>
    <w:rsid w:val="00135F6A"/>
    <w:rsid w:val="00135F70"/>
    <w:rsid w:val="001360F5"/>
    <w:rsid w:val="001361A9"/>
    <w:rsid w:val="00136209"/>
    <w:rsid w:val="0013630C"/>
    <w:rsid w:val="00136406"/>
    <w:rsid w:val="0013648C"/>
    <w:rsid w:val="00136643"/>
    <w:rsid w:val="00136791"/>
    <w:rsid w:val="0013686E"/>
    <w:rsid w:val="00136D30"/>
    <w:rsid w:val="00136D90"/>
    <w:rsid w:val="0013704B"/>
    <w:rsid w:val="00137092"/>
    <w:rsid w:val="0013758C"/>
    <w:rsid w:val="0013785C"/>
    <w:rsid w:val="00137DAD"/>
    <w:rsid w:val="00137FF5"/>
    <w:rsid w:val="00140255"/>
    <w:rsid w:val="00140331"/>
    <w:rsid w:val="001406B4"/>
    <w:rsid w:val="00140D98"/>
    <w:rsid w:val="00140EE4"/>
    <w:rsid w:val="0014117A"/>
    <w:rsid w:val="0014177C"/>
    <w:rsid w:val="00141788"/>
    <w:rsid w:val="0014179A"/>
    <w:rsid w:val="00141C09"/>
    <w:rsid w:val="00141F6F"/>
    <w:rsid w:val="0014201E"/>
    <w:rsid w:val="00142406"/>
    <w:rsid w:val="00142897"/>
    <w:rsid w:val="00142BCB"/>
    <w:rsid w:val="001435DE"/>
    <w:rsid w:val="00143693"/>
    <w:rsid w:val="00144377"/>
    <w:rsid w:val="001446CB"/>
    <w:rsid w:val="0014488C"/>
    <w:rsid w:val="00144D23"/>
    <w:rsid w:val="00144ED1"/>
    <w:rsid w:val="00145488"/>
    <w:rsid w:val="001454CB"/>
    <w:rsid w:val="00145C70"/>
    <w:rsid w:val="00146441"/>
    <w:rsid w:val="00146777"/>
    <w:rsid w:val="0014689D"/>
    <w:rsid w:val="00146BB8"/>
    <w:rsid w:val="00146D44"/>
    <w:rsid w:val="00146DBA"/>
    <w:rsid w:val="00146E2A"/>
    <w:rsid w:val="001470F5"/>
    <w:rsid w:val="001470FE"/>
    <w:rsid w:val="00147307"/>
    <w:rsid w:val="00147347"/>
    <w:rsid w:val="0014773C"/>
    <w:rsid w:val="001478C8"/>
    <w:rsid w:val="00147C1D"/>
    <w:rsid w:val="00150440"/>
    <w:rsid w:val="001505DC"/>
    <w:rsid w:val="00150B32"/>
    <w:rsid w:val="00150CB5"/>
    <w:rsid w:val="0015194F"/>
    <w:rsid w:val="00151BFB"/>
    <w:rsid w:val="00151C7C"/>
    <w:rsid w:val="001523E2"/>
    <w:rsid w:val="00152754"/>
    <w:rsid w:val="00152A38"/>
    <w:rsid w:val="00152E5F"/>
    <w:rsid w:val="00152F85"/>
    <w:rsid w:val="001531AF"/>
    <w:rsid w:val="001546E5"/>
    <w:rsid w:val="00154C2A"/>
    <w:rsid w:val="0015558A"/>
    <w:rsid w:val="00155AE4"/>
    <w:rsid w:val="00155B82"/>
    <w:rsid w:val="00155BB3"/>
    <w:rsid w:val="00155E2E"/>
    <w:rsid w:val="00155F26"/>
    <w:rsid w:val="00156067"/>
    <w:rsid w:val="00156755"/>
    <w:rsid w:val="00156780"/>
    <w:rsid w:val="0015690E"/>
    <w:rsid w:val="00156941"/>
    <w:rsid w:val="001569FA"/>
    <w:rsid w:val="00156C91"/>
    <w:rsid w:val="00156D51"/>
    <w:rsid w:val="00156DF1"/>
    <w:rsid w:val="00157835"/>
    <w:rsid w:val="00157AC2"/>
    <w:rsid w:val="00157AE0"/>
    <w:rsid w:val="001600A0"/>
    <w:rsid w:val="00160197"/>
    <w:rsid w:val="00160220"/>
    <w:rsid w:val="0016036E"/>
    <w:rsid w:val="00160525"/>
    <w:rsid w:val="0016053B"/>
    <w:rsid w:val="0016055F"/>
    <w:rsid w:val="0016057B"/>
    <w:rsid w:val="00160641"/>
    <w:rsid w:val="001608F4"/>
    <w:rsid w:val="00160A0D"/>
    <w:rsid w:val="00160A17"/>
    <w:rsid w:val="00160AD7"/>
    <w:rsid w:val="00160F9E"/>
    <w:rsid w:val="00160FC2"/>
    <w:rsid w:val="0016101A"/>
    <w:rsid w:val="0016131B"/>
    <w:rsid w:val="001617C8"/>
    <w:rsid w:val="00161823"/>
    <w:rsid w:val="00161A56"/>
    <w:rsid w:val="00161B1F"/>
    <w:rsid w:val="0016206B"/>
    <w:rsid w:val="00162105"/>
    <w:rsid w:val="00162349"/>
    <w:rsid w:val="0016250D"/>
    <w:rsid w:val="0016292E"/>
    <w:rsid w:val="001629D9"/>
    <w:rsid w:val="00162A27"/>
    <w:rsid w:val="00162ADF"/>
    <w:rsid w:val="00162EA7"/>
    <w:rsid w:val="00162F11"/>
    <w:rsid w:val="001634C0"/>
    <w:rsid w:val="0016395A"/>
    <w:rsid w:val="00163A99"/>
    <w:rsid w:val="00164311"/>
    <w:rsid w:val="00164A17"/>
    <w:rsid w:val="00164C66"/>
    <w:rsid w:val="00165123"/>
    <w:rsid w:val="00165389"/>
    <w:rsid w:val="001654AB"/>
    <w:rsid w:val="001655AC"/>
    <w:rsid w:val="001659F4"/>
    <w:rsid w:val="0016608B"/>
    <w:rsid w:val="00166871"/>
    <w:rsid w:val="001669E8"/>
    <w:rsid w:val="00166D9A"/>
    <w:rsid w:val="00166EDE"/>
    <w:rsid w:val="001678F7"/>
    <w:rsid w:val="00167BC7"/>
    <w:rsid w:val="00167C28"/>
    <w:rsid w:val="00170608"/>
    <w:rsid w:val="00170921"/>
    <w:rsid w:val="00170B68"/>
    <w:rsid w:val="00170ED3"/>
    <w:rsid w:val="00170F17"/>
    <w:rsid w:val="00170F82"/>
    <w:rsid w:val="00171346"/>
    <w:rsid w:val="00171A42"/>
    <w:rsid w:val="00171B5E"/>
    <w:rsid w:val="00171FEC"/>
    <w:rsid w:val="00172015"/>
    <w:rsid w:val="001723B0"/>
    <w:rsid w:val="0017268D"/>
    <w:rsid w:val="00173185"/>
    <w:rsid w:val="00173787"/>
    <w:rsid w:val="0017381F"/>
    <w:rsid w:val="0017401A"/>
    <w:rsid w:val="001741A3"/>
    <w:rsid w:val="00174294"/>
    <w:rsid w:val="001749E6"/>
    <w:rsid w:val="00174A6C"/>
    <w:rsid w:val="00174FBD"/>
    <w:rsid w:val="00174FCA"/>
    <w:rsid w:val="00175412"/>
    <w:rsid w:val="001756EE"/>
    <w:rsid w:val="00175A33"/>
    <w:rsid w:val="00175D0D"/>
    <w:rsid w:val="0017616C"/>
    <w:rsid w:val="0017680E"/>
    <w:rsid w:val="00176DE3"/>
    <w:rsid w:val="0017707E"/>
    <w:rsid w:val="00177215"/>
    <w:rsid w:val="001774CB"/>
    <w:rsid w:val="001775FD"/>
    <w:rsid w:val="001800D2"/>
    <w:rsid w:val="0018041F"/>
    <w:rsid w:val="00180474"/>
    <w:rsid w:val="00180562"/>
    <w:rsid w:val="00180C4D"/>
    <w:rsid w:val="00180D09"/>
    <w:rsid w:val="00180D64"/>
    <w:rsid w:val="00180EF8"/>
    <w:rsid w:val="00180F85"/>
    <w:rsid w:val="001811AF"/>
    <w:rsid w:val="00181255"/>
    <w:rsid w:val="001812EF"/>
    <w:rsid w:val="00181E4F"/>
    <w:rsid w:val="00181E53"/>
    <w:rsid w:val="001822EC"/>
    <w:rsid w:val="00182500"/>
    <w:rsid w:val="0018259A"/>
    <w:rsid w:val="001837DF"/>
    <w:rsid w:val="00183C0D"/>
    <w:rsid w:val="00183DE1"/>
    <w:rsid w:val="00183EBC"/>
    <w:rsid w:val="00183FB2"/>
    <w:rsid w:val="00184499"/>
    <w:rsid w:val="00185257"/>
    <w:rsid w:val="0018548B"/>
    <w:rsid w:val="00185706"/>
    <w:rsid w:val="001859C6"/>
    <w:rsid w:val="00185C00"/>
    <w:rsid w:val="00185E82"/>
    <w:rsid w:val="00185FD5"/>
    <w:rsid w:val="001865B0"/>
    <w:rsid w:val="001869C4"/>
    <w:rsid w:val="00186B86"/>
    <w:rsid w:val="00186DCE"/>
    <w:rsid w:val="00186F24"/>
    <w:rsid w:val="00187170"/>
    <w:rsid w:val="001872C2"/>
    <w:rsid w:val="001876C3"/>
    <w:rsid w:val="00187710"/>
    <w:rsid w:val="0018780B"/>
    <w:rsid w:val="001900D5"/>
    <w:rsid w:val="0019019B"/>
    <w:rsid w:val="00190362"/>
    <w:rsid w:val="001903AA"/>
    <w:rsid w:val="0019044F"/>
    <w:rsid w:val="00190895"/>
    <w:rsid w:val="0019123B"/>
    <w:rsid w:val="00191ECA"/>
    <w:rsid w:val="00191F44"/>
    <w:rsid w:val="00191F7B"/>
    <w:rsid w:val="00191F8F"/>
    <w:rsid w:val="001920C3"/>
    <w:rsid w:val="0019249B"/>
    <w:rsid w:val="0019251F"/>
    <w:rsid w:val="001929DE"/>
    <w:rsid w:val="00192F41"/>
    <w:rsid w:val="00192F58"/>
    <w:rsid w:val="00192FF3"/>
    <w:rsid w:val="001930A7"/>
    <w:rsid w:val="00193170"/>
    <w:rsid w:val="001936DD"/>
    <w:rsid w:val="00193D9C"/>
    <w:rsid w:val="00193E71"/>
    <w:rsid w:val="00193F54"/>
    <w:rsid w:val="00194167"/>
    <w:rsid w:val="00194795"/>
    <w:rsid w:val="00194A6B"/>
    <w:rsid w:val="001950FD"/>
    <w:rsid w:val="00195189"/>
    <w:rsid w:val="001951CE"/>
    <w:rsid w:val="001954EA"/>
    <w:rsid w:val="001956B1"/>
    <w:rsid w:val="00195A17"/>
    <w:rsid w:val="00195D4C"/>
    <w:rsid w:val="00195EF4"/>
    <w:rsid w:val="001967DA"/>
    <w:rsid w:val="001968F8"/>
    <w:rsid w:val="00196954"/>
    <w:rsid w:val="00196D49"/>
    <w:rsid w:val="00196D9C"/>
    <w:rsid w:val="00196E86"/>
    <w:rsid w:val="001976A4"/>
    <w:rsid w:val="001A01CA"/>
    <w:rsid w:val="001A01E4"/>
    <w:rsid w:val="001A02CE"/>
    <w:rsid w:val="001A071E"/>
    <w:rsid w:val="001A083D"/>
    <w:rsid w:val="001A0E13"/>
    <w:rsid w:val="001A10BC"/>
    <w:rsid w:val="001A1240"/>
    <w:rsid w:val="001A1382"/>
    <w:rsid w:val="001A1565"/>
    <w:rsid w:val="001A201F"/>
    <w:rsid w:val="001A2075"/>
    <w:rsid w:val="001A2AB7"/>
    <w:rsid w:val="001A31D6"/>
    <w:rsid w:val="001A36E2"/>
    <w:rsid w:val="001A4091"/>
    <w:rsid w:val="001A409A"/>
    <w:rsid w:val="001A48EE"/>
    <w:rsid w:val="001A4E21"/>
    <w:rsid w:val="001A50C0"/>
    <w:rsid w:val="001A56C1"/>
    <w:rsid w:val="001A570C"/>
    <w:rsid w:val="001A57FF"/>
    <w:rsid w:val="001A5BA7"/>
    <w:rsid w:val="001A5D59"/>
    <w:rsid w:val="001A5DA3"/>
    <w:rsid w:val="001A5EC2"/>
    <w:rsid w:val="001A66B5"/>
    <w:rsid w:val="001A68EC"/>
    <w:rsid w:val="001A6CC3"/>
    <w:rsid w:val="001A6D6A"/>
    <w:rsid w:val="001A6E48"/>
    <w:rsid w:val="001A78D9"/>
    <w:rsid w:val="001B04F0"/>
    <w:rsid w:val="001B0529"/>
    <w:rsid w:val="001B0545"/>
    <w:rsid w:val="001B0691"/>
    <w:rsid w:val="001B06BC"/>
    <w:rsid w:val="001B0AB7"/>
    <w:rsid w:val="001B0B48"/>
    <w:rsid w:val="001B0B9A"/>
    <w:rsid w:val="001B0D11"/>
    <w:rsid w:val="001B0FCE"/>
    <w:rsid w:val="001B162E"/>
    <w:rsid w:val="001B1696"/>
    <w:rsid w:val="001B18AC"/>
    <w:rsid w:val="001B1F1D"/>
    <w:rsid w:val="001B21DA"/>
    <w:rsid w:val="001B220C"/>
    <w:rsid w:val="001B25AB"/>
    <w:rsid w:val="001B26CF"/>
    <w:rsid w:val="001B27F3"/>
    <w:rsid w:val="001B285A"/>
    <w:rsid w:val="001B299A"/>
    <w:rsid w:val="001B2DEF"/>
    <w:rsid w:val="001B305A"/>
    <w:rsid w:val="001B30DF"/>
    <w:rsid w:val="001B30FD"/>
    <w:rsid w:val="001B35D2"/>
    <w:rsid w:val="001B388D"/>
    <w:rsid w:val="001B391D"/>
    <w:rsid w:val="001B3D03"/>
    <w:rsid w:val="001B426D"/>
    <w:rsid w:val="001B4326"/>
    <w:rsid w:val="001B4505"/>
    <w:rsid w:val="001B4882"/>
    <w:rsid w:val="001B4A06"/>
    <w:rsid w:val="001B4BFD"/>
    <w:rsid w:val="001B4CF9"/>
    <w:rsid w:val="001B4D9E"/>
    <w:rsid w:val="001B5376"/>
    <w:rsid w:val="001B5388"/>
    <w:rsid w:val="001B54D1"/>
    <w:rsid w:val="001B5A04"/>
    <w:rsid w:val="001B5C37"/>
    <w:rsid w:val="001B5CE9"/>
    <w:rsid w:val="001B5FC4"/>
    <w:rsid w:val="001B6228"/>
    <w:rsid w:val="001B6507"/>
    <w:rsid w:val="001B650B"/>
    <w:rsid w:val="001B6548"/>
    <w:rsid w:val="001B6E52"/>
    <w:rsid w:val="001B73ED"/>
    <w:rsid w:val="001B7472"/>
    <w:rsid w:val="001B7A4B"/>
    <w:rsid w:val="001C009C"/>
    <w:rsid w:val="001C00D7"/>
    <w:rsid w:val="001C04B2"/>
    <w:rsid w:val="001C05F0"/>
    <w:rsid w:val="001C0CB0"/>
    <w:rsid w:val="001C0DA1"/>
    <w:rsid w:val="001C0E97"/>
    <w:rsid w:val="001C1493"/>
    <w:rsid w:val="001C158D"/>
    <w:rsid w:val="001C1825"/>
    <w:rsid w:val="001C19EE"/>
    <w:rsid w:val="001C1A2C"/>
    <w:rsid w:val="001C1B70"/>
    <w:rsid w:val="001C1D60"/>
    <w:rsid w:val="001C1FD4"/>
    <w:rsid w:val="001C2400"/>
    <w:rsid w:val="001C2478"/>
    <w:rsid w:val="001C2699"/>
    <w:rsid w:val="001C28D9"/>
    <w:rsid w:val="001C2AD1"/>
    <w:rsid w:val="001C2BE8"/>
    <w:rsid w:val="001C328C"/>
    <w:rsid w:val="001C373D"/>
    <w:rsid w:val="001C38A8"/>
    <w:rsid w:val="001C4953"/>
    <w:rsid w:val="001C53E4"/>
    <w:rsid w:val="001C5438"/>
    <w:rsid w:val="001C64E6"/>
    <w:rsid w:val="001C64FF"/>
    <w:rsid w:val="001C685C"/>
    <w:rsid w:val="001C6956"/>
    <w:rsid w:val="001C6BB0"/>
    <w:rsid w:val="001C6C20"/>
    <w:rsid w:val="001C7105"/>
    <w:rsid w:val="001C7338"/>
    <w:rsid w:val="001C7718"/>
    <w:rsid w:val="001C77BC"/>
    <w:rsid w:val="001C7B7E"/>
    <w:rsid w:val="001C7D0E"/>
    <w:rsid w:val="001D0313"/>
    <w:rsid w:val="001D08E4"/>
    <w:rsid w:val="001D0E23"/>
    <w:rsid w:val="001D0F97"/>
    <w:rsid w:val="001D1071"/>
    <w:rsid w:val="001D235F"/>
    <w:rsid w:val="001D29EC"/>
    <w:rsid w:val="001D2F93"/>
    <w:rsid w:val="001D33BB"/>
    <w:rsid w:val="001D345A"/>
    <w:rsid w:val="001D39F6"/>
    <w:rsid w:val="001D3AE1"/>
    <w:rsid w:val="001D3AE8"/>
    <w:rsid w:val="001D3C8B"/>
    <w:rsid w:val="001D3FDE"/>
    <w:rsid w:val="001D4892"/>
    <w:rsid w:val="001D4D86"/>
    <w:rsid w:val="001D4EC3"/>
    <w:rsid w:val="001D516D"/>
    <w:rsid w:val="001D59AB"/>
    <w:rsid w:val="001D5B81"/>
    <w:rsid w:val="001D5F8B"/>
    <w:rsid w:val="001D5FD2"/>
    <w:rsid w:val="001D613C"/>
    <w:rsid w:val="001D6C6F"/>
    <w:rsid w:val="001D6FF9"/>
    <w:rsid w:val="001D70DE"/>
    <w:rsid w:val="001D72FA"/>
    <w:rsid w:val="001D7343"/>
    <w:rsid w:val="001D74FC"/>
    <w:rsid w:val="001D7738"/>
    <w:rsid w:val="001D7C7F"/>
    <w:rsid w:val="001D7D31"/>
    <w:rsid w:val="001D7D32"/>
    <w:rsid w:val="001D7E75"/>
    <w:rsid w:val="001E0412"/>
    <w:rsid w:val="001E0706"/>
    <w:rsid w:val="001E0B11"/>
    <w:rsid w:val="001E12A9"/>
    <w:rsid w:val="001E159A"/>
    <w:rsid w:val="001E169B"/>
    <w:rsid w:val="001E1936"/>
    <w:rsid w:val="001E1C9D"/>
    <w:rsid w:val="001E2E9F"/>
    <w:rsid w:val="001E32DF"/>
    <w:rsid w:val="001E362E"/>
    <w:rsid w:val="001E36EB"/>
    <w:rsid w:val="001E3903"/>
    <w:rsid w:val="001E41DD"/>
    <w:rsid w:val="001E43B5"/>
    <w:rsid w:val="001E449D"/>
    <w:rsid w:val="001E46EB"/>
    <w:rsid w:val="001E4C28"/>
    <w:rsid w:val="001E4C78"/>
    <w:rsid w:val="001E51D1"/>
    <w:rsid w:val="001E56A5"/>
    <w:rsid w:val="001E571B"/>
    <w:rsid w:val="001E5837"/>
    <w:rsid w:val="001E5BC8"/>
    <w:rsid w:val="001E60DD"/>
    <w:rsid w:val="001E61FC"/>
    <w:rsid w:val="001E646E"/>
    <w:rsid w:val="001E65B2"/>
    <w:rsid w:val="001E699F"/>
    <w:rsid w:val="001E6AFB"/>
    <w:rsid w:val="001E6D02"/>
    <w:rsid w:val="001E7043"/>
    <w:rsid w:val="001E7778"/>
    <w:rsid w:val="001E7EA0"/>
    <w:rsid w:val="001EA9BB"/>
    <w:rsid w:val="001F0126"/>
    <w:rsid w:val="001F02C5"/>
    <w:rsid w:val="001F0383"/>
    <w:rsid w:val="001F0C9F"/>
    <w:rsid w:val="001F0D1B"/>
    <w:rsid w:val="001F114F"/>
    <w:rsid w:val="001F1291"/>
    <w:rsid w:val="001F159F"/>
    <w:rsid w:val="001F1D8D"/>
    <w:rsid w:val="001F1E01"/>
    <w:rsid w:val="001F1F48"/>
    <w:rsid w:val="001F2AE7"/>
    <w:rsid w:val="001F35C8"/>
    <w:rsid w:val="001F35FC"/>
    <w:rsid w:val="001F3D3D"/>
    <w:rsid w:val="001F3D66"/>
    <w:rsid w:val="001F4087"/>
    <w:rsid w:val="001F49CD"/>
    <w:rsid w:val="001F4DCC"/>
    <w:rsid w:val="001F4E79"/>
    <w:rsid w:val="001F5723"/>
    <w:rsid w:val="001F5AAD"/>
    <w:rsid w:val="001F5B6B"/>
    <w:rsid w:val="001F6325"/>
    <w:rsid w:val="001F6CC3"/>
    <w:rsid w:val="001F70DF"/>
    <w:rsid w:val="001F7329"/>
    <w:rsid w:val="001F763C"/>
    <w:rsid w:val="001F76CE"/>
    <w:rsid w:val="001F76FE"/>
    <w:rsid w:val="001F776A"/>
    <w:rsid w:val="001F77BE"/>
    <w:rsid w:val="001F78B8"/>
    <w:rsid w:val="001F7CFB"/>
    <w:rsid w:val="001F7FE8"/>
    <w:rsid w:val="002002C0"/>
    <w:rsid w:val="00200469"/>
    <w:rsid w:val="00200799"/>
    <w:rsid w:val="00200A20"/>
    <w:rsid w:val="00200A69"/>
    <w:rsid w:val="0020143E"/>
    <w:rsid w:val="002014E3"/>
    <w:rsid w:val="002015B9"/>
    <w:rsid w:val="0020174F"/>
    <w:rsid w:val="002019D8"/>
    <w:rsid w:val="00201B8C"/>
    <w:rsid w:val="00201E28"/>
    <w:rsid w:val="0020224B"/>
    <w:rsid w:val="002023E4"/>
    <w:rsid w:val="00202653"/>
    <w:rsid w:val="0020326D"/>
    <w:rsid w:val="0020342C"/>
    <w:rsid w:val="00203455"/>
    <w:rsid w:val="0020345E"/>
    <w:rsid w:val="002035AC"/>
    <w:rsid w:val="00203A17"/>
    <w:rsid w:val="00203D5E"/>
    <w:rsid w:val="00203DCD"/>
    <w:rsid w:val="002041BF"/>
    <w:rsid w:val="00204409"/>
    <w:rsid w:val="00204660"/>
    <w:rsid w:val="002046D7"/>
    <w:rsid w:val="002047D4"/>
    <w:rsid w:val="002048F1"/>
    <w:rsid w:val="00204A67"/>
    <w:rsid w:val="00204BDF"/>
    <w:rsid w:val="00204C87"/>
    <w:rsid w:val="002058AE"/>
    <w:rsid w:val="00205C74"/>
    <w:rsid w:val="00205DA3"/>
    <w:rsid w:val="0020609A"/>
    <w:rsid w:val="002064AF"/>
    <w:rsid w:val="002067DA"/>
    <w:rsid w:val="00206943"/>
    <w:rsid w:val="00206AAE"/>
    <w:rsid w:val="00206DDB"/>
    <w:rsid w:val="00206F24"/>
    <w:rsid w:val="002074E4"/>
    <w:rsid w:val="0020766B"/>
    <w:rsid w:val="00207849"/>
    <w:rsid w:val="00207B44"/>
    <w:rsid w:val="00207BB3"/>
    <w:rsid w:val="00210A19"/>
    <w:rsid w:val="00210B7C"/>
    <w:rsid w:val="00210D54"/>
    <w:rsid w:val="00210DF8"/>
    <w:rsid w:val="00210E0D"/>
    <w:rsid w:val="00210F67"/>
    <w:rsid w:val="00211703"/>
    <w:rsid w:val="00211E64"/>
    <w:rsid w:val="00212051"/>
    <w:rsid w:val="002122ED"/>
    <w:rsid w:val="00212334"/>
    <w:rsid w:val="00212BA4"/>
    <w:rsid w:val="00212DB4"/>
    <w:rsid w:val="00212DF9"/>
    <w:rsid w:val="00212F6F"/>
    <w:rsid w:val="002132C9"/>
    <w:rsid w:val="0021332D"/>
    <w:rsid w:val="002133F2"/>
    <w:rsid w:val="002135FE"/>
    <w:rsid w:val="0021403B"/>
    <w:rsid w:val="00214162"/>
    <w:rsid w:val="00214502"/>
    <w:rsid w:val="00214538"/>
    <w:rsid w:val="00214B21"/>
    <w:rsid w:val="00214D83"/>
    <w:rsid w:val="00214DAA"/>
    <w:rsid w:val="002153E0"/>
    <w:rsid w:val="002155B5"/>
    <w:rsid w:val="00215936"/>
    <w:rsid w:val="002159CE"/>
    <w:rsid w:val="002159E4"/>
    <w:rsid w:val="00215EEC"/>
    <w:rsid w:val="00215F6E"/>
    <w:rsid w:val="0021684A"/>
    <w:rsid w:val="00216BC7"/>
    <w:rsid w:val="00216EB5"/>
    <w:rsid w:val="00216EE7"/>
    <w:rsid w:val="00217224"/>
    <w:rsid w:val="00217247"/>
    <w:rsid w:val="0021724B"/>
    <w:rsid w:val="002173D0"/>
    <w:rsid w:val="002177F8"/>
    <w:rsid w:val="00217B4C"/>
    <w:rsid w:val="00217BC9"/>
    <w:rsid w:val="0022065B"/>
    <w:rsid w:val="002206C2"/>
    <w:rsid w:val="002207A9"/>
    <w:rsid w:val="00220F78"/>
    <w:rsid w:val="00221058"/>
    <w:rsid w:val="002222B5"/>
    <w:rsid w:val="002227B6"/>
    <w:rsid w:val="002228BE"/>
    <w:rsid w:val="002229C2"/>
    <w:rsid w:val="002231C2"/>
    <w:rsid w:val="00223459"/>
    <w:rsid w:val="0022391F"/>
    <w:rsid w:val="00223A50"/>
    <w:rsid w:val="00223AC4"/>
    <w:rsid w:val="002248A8"/>
    <w:rsid w:val="00224AC2"/>
    <w:rsid w:val="00224ADC"/>
    <w:rsid w:val="00224C2C"/>
    <w:rsid w:val="00225179"/>
    <w:rsid w:val="002257E3"/>
    <w:rsid w:val="002257F6"/>
    <w:rsid w:val="00225F10"/>
    <w:rsid w:val="002260B0"/>
    <w:rsid w:val="002260BA"/>
    <w:rsid w:val="0022616E"/>
    <w:rsid w:val="00226433"/>
    <w:rsid w:val="002267D7"/>
    <w:rsid w:val="00226EEC"/>
    <w:rsid w:val="00227156"/>
    <w:rsid w:val="00227430"/>
    <w:rsid w:val="00227529"/>
    <w:rsid w:val="00227B05"/>
    <w:rsid w:val="00227D32"/>
    <w:rsid w:val="00227E5F"/>
    <w:rsid w:val="00227F2F"/>
    <w:rsid w:val="00230279"/>
    <w:rsid w:val="00230534"/>
    <w:rsid w:val="00230584"/>
    <w:rsid w:val="0023063C"/>
    <w:rsid w:val="002306A7"/>
    <w:rsid w:val="002308F3"/>
    <w:rsid w:val="00230AC0"/>
    <w:rsid w:val="00230E27"/>
    <w:rsid w:val="00230E67"/>
    <w:rsid w:val="002314E4"/>
    <w:rsid w:val="0023164B"/>
    <w:rsid w:val="00232069"/>
    <w:rsid w:val="002322BB"/>
    <w:rsid w:val="002326DD"/>
    <w:rsid w:val="00232781"/>
    <w:rsid w:val="00232AF1"/>
    <w:rsid w:val="00232BD1"/>
    <w:rsid w:val="00233369"/>
    <w:rsid w:val="002336DF"/>
    <w:rsid w:val="002339FC"/>
    <w:rsid w:val="00233B39"/>
    <w:rsid w:val="00233DC4"/>
    <w:rsid w:val="00233E79"/>
    <w:rsid w:val="00233F4E"/>
    <w:rsid w:val="00233FF7"/>
    <w:rsid w:val="0023418E"/>
    <w:rsid w:val="00234D8A"/>
    <w:rsid w:val="00234F63"/>
    <w:rsid w:val="00235395"/>
    <w:rsid w:val="0023557C"/>
    <w:rsid w:val="0023558E"/>
    <w:rsid w:val="00235740"/>
    <w:rsid w:val="00235D58"/>
    <w:rsid w:val="00235E7B"/>
    <w:rsid w:val="00236201"/>
    <w:rsid w:val="0023657E"/>
    <w:rsid w:val="00236863"/>
    <w:rsid w:val="002373BE"/>
    <w:rsid w:val="0023754D"/>
    <w:rsid w:val="00237886"/>
    <w:rsid w:val="00237C9A"/>
    <w:rsid w:val="0024012A"/>
    <w:rsid w:val="00240189"/>
    <w:rsid w:val="00240953"/>
    <w:rsid w:val="00240E3E"/>
    <w:rsid w:val="0024118C"/>
    <w:rsid w:val="00241EAC"/>
    <w:rsid w:val="00242033"/>
    <w:rsid w:val="00242565"/>
    <w:rsid w:val="00242853"/>
    <w:rsid w:val="002428ED"/>
    <w:rsid w:val="00242B03"/>
    <w:rsid w:val="00243331"/>
    <w:rsid w:val="00243485"/>
    <w:rsid w:val="00243709"/>
    <w:rsid w:val="002438D0"/>
    <w:rsid w:val="00243C20"/>
    <w:rsid w:val="00243FBC"/>
    <w:rsid w:val="002443F1"/>
    <w:rsid w:val="002444D3"/>
    <w:rsid w:val="00244995"/>
    <w:rsid w:val="0024506A"/>
    <w:rsid w:val="00245318"/>
    <w:rsid w:val="002458BD"/>
    <w:rsid w:val="0024648E"/>
    <w:rsid w:val="002464EC"/>
    <w:rsid w:val="00247710"/>
    <w:rsid w:val="00247940"/>
    <w:rsid w:val="00247BDD"/>
    <w:rsid w:val="00247D81"/>
    <w:rsid w:val="00247DDD"/>
    <w:rsid w:val="00250123"/>
    <w:rsid w:val="002503AD"/>
    <w:rsid w:val="00250451"/>
    <w:rsid w:val="00250544"/>
    <w:rsid w:val="002508F8"/>
    <w:rsid w:val="00250A4E"/>
    <w:rsid w:val="00250AF3"/>
    <w:rsid w:val="00250D2F"/>
    <w:rsid w:val="0025106A"/>
    <w:rsid w:val="002515EE"/>
    <w:rsid w:val="0025169A"/>
    <w:rsid w:val="00251DC2"/>
    <w:rsid w:val="00251DCD"/>
    <w:rsid w:val="00251E61"/>
    <w:rsid w:val="00252083"/>
    <w:rsid w:val="002522ED"/>
    <w:rsid w:val="002522FE"/>
    <w:rsid w:val="00252337"/>
    <w:rsid w:val="00252CD9"/>
    <w:rsid w:val="0025302D"/>
    <w:rsid w:val="002531C3"/>
    <w:rsid w:val="00253250"/>
    <w:rsid w:val="0025392C"/>
    <w:rsid w:val="00253D74"/>
    <w:rsid w:val="00253E27"/>
    <w:rsid w:val="002541C7"/>
    <w:rsid w:val="00254261"/>
    <w:rsid w:val="0025457B"/>
    <w:rsid w:val="00254711"/>
    <w:rsid w:val="0025492D"/>
    <w:rsid w:val="0025526D"/>
    <w:rsid w:val="00255295"/>
    <w:rsid w:val="002554B9"/>
    <w:rsid w:val="00255530"/>
    <w:rsid w:val="002558FA"/>
    <w:rsid w:val="00255911"/>
    <w:rsid w:val="00255B35"/>
    <w:rsid w:val="00256046"/>
    <w:rsid w:val="002562E4"/>
    <w:rsid w:val="002569E9"/>
    <w:rsid w:val="00257074"/>
    <w:rsid w:val="00257A1E"/>
    <w:rsid w:val="00257F7A"/>
    <w:rsid w:val="0026043E"/>
    <w:rsid w:val="00260732"/>
    <w:rsid w:val="0026087A"/>
    <w:rsid w:val="00260FC7"/>
    <w:rsid w:val="0026158E"/>
    <w:rsid w:val="00261703"/>
    <w:rsid w:val="00261AB2"/>
    <w:rsid w:val="002620C4"/>
    <w:rsid w:val="002620D5"/>
    <w:rsid w:val="002621C4"/>
    <w:rsid w:val="0026222D"/>
    <w:rsid w:val="002624F0"/>
    <w:rsid w:val="002625B3"/>
    <w:rsid w:val="00262E15"/>
    <w:rsid w:val="00263040"/>
    <w:rsid w:val="00263B98"/>
    <w:rsid w:val="00263CC8"/>
    <w:rsid w:val="00263CD2"/>
    <w:rsid w:val="00263F48"/>
    <w:rsid w:val="0026405C"/>
    <w:rsid w:val="0026422F"/>
    <w:rsid w:val="002642AB"/>
    <w:rsid w:val="0026486D"/>
    <w:rsid w:val="002649EB"/>
    <w:rsid w:val="00264EDA"/>
    <w:rsid w:val="00264F2C"/>
    <w:rsid w:val="00265028"/>
    <w:rsid w:val="002651CB"/>
    <w:rsid w:val="002658BE"/>
    <w:rsid w:val="00265EE4"/>
    <w:rsid w:val="0026611A"/>
    <w:rsid w:val="00266574"/>
    <w:rsid w:val="00266AD6"/>
    <w:rsid w:val="00266D18"/>
    <w:rsid w:val="00267189"/>
    <w:rsid w:val="00267191"/>
    <w:rsid w:val="00267857"/>
    <w:rsid w:val="00267875"/>
    <w:rsid w:val="00267A96"/>
    <w:rsid w:val="0027016A"/>
    <w:rsid w:val="00270481"/>
    <w:rsid w:val="002704D4"/>
    <w:rsid w:val="00270630"/>
    <w:rsid w:val="00270AA6"/>
    <w:rsid w:val="002710A6"/>
    <w:rsid w:val="002711FB"/>
    <w:rsid w:val="002717A6"/>
    <w:rsid w:val="00271A3A"/>
    <w:rsid w:val="00272593"/>
    <w:rsid w:val="00272EB2"/>
    <w:rsid w:val="00273103"/>
    <w:rsid w:val="00273B63"/>
    <w:rsid w:val="00273EA8"/>
    <w:rsid w:val="00274138"/>
    <w:rsid w:val="002741E3"/>
    <w:rsid w:val="00274382"/>
    <w:rsid w:val="00274700"/>
    <w:rsid w:val="00274F19"/>
    <w:rsid w:val="00275234"/>
    <w:rsid w:val="00275298"/>
    <w:rsid w:val="0027564B"/>
    <w:rsid w:val="002757A4"/>
    <w:rsid w:val="00275FED"/>
    <w:rsid w:val="00276241"/>
    <w:rsid w:val="00276514"/>
    <w:rsid w:val="002767C1"/>
    <w:rsid w:val="00276A45"/>
    <w:rsid w:val="00276A75"/>
    <w:rsid w:val="00277166"/>
    <w:rsid w:val="0027788C"/>
    <w:rsid w:val="00277D01"/>
    <w:rsid w:val="00277F72"/>
    <w:rsid w:val="00280191"/>
    <w:rsid w:val="00280461"/>
    <w:rsid w:val="00280715"/>
    <w:rsid w:val="00280B80"/>
    <w:rsid w:val="00281F61"/>
    <w:rsid w:val="0028218B"/>
    <w:rsid w:val="00282560"/>
    <w:rsid w:val="002827FF"/>
    <w:rsid w:val="00282C5C"/>
    <w:rsid w:val="00282C63"/>
    <w:rsid w:val="00282D17"/>
    <w:rsid w:val="00282EB0"/>
    <w:rsid w:val="00283011"/>
    <w:rsid w:val="002831CB"/>
    <w:rsid w:val="002836E7"/>
    <w:rsid w:val="0028393B"/>
    <w:rsid w:val="00283ABD"/>
    <w:rsid w:val="002843A1"/>
    <w:rsid w:val="00284418"/>
    <w:rsid w:val="00284588"/>
    <w:rsid w:val="00284B31"/>
    <w:rsid w:val="00284C2B"/>
    <w:rsid w:val="00285180"/>
    <w:rsid w:val="0028524A"/>
    <w:rsid w:val="00285A6A"/>
    <w:rsid w:val="00285AD6"/>
    <w:rsid w:val="00285D2D"/>
    <w:rsid w:val="00285EA9"/>
    <w:rsid w:val="00285EFD"/>
    <w:rsid w:val="002865D4"/>
    <w:rsid w:val="002866FF"/>
    <w:rsid w:val="00286A09"/>
    <w:rsid w:val="00286F4D"/>
    <w:rsid w:val="00287857"/>
    <w:rsid w:val="002879EB"/>
    <w:rsid w:val="00287B54"/>
    <w:rsid w:val="00290291"/>
    <w:rsid w:val="0029086B"/>
    <w:rsid w:val="00290AA2"/>
    <w:rsid w:val="00291423"/>
    <w:rsid w:val="0029149B"/>
    <w:rsid w:val="0029172E"/>
    <w:rsid w:val="00291C56"/>
    <w:rsid w:val="00291E89"/>
    <w:rsid w:val="0029206B"/>
    <w:rsid w:val="002922A7"/>
    <w:rsid w:val="0029292F"/>
    <w:rsid w:val="00292E87"/>
    <w:rsid w:val="00293175"/>
    <w:rsid w:val="00293291"/>
    <w:rsid w:val="0029332D"/>
    <w:rsid w:val="00293A9D"/>
    <w:rsid w:val="00294091"/>
    <w:rsid w:val="00294354"/>
    <w:rsid w:val="0029442C"/>
    <w:rsid w:val="002944DC"/>
    <w:rsid w:val="002945A8"/>
    <w:rsid w:val="00294891"/>
    <w:rsid w:val="0029536A"/>
    <w:rsid w:val="002953BA"/>
    <w:rsid w:val="0029565C"/>
    <w:rsid w:val="0029594E"/>
    <w:rsid w:val="002968DC"/>
    <w:rsid w:val="00296B3D"/>
    <w:rsid w:val="00297645"/>
    <w:rsid w:val="002A0733"/>
    <w:rsid w:val="002A0AE9"/>
    <w:rsid w:val="002A0D42"/>
    <w:rsid w:val="002A0F43"/>
    <w:rsid w:val="002A139C"/>
    <w:rsid w:val="002A1563"/>
    <w:rsid w:val="002A17DF"/>
    <w:rsid w:val="002A1CB7"/>
    <w:rsid w:val="002A1D37"/>
    <w:rsid w:val="002A2A86"/>
    <w:rsid w:val="002A2C56"/>
    <w:rsid w:val="002A30DC"/>
    <w:rsid w:val="002A332A"/>
    <w:rsid w:val="002A345E"/>
    <w:rsid w:val="002A37C7"/>
    <w:rsid w:val="002A3C09"/>
    <w:rsid w:val="002A3C72"/>
    <w:rsid w:val="002A43A1"/>
    <w:rsid w:val="002A4412"/>
    <w:rsid w:val="002A4B9D"/>
    <w:rsid w:val="002A4C62"/>
    <w:rsid w:val="002A529D"/>
    <w:rsid w:val="002A52C1"/>
    <w:rsid w:val="002A57F5"/>
    <w:rsid w:val="002A5D71"/>
    <w:rsid w:val="002A5D7F"/>
    <w:rsid w:val="002A5F24"/>
    <w:rsid w:val="002A5F67"/>
    <w:rsid w:val="002A611B"/>
    <w:rsid w:val="002A62D4"/>
    <w:rsid w:val="002A6344"/>
    <w:rsid w:val="002A66D1"/>
    <w:rsid w:val="002A685B"/>
    <w:rsid w:val="002A6891"/>
    <w:rsid w:val="002A69AE"/>
    <w:rsid w:val="002A6BF6"/>
    <w:rsid w:val="002A725B"/>
    <w:rsid w:val="002A740C"/>
    <w:rsid w:val="002A77E8"/>
    <w:rsid w:val="002A7BCB"/>
    <w:rsid w:val="002A7E78"/>
    <w:rsid w:val="002B01CC"/>
    <w:rsid w:val="002B0589"/>
    <w:rsid w:val="002B0730"/>
    <w:rsid w:val="002B092D"/>
    <w:rsid w:val="002B0C60"/>
    <w:rsid w:val="002B0FA9"/>
    <w:rsid w:val="002B14F4"/>
    <w:rsid w:val="002B1614"/>
    <w:rsid w:val="002B16F0"/>
    <w:rsid w:val="002B194B"/>
    <w:rsid w:val="002B1C89"/>
    <w:rsid w:val="002B1EFA"/>
    <w:rsid w:val="002B1F5C"/>
    <w:rsid w:val="002B2424"/>
    <w:rsid w:val="002B25BC"/>
    <w:rsid w:val="002B2873"/>
    <w:rsid w:val="002B2C55"/>
    <w:rsid w:val="002B31DB"/>
    <w:rsid w:val="002B3225"/>
    <w:rsid w:val="002B3370"/>
    <w:rsid w:val="002B343C"/>
    <w:rsid w:val="002B38D4"/>
    <w:rsid w:val="002B3DB1"/>
    <w:rsid w:val="002B42A2"/>
    <w:rsid w:val="002B4500"/>
    <w:rsid w:val="002B457C"/>
    <w:rsid w:val="002B4DA9"/>
    <w:rsid w:val="002B4E40"/>
    <w:rsid w:val="002B511A"/>
    <w:rsid w:val="002B52E7"/>
    <w:rsid w:val="002B590E"/>
    <w:rsid w:val="002B5BC3"/>
    <w:rsid w:val="002B5C71"/>
    <w:rsid w:val="002B5C90"/>
    <w:rsid w:val="002B6106"/>
    <w:rsid w:val="002B6364"/>
    <w:rsid w:val="002B65B5"/>
    <w:rsid w:val="002B6886"/>
    <w:rsid w:val="002B6B13"/>
    <w:rsid w:val="002B6CB7"/>
    <w:rsid w:val="002B7748"/>
    <w:rsid w:val="002B77B8"/>
    <w:rsid w:val="002B7937"/>
    <w:rsid w:val="002B7FF9"/>
    <w:rsid w:val="002C0067"/>
    <w:rsid w:val="002C04FA"/>
    <w:rsid w:val="002C0855"/>
    <w:rsid w:val="002C0F48"/>
    <w:rsid w:val="002C1036"/>
    <w:rsid w:val="002C18D1"/>
    <w:rsid w:val="002C1B5C"/>
    <w:rsid w:val="002C202D"/>
    <w:rsid w:val="002C2388"/>
    <w:rsid w:val="002C2412"/>
    <w:rsid w:val="002C2C9D"/>
    <w:rsid w:val="002C2FA8"/>
    <w:rsid w:val="002C3152"/>
    <w:rsid w:val="002C3739"/>
    <w:rsid w:val="002C39AF"/>
    <w:rsid w:val="002C3EA0"/>
    <w:rsid w:val="002C46D1"/>
    <w:rsid w:val="002C4BE7"/>
    <w:rsid w:val="002C4CC5"/>
    <w:rsid w:val="002C4D98"/>
    <w:rsid w:val="002C4E5D"/>
    <w:rsid w:val="002C55B8"/>
    <w:rsid w:val="002C5959"/>
    <w:rsid w:val="002C5A8F"/>
    <w:rsid w:val="002C5F00"/>
    <w:rsid w:val="002C6018"/>
    <w:rsid w:val="002C601E"/>
    <w:rsid w:val="002C616A"/>
    <w:rsid w:val="002C6324"/>
    <w:rsid w:val="002C69C4"/>
    <w:rsid w:val="002C6CF4"/>
    <w:rsid w:val="002C6D7C"/>
    <w:rsid w:val="002C6E67"/>
    <w:rsid w:val="002C7045"/>
    <w:rsid w:val="002C7364"/>
    <w:rsid w:val="002C78E3"/>
    <w:rsid w:val="002C7AD0"/>
    <w:rsid w:val="002C7B2E"/>
    <w:rsid w:val="002C7B41"/>
    <w:rsid w:val="002D05EB"/>
    <w:rsid w:val="002D05EE"/>
    <w:rsid w:val="002D067D"/>
    <w:rsid w:val="002D06B5"/>
    <w:rsid w:val="002D0863"/>
    <w:rsid w:val="002D0995"/>
    <w:rsid w:val="002D0C26"/>
    <w:rsid w:val="002D0ECD"/>
    <w:rsid w:val="002D0F4B"/>
    <w:rsid w:val="002D0FAD"/>
    <w:rsid w:val="002D1217"/>
    <w:rsid w:val="002D12F7"/>
    <w:rsid w:val="002D1301"/>
    <w:rsid w:val="002D148C"/>
    <w:rsid w:val="002D1821"/>
    <w:rsid w:val="002D1A16"/>
    <w:rsid w:val="002D1B13"/>
    <w:rsid w:val="002D1FC0"/>
    <w:rsid w:val="002D26C0"/>
    <w:rsid w:val="002D2B34"/>
    <w:rsid w:val="002D2B54"/>
    <w:rsid w:val="002D327F"/>
    <w:rsid w:val="002D34EE"/>
    <w:rsid w:val="002D34F1"/>
    <w:rsid w:val="002D35A1"/>
    <w:rsid w:val="002D389C"/>
    <w:rsid w:val="002D3961"/>
    <w:rsid w:val="002D3BC1"/>
    <w:rsid w:val="002D3C61"/>
    <w:rsid w:val="002D44EF"/>
    <w:rsid w:val="002D46F0"/>
    <w:rsid w:val="002D4A47"/>
    <w:rsid w:val="002D4B75"/>
    <w:rsid w:val="002D5172"/>
    <w:rsid w:val="002D59E9"/>
    <w:rsid w:val="002D5C03"/>
    <w:rsid w:val="002D63B9"/>
    <w:rsid w:val="002D64DA"/>
    <w:rsid w:val="002D657D"/>
    <w:rsid w:val="002D6B18"/>
    <w:rsid w:val="002D6B2A"/>
    <w:rsid w:val="002D6EFE"/>
    <w:rsid w:val="002D74F9"/>
    <w:rsid w:val="002D7AAB"/>
    <w:rsid w:val="002D7BF8"/>
    <w:rsid w:val="002D7CFA"/>
    <w:rsid w:val="002D7E1B"/>
    <w:rsid w:val="002E023B"/>
    <w:rsid w:val="002E055D"/>
    <w:rsid w:val="002E055E"/>
    <w:rsid w:val="002E0590"/>
    <w:rsid w:val="002E0A44"/>
    <w:rsid w:val="002E1052"/>
    <w:rsid w:val="002E1235"/>
    <w:rsid w:val="002E1746"/>
    <w:rsid w:val="002E18DC"/>
    <w:rsid w:val="002E196E"/>
    <w:rsid w:val="002E21A0"/>
    <w:rsid w:val="002E23AF"/>
    <w:rsid w:val="002E24CA"/>
    <w:rsid w:val="002E291F"/>
    <w:rsid w:val="002E2E5A"/>
    <w:rsid w:val="002E316F"/>
    <w:rsid w:val="002E3586"/>
    <w:rsid w:val="002E35FF"/>
    <w:rsid w:val="002E3838"/>
    <w:rsid w:val="002E3925"/>
    <w:rsid w:val="002E3943"/>
    <w:rsid w:val="002E3B8D"/>
    <w:rsid w:val="002E4304"/>
    <w:rsid w:val="002E477C"/>
    <w:rsid w:val="002E4848"/>
    <w:rsid w:val="002E49D8"/>
    <w:rsid w:val="002E4A85"/>
    <w:rsid w:val="002E4F57"/>
    <w:rsid w:val="002E54AF"/>
    <w:rsid w:val="002E5569"/>
    <w:rsid w:val="002E56B4"/>
    <w:rsid w:val="002E56BE"/>
    <w:rsid w:val="002E57ED"/>
    <w:rsid w:val="002E5D6C"/>
    <w:rsid w:val="002E5D72"/>
    <w:rsid w:val="002E5EBF"/>
    <w:rsid w:val="002E5FA7"/>
    <w:rsid w:val="002E6221"/>
    <w:rsid w:val="002E6576"/>
    <w:rsid w:val="002E6616"/>
    <w:rsid w:val="002E666F"/>
    <w:rsid w:val="002E75C7"/>
    <w:rsid w:val="002E7C1A"/>
    <w:rsid w:val="002F0588"/>
    <w:rsid w:val="002F0686"/>
    <w:rsid w:val="002F0838"/>
    <w:rsid w:val="002F087D"/>
    <w:rsid w:val="002F0DEC"/>
    <w:rsid w:val="002F10C1"/>
    <w:rsid w:val="002F160C"/>
    <w:rsid w:val="002F19D6"/>
    <w:rsid w:val="002F1C28"/>
    <w:rsid w:val="002F1DBF"/>
    <w:rsid w:val="002F1FFF"/>
    <w:rsid w:val="002F2072"/>
    <w:rsid w:val="002F2430"/>
    <w:rsid w:val="002F2442"/>
    <w:rsid w:val="002F2C65"/>
    <w:rsid w:val="002F330B"/>
    <w:rsid w:val="002F36DE"/>
    <w:rsid w:val="002F3CD7"/>
    <w:rsid w:val="002F3D6E"/>
    <w:rsid w:val="002F3DA5"/>
    <w:rsid w:val="002F477B"/>
    <w:rsid w:val="002F4853"/>
    <w:rsid w:val="002F4972"/>
    <w:rsid w:val="002F49B1"/>
    <w:rsid w:val="002F4B92"/>
    <w:rsid w:val="002F4F03"/>
    <w:rsid w:val="002F5BF9"/>
    <w:rsid w:val="002F6618"/>
    <w:rsid w:val="002F6621"/>
    <w:rsid w:val="002F6FDA"/>
    <w:rsid w:val="002F70EB"/>
    <w:rsid w:val="002F7615"/>
    <w:rsid w:val="002F78B0"/>
    <w:rsid w:val="002F7B2D"/>
    <w:rsid w:val="002F7F3B"/>
    <w:rsid w:val="002F7FDF"/>
    <w:rsid w:val="00300032"/>
    <w:rsid w:val="0030074F"/>
    <w:rsid w:val="00300870"/>
    <w:rsid w:val="00300A73"/>
    <w:rsid w:val="00301135"/>
    <w:rsid w:val="0030129A"/>
    <w:rsid w:val="00301A30"/>
    <w:rsid w:val="00301AB3"/>
    <w:rsid w:val="00302623"/>
    <w:rsid w:val="0030289F"/>
    <w:rsid w:val="00302AB0"/>
    <w:rsid w:val="00302B0A"/>
    <w:rsid w:val="00303533"/>
    <w:rsid w:val="0030355D"/>
    <w:rsid w:val="00303A83"/>
    <w:rsid w:val="00304149"/>
    <w:rsid w:val="0030434B"/>
    <w:rsid w:val="003043B6"/>
    <w:rsid w:val="00304598"/>
    <w:rsid w:val="00304BBE"/>
    <w:rsid w:val="00305007"/>
    <w:rsid w:val="003051DC"/>
    <w:rsid w:val="00305367"/>
    <w:rsid w:val="003054B6"/>
    <w:rsid w:val="00305705"/>
    <w:rsid w:val="00305905"/>
    <w:rsid w:val="00305AAA"/>
    <w:rsid w:val="00305CF0"/>
    <w:rsid w:val="00305EEB"/>
    <w:rsid w:val="003060A4"/>
    <w:rsid w:val="00306A4F"/>
    <w:rsid w:val="00306C8B"/>
    <w:rsid w:val="00306CC0"/>
    <w:rsid w:val="0030721F"/>
    <w:rsid w:val="003076EB"/>
    <w:rsid w:val="003079D2"/>
    <w:rsid w:val="00307B0C"/>
    <w:rsid w:val="003101C8"/>
    <w:rsid w:val="003102BC"/>
    <w:rsid w:val="00310487"/>
    <w:rsid w:val="00310FA8"/>
    <w:rsid w:val="00311151"/>
    <w:rsid w:val="003113B3"/>
    <w:rsid w:val="003114B4"/>
    <w:rsid w:val="00311854"/>
    <w:rsid w:val="00311855"/>
    <w:rsid w:val="00312074"/>
    <w:rsid w:val="003126C4"/>
    <w:rsid w:val="003129E9"/>
    <w:rsid w:val="0031303F"/>
    <w:rsid w:val="00313077"/>
    <w:rsid w:val="0031393F"/>
    <w:rsid w:val="00313BF9"/>
    <w:rsid w:val="00313C87"/>
    <w:rsid w:val="003145E6"/>
    <w:rsid w:val="00314F42"/>
    <w:rsid w:val="00315120"/>
    <w:rsid w:val="003154A6"/>
    <w:rsid w:val="00315889"/>
    <w:rsid w:val="00315AE0"/>
    <w:rsid w:val="00315B87"/>
    <w:rsid w:val="00315EEA"/>
    <w:rsid w:val="00315FFE"/>
    <w:rsid w:val="00316200"/>
    <w:rsid w:val="00316236"/>
    <w:rsid w:val="003162F1"/>
    <w:rsid w:val="003166F2"/>
    <w:rsid w:val="00316887"/>
    <w:rsid w:val="0031699C"/>
    <w:rsid w:val="00316A0C"/>
    <w:rsid w:val="00316FEC"/>
    <w:rsid w:val="0031729C"/>
    <w:rsid w:val="003173FD"/>
    <w:rsid w:val="00317A20"/>
    <w:rsid w:val="00317FC7"/>
    <w:rsid w:val="0032026D"/>
    <w:rsid w:val="00320430"/>
    <w:rsid w:val="00320434"/>
    <w:rsid w:val="0032047B"/>
    <w:rsid w:val="0032069F"/>
    <w:rsid w:val="003208DF"/>
    <w:rsid w:val="00320F6E"/>
    <w:rsid w:val="00321599"/>
    <w:rsid w:val="00321866"/>
    <w:rsid w:val="003219BA"/>
    <w:rsid w:val="00321ADC"/>
    <w:rsid w:val="003220B2"/>
    <w:rsid w:val="0032289A"/>
    <w:rsid w:val="00322BF7"/>
    <w:rsid w:val="00322D3F"/>
    <w:rsid w:val="00323152"/>
    <w:rsid w:val="003235F7"/>
    <w:rsid w:val="00323BB1"/>
    <w:rsid w:val="00323BEC"/>
    <w:rsid w:val="00323CBE"/>
    <w:rsid w:val="00324346"/>
    <w:rsid w:val="0032441C"/>
    <w:rsid w:val="00324425"/>
    <w:rsid w:val="003246F0"/>
    <w:rsid w:val="00324740"/>
    <w:rsid w:val="00324C3B"/>
    <w:rsid w:val="00324C7E"/>
    <w:rsid w:val="00324CB0"/>
    <w:rsid w:val="0032530A"/>
    <w:rsid w:val="00325932"/>
    <w:rsid w:val="0032593A"/>
    <w:rsid w:val="00325948"/>
    <w:rsid w:val="00325BE9"/>
    <w:rsid w:val="00325BF6"/>
    <w:rsid w:val="00325D0F"/>
    <w:rsid w:val="00325E07"/>
    <w:rsid w:val="00326870"/>
    <w:rsid w:val="00326D1E"/>
    <w:rsid w:val="00326EC1"/>
    <w:rsid w:val="003270D3"/>
    <w:rsid w:val="0032710F"/>
    <w:rsid w:val="00327D9C"/>
    <w:rsid w:val="003307F1"/>
    <w:rsid w:val="00330B12"/>
    <w:rsid w:val="00330C7C"/>
    <w:rsid w:val="0033115C"/>
    <w:rsid w:val="00331168"/>
    <w:rsid w:val="003312B4"/>
    <w:rsid w:val="003317E2"/>
    <w:rsid w:val="003323AA"/>
    <w:rsid w:val="00332643"/>
    <w:rsid w:val="003332A1"/>
    <w:rsid w:val="0033332B"/>
    <w:rsid w:val="00333863"/>
    <w:rsid w:val="00333B54"/>
    <w:rsid w:val="00333F5B"/>
    <w:rsid w:val="00333F90"/>
    <w:rsid w:val="003340FA"/>
    <w:rsid w:val="00334521"/>
    <w:rsid w:val="0033453E"/>
    <w:rsid w:val="00334C33"/>
    <w:rsid w:val="00334C56"/>
    <w:rsid w:val="00334DA1"/>
    <w:rsid w:val="00334DAA"/>
    <w:rsid w:val="00335349"/>
    <w:rsid w:val="003354C9"/>
    <w:rsid w:val="0033559E"/>
    <w:rsid w:val="00335A03"/>
    <w:rsid w:val="00335AF6"/>
    <w:rsid w:val="00335DE6"/>
    <w:rsid w:val="0033603B"/>
    <w:rsid w:val="0033684B"/>
    <w:rsid w:val="00336A63"/>
    <w:rsid w:val="00336C7C"/>
    <w:rsid w:val="003370F3"/>
    <w:rsid w:val="00337127"/>
    <w:rsid w:val="0033729B"/>
    <w:rsid w:val="0033762C"/>
    <w:rsid w:val="00337AF5"/>
    <w:rsid w:val="00337F26"/>
    <w:rsid w:val="003404FB"/>
    <w:rsid w:val="00340E4F"/>
    <w:rsid w:val="00340EDA"/>
    <w:rsid w:val="00341243"/>
    <w:rsid w:val="003414CA"/>
    <w:rsid w:val="0034150D"/>
    <w:rsid w:val="00341958"/>
    <w:rsid w:val="00341AC6"/>
    <w:rsid w:val="00341E89"/>
    <w:rsid w:val="00342065"/>
    <w:rsid w:val="00342159"/>
    <w:rsid w:val="003422EA"/>
    <w:rsid w:val="00342390"/>
    <w:rsid w:val="00342480"/>
    <w:rsid w:val="0034264A"/>
    <w:rsid w:val="0034278F"/>
    <w:rsid w:val="00342FED"/>
    <w:rsid w:val="00343035"/>
    <w:rsid w:val="00343424"/>
    <w:rsid w:val="003435C3"/>
    <w:rsid w:val="0034388F"/>
    <w:rsid w:val="003438DA"/>
    <w:rsid w:val="003439F2"/>
    <w:rsid w:val="00343D36"/>
    <w:rsid w:val="00343DAF"/>
    <w:rsid w:val="0034461D"/>
    <w:rsid w:val="003446B6"/>
    <w:rsid w:val="0034490D"/>
    <w:rsid w:val="00344956"/>
    <w:rsid w:val="00344C03"/>
    <w:rsid w:val="00344D82"/>
    <w:rsid w:val="003452FD"/>
    <w:rsid w:val="003454D7"/>
    <w:rsid w:val="003457EE"/>
    <w:rsid w:val="00345A30"/>
    <w:rsid w:val="00345DBF"/>
    <w:rsid w:val="00345E89"/>
    <w:rsid w:val="0034619B"/>
    <w:rsid w:val="00346694"/>
    <w:rsid w:val="00346E0F"/>
    <w:rsid w:val="003470FF"/>
    <w:rsid w:val="0034754B"/>
    <w:rsid w:val="00347CF7"/>
    <w:rsid w:val="00347FF3"/>
    <w:rsid w:val="003501BE"/>
    <w:rsid w:val="003501EB"/>
    <w:rsid w:val="00350489"/>
    <w:rsid w:val="00350BFC"/>
    <w:rsid w:val="00350CBA"/>
    <w:rsid w:val="003511E8"/>
    <w:rsid w:val="003514B0"/>
    <w:rsid w:val="00352538"/>
    <w:rsid w:val="0035284D"/>
    <w:rsid w:val="00352B8D"/>
    <w:rsid w:val="00352E7B"/>
    <w:rsid w:val="00352FA9"/>
    <w:rsid w:val="0035323A"/>
    <w:rsid w:val="0035331D"/>
    <w:rsid w:val="00353522"/>
    <w:rsid w:val="003538EF"/>
    <w:rsid w:val="00353A64"/>
    <w:rsid w:val="00353A69"/>
    <w:rsid w:val="00353E30"/>
    <w:rsid w:val="0035418A"/>
    <w:rsid w:val="00354BC3"/>
    <w:rsid w:val="00354BDD"/>
    <w:rsid w:val="003550DA"/>
    <w:rsid w:val="003550E0"/>
    <w:rsid w:val="0035529B"/>
    <w:rsid w:val="0035533F"/>
    <w:rsid w:val="0035560B"/>
    <w:rsid w:val="00356485"/>
    <w:rsid w:val="00356613"/>
    <w:rsid w:val="003566D5"/>
    <w:rsid w:val="00356A15"/>
    <w:rsid w:val="00356E2B"/>
    <w:rsid w:val="00356FB3"/>
    <w:rsid w:val="00356FE7"/>
    <w:rsid w:val="0035709D"/>
    <w:rsid w:val="00357831"/>
    <w:rsid w:val="00357C0D"/>
    <w:rsid w:val="00357C65"/>
    <w:rsid w:val="003606D7"/>
    <w:rsid w:val="00360F5D"/>
    <w:rsid w:val="0036129C"/>
    <w:rsid w:val="00361B4C"/>
    <w:rsid w:val="00361B5E"/>
    <w:rsid w:val="00361D0E"/>
    <w:rsid w:val="00361E96"/>
    <w:rsid w:val="00362603"/>
    <w:rsid w:val="00362A65"/>
    <w:rsid w:val="00362C4E"/>
    <w:rsid w:val="00362CDD"/>
    <w:rsid w:val="00362E1B"/>
    <w:rsid w:val="00363115"/>
    <w:rsid w:val="0036389E"/>
    <w:rsid w:val="00363D14"/>
    <w:rsid w:val="00363EF8"/>
    <w:rsid w:val="0036432A"/>
    <w:rsid w:val="0036450B"/>
    <w:rsid w:val="00364613"/>
    <w:rsid w:val="00364981"/>
    <w:rsid w:val="00364BDB"/>
    <w:rsid w:val="00365434"/>
    <w:rsid w:val="0036561A"/>
    <w:rsid w:val="00365631"/>
    <w:rsid w:val="00365AAB"/>
    <w:rsid w:val="00365CC5"/>
    <w:rsid w:val="0036613B"/>
    <w:rsid w:val="00366210"/>
    <w:rsid w:val="0036629C"/>
    <w:rsid w:val="003662FA"/>
    <w:rsid w:val="00366A18"/>
    <w:rsid w:val="0036713C"/>
    <w:rsid w:val="0036788E"/>
    <w:rsid w:val="00370093"/>
    <w:rsid w:val="00370AB5"/>
    <w:rsid w:val="00370B72"/>
    <w:rsid w:val="00370BF0"/>
    <w:rsid w:val="00370CC5"/>
    <w:rsid w:val="00371A96"/>
    <w:rsid w:val="00371BE3"/>
    <w:rsid w:val="0037202C"/>
    <w:rsid w:val="003720A6"/>
    <w:rsid w:val="00372295"/>
    <w:rsid w:val="00372AEA"/>
    <w:rsid w:val="003732C5"/>
    <w:rsid w:val="003732D4"/>
    <w:rsid w:val="00373913"/>
    <w:rsid w:val="00373CAB"/>
    <w:rsid w:val="00374677"/>
    <w:rsid w:val="003746A7"/>
    <w:rsid w:val="003746DE"/>
    <w:rsid w:val="003747EA"/>
    <w:rsid w:val="00374898"/>
    <w:rsid w:val="00374D0A"/>
    <w:rsid w:val="00375044"/>
    <w:rsid w:val="00375138"/>
    <w:rsid w:val="00375403"/>
    <w:rsid w:val="0037565F"/>
    <w:rsid w:val="00375C02"/>
    <w:rsid w:val="00375C0F"/>
    <w:rsid w:val="00375E5B"/>
    <w:rsid w:val="0037644C"/>
    <w:rsid w:val="003767C2"/>
    <w:rsid w:val="00376B58"/>
    <w:rsid w:val="00376F00"/>
    <w:rsid w:val="00376F8D"/>
    <w:rsid w:val="00377181"/>
    <w:rsid w:val="003774F5"/>
    <w:rsid w:val="00377502"/>
    <w:rsid w:val="003776CD"/>
    <w:rsid w:val="00377741"/>
    <w:rsid w:val="003777A8"/>
    <w:rsid w:val="003777AB"/>
    <w:rsid w:val="003779F1"/>
    <w:rsid w:val="00377E39"/>
    <w:rsid w:val="0038010B"/>
    <w:rsid w:val="0038015B"/>
    <w:rsid w:val="0038097D"/>
    <w:rsid w:val="00380ABF"/>
    <w:rsid w:val="00380C01"/>
    <w:rsid w:val="00380D7A"/>
    <w:rsid w:val="00380D7B"/>
    <w:rsid w:val="00380E4A"/>
    <w:rsid w:val="003819EB"/>
    <w:rsid w:val="003819F2"/>
    <w:rsid w:val="00381F6D"/>
    <w:rsid w:val="00381FD0"/>
    <w:rsid w:val="003820EB"/>
    <w:rsid w:val="00382A18"/>
    <w:rsid w:val="00382B25"/>
    <w:rsid w:val="00382BE8"/>
    <w:rsid w:val="00382C9F"/>
    <w:rsid w:val="00382E3F"/>
    <w:rsid w:val="00383016"/>
    <w:rsid w:val="00383537"/>
    <w:rsid w:val="0038366B"/>
    <w:rsid w:val="0038378C"/>
    <w:rsid w:val="00383B43"/>
    <w:rsid w:val="00383CB2"/>
    <w:rsid w:val="00383F3E"/>
    <w:rsid w:val="00384714"/>
    <w:rsid w:val="0038477D"/>
    <w:rsid w:val="003849E4"/>
    <w:rsid w:val="00384B07"/>
    <w:rsid w:val="00384B9E"/>
    <w:rsid w:val="00384D8F"/>
    <w:rsid w:val="0038544C"/>
    <w:rsid w:val="00385932"/>
    <w:rsid w:val="00385A73"/>
    <w:rsid w:val="00385B5D"/>
    <w:rsid w:val="00385CF2"/>
    <w:rsid w:val="00385CF3"/>
    <w:rsid w:val="00385F43"/>
    <w:rsid w:val="00386603"/>
    <w:rsid w:val="00386750"/>
    <w:rsid w:val="003868FE"/>
    <w:rsid w:val="00386925"/>
    <w:rsid w:val="003869A0"/>
    <w:rsid w:val="00386DCD"/>
    <w:rsid w:val="00386EC9"/>
    <w:rsid w:val="003871C4"/>
    <w:rsid w:val="0038765D"/>
    <w:rsid w:val="003877D2"/>
    <w:rsid w:val="003878DF"/>
    <w:rsid w:val="00387C5D"/>
    <w:rsid w:val="003901B3"/>
    <w:rsid w:val="003901E2"/>
    <w:rsid w:val="00390575"/>
    <w:rsid w:val="0039081E"/>
    <w:rsid w:val="0039084C"/>
    <w:rsid w:val="003908EF"/>
    <w:rsid w:val="00390A76"/>
    <w:rsid w:val="00390B87"/>
    <w:rsid w:val="00390C58"/>
    <w:rsid w:val="00391068"/>
    <w:rsid w:val="00391318"/>
    <w:rsid w:val="0039173F"/>
    <w:rsid w:val="00391FEC"/>
    <w:rsid w:val="0039247C"/>
    <w:rsid w:val="0039249C"/>
    <w:rsid w:val="00392538"/>
    <w:rsid w:val="003927BB"/>
    <w:rsid w:val="00392946"/>
    <w:rsid w:val="00392982"/>
    <w:rsid w:val="003934F8"/>
    <w:rsid w:val="00393550"/>
    <w:rsid w:val="0039361C"/>
    <w:rsid w:val="0039364D"/>
    <w:rsid w:val="00393894"/>
    <w:rsid w:val="00393AF3"/>
    <w:rsid w:val="00393B79"/>
    <w:rsid w:val="00393BB6"/>
    <w:rsid w:val="0039402D"/>
    <w:rsid w:val="00394110"/>
    <w:rsid w:val="00394ADA"/>
    <w:rsid w:val="00394BAC"/>
    <w:rsid w:val="003953D3"/>
    <w:rsid w:val="0039556D"/>
    <w:rsid w:val="00395E26"/>
    <w:rsid w:val="0039672D"/>
    <w:rsid w:val="00396AA8"/>
    <w:rsid w:val="00396EB4"/>
    <w:rsid w:val="00396F2D"/>
    <w:rsid w:val="003976E3"/>
    <w:rsid w:val="0039781F"/>
    <w:rsid w:val="00397875"/>
    <w:rsid w:val="003978C9"/>
    <w:rsid w:val="00397B71"/>
    <w:rsid w:val="00397C82"/>
    <w:rsid w:val="00397D86"/>
    <w:rsid w:val="00397E1F"/>
    <w:rsid w:val="003A001D"/>
    <w:rsid w:val="003A0409"/>
    <w:rsid w:val="003A06CC"/>
    <w:rsid w:val="003A0806"/>
    <w:rsid w:val="003A0942"/>
    <w:rsid w:val="003A13D7"/>
    <w:rsid w:val="003A19F5"/>
    <w:rsid w:val="003A1CEA"/>
    <w:rsid w:val="003A1E85"/>
    <w:rsid w:val="003A1F87"/>
    <w:rsid w:val="003A2545"/>
    <w:rsid w:val="003A28B6"/>
    <w:rsid w:val="003A2A58"/>
    <w:rsid w:val="003A2E03"/>
    <w:rsid w:val="003A2FF6"/>
    <w:rsid w:val="003A31E3"/>
    <w:rsid w:val="003A320F"/>
    <w:rsid w:val="003A325A"/>
    <w:rsid w:val="003A32E2"/>
    <w:rsid w:val="003A334E"/>
    <w:rsid w:val="003A3353"/>
    <w:rsid w:val="003A35A9"/>
    <w:rsid w:val="003A3778"/>
    <w:rsid w:val="003A3D46"/>
    <w:rsid w:val="003A472F"/>
    <w:rsid w:val="003A5405"/>
    <w:rsid w:val="003A54BE"/>
    <w:rsid w:val="003A5A67"/>
    <w:rsid w:val="003A5BE1"/>
    <w:rsid w:val="003A61F4"/>
    <w:rsid w:val="003A644F"/>
    <w:rsid w:val="003A653D"/>
    <w:rsid w:val="003A69B2"/>
    <w:rsid w:val="003A6C36"/>
    <w:rsid w:val="003A7098"/>
    <w:rsid w:val="003A73CE"/>
    <w:rsid w:val="003A7AA8"/>
    <w:rsid w:val="003A7AD3"/>
    <w:rsid w:val="003B0099"/>
    <w:rsid w:val="003B0986"/>
    <w:rsid w:val="003B13F2"/>
    <w:rsid w:val="003B1555"/>
    <w:rsid w:val="003B15A7"/>
    <w:rsid w:val="003B1953"/>
    <w:rsid w:val="003B1AA0"/>
    <w:rsid w:val="003B1D74"/>
    <w:rsid w:val="003B255A"/>
    <w:rsid w:val="003B2862"/>
    <w:rsid w:val="003B28F5"/>
    <w:rsid w:val="003B304F"/>
    <w:rsid w:val="003B3116"/>
    <w:rsid w:val="003B3558"/>
    <w:rsid w:val="003B3BB9"/>
    <w:rsid w:val="003B3CEE"/>
    <w:rsid w:val="003B3F50"/>
    <w:rsid w:val="003B41FE"/>
    <w:rsid w:val="003B43F9"/>
    <w:rsid w:val="003B4437"/>
    <w:rsid w:val="003B4698"/>
    <w:rsid w:val="003B47FD"/>
    <w:rsid w:val="003B5164"/>
    <w:rsid w:val="003B529D"/>
    <w:rsid w:val="003B579B"/>
    <w:rsid w:val="003B57AB"/>
    <w:rsid w:val="003B5BF8"/>
    <w:rsid w:val="003B5C46"/>
    <w:rsid w:val="003B5C5D"/>
    <w:rsid w:val="003B5CF5"/>
    <w:rsid w:val="003B61A0"/>
    <w:rsid w:val="003B6B7A"/>
    <w:rsid w:val="003B6D9B"/>
    <w:rsid w:val="003B78CF"/>
    <w:rsid w:val="003B7AA1"/>
    <w:rsid w:val="003B7B87"/>
    <w:rsid w:val="003C0589"/>
    <w:rsid w:val="003C05D1"/>
    <w:rsid w:val="003C06A2"/>
    <w:rsid w:val="003C0798"/>
    <w:rsid w:val="003C09CF"/>
    <w:rsid w:val="003C0BAD"/>
    <w:rsid w:val="003C1139"/>
    <w:rsid w:val="003C119E"/>
    <w:rsid w:val="003C1CC0"/>
    <w:rsid w:val="003C221C"/>
    <w:rsid w:val="003C2A4B"/>
    <w:rsid w:val="003C2A68"/>
    <w:rsid w:val="003C2D7D"/>
    <w:rsid w:val="003C2FC6"/>
    <w:rsid w:val="003C37B8"/>
    <w:rsid w:val="003C3CB0"/>
    <w:rsid w:val="003C4262"/>
    <w:rsid w:val="003C43C6"/>
    <w:rsid w:val="003C44BA"/>
    <w:rsid w:val="003C453D"/>
    <w:rsid w:val="003C45BE"/>
    <w:rsid w:val="003C46EC"/>
    <w:rsid w:val="003C4E4C"/>
    <w:rsid w:val="003C504B"/>
    <w:rsid w:val="003C51CF"/>
    <w:rsid w:val="003C52A9"/>
    <w:rsid w:val="003C546D"/>
    <w:rsid w:val="003C6620"/>
    <w:rsid w:val="003C6D1F"/>
    <w:rsid w:val="003C6D48"/>
    <w:rsid w:val="003C6E90"/>
    <w:rsid w:val="003C6F49"/>
    <w:rsid w:val="003C7461"/>
    <w:rsid w:val="003C7513"/>
    <w:rsid w:val="003C7866"/>
    <w:rsid w:val="003C7B29"/>
    <w:rsid w:val="003C7DFD"/>
    <w:rsid w:val="003C7E89"/>
    <w:rsid w:val="003C7FC0"/>
    <w:rsid w:val="003D0872"/>
    <w:rsid w:val="003D08CE"/>
    <w:rsid w:val="003D097E"/>
    <w:rsid w:val="003D1BF0"/>
    <w:rsid w:val="003D313A"/>
    <w:rsid w:val="003D34CE"/>
    <w:rsid w:val="003D357C"/>
    <w:rsid w:val="003D36EC"/>
    <w:rsid w:val="003D3C3B"/>
    <w:rsid w:val="003D42C8"/>
    <w:rsid w:val="003D45F1"/>
    <w:rsid w:val="003D4EAF"/>
    <w:rsid w:val="003D5093"/>
    <w:rsid w:val="003D50B2"/>
    <w:rsid w:val="003D58F7"/>
    <w:rsid w:val="003D5C22"/>
    <w:rsid w:val="003D5EA4"/>
    <w:rsid w:val="003D630A"/>
    <w:rsid w:val="003D6537"/>
    <w:rsid w:val="003D6678"/>
    <w:rsid w:val="003D6A08"/>
    <w:rsid w:val="003D7339"/>
    <w:rsid w:val="003D7ACA"/>
    <w:rsid w:val="003D7BDB"/>
    <w:rsid w:val="003D7FC0"/>
    <w:rsid w:val="003E087B"/>
    <w:rsid w:val="003E09DA"/>
    <w:rsid w:val="003E0A3A"/>
    <w:rsid w:val="003E110C"/>
    <w:rsid w:val="003E154B"/>
    <w:rsid w:val="003E1D3A"/>
    <w:rsid w:val="003E1D51"/>
    <w:rsid w:val="003E29F9"/>
    <w:rsid w:val="003E2D86"/>
    <w:rsid w:val="003E3317"/>
    <w:rsid w:val="003E372E"/>
    <w:rsid w:val="003E3DCF"/>
    <w:rsid w:val="003E3FE0"/>
    <w:rsid w:val="003E4143"/>
    <w:rsid w:val="003E4304"/>
    <w:rsid w:val="003E4793"/>
    <w:rsid w:val="003E4C1F"/>
    <w:rsid w:val="003E53EC"/>
    <w:rsid w:val="003E5B86"/>
    <w:rsid w:val="003E5B93"/>
    <w:rsid w:val="003E5BE3"/>
    <w:rsid w:val="003E5CB5"/>
    <w:rsid w:val="003E5CDE"/>
    <w:rsid w:val="003E5EE3"/>
    <w:rsid w:val="003E61A1"/>
    <w:rsid w:val="003E63D6"/>
    <w:rsid w:val="003E6526"/>
    <w:rsid w:val="003E652B"/>
    <w:rsid w:val="003E682C"/>
    <w:rsid w:val="003E69E2"/>
    <w:rsid w:val="003E73D5"/>
    <w:rsid w:val="003E746E"/>
    <w:rsid w:val="003E77D5"/>
    <w:rsid w:val="003E798E"/>
    <w:rsid w:val="003E7A69"/>
    <w:rsid w:val="003E7E1A"/>
    <w:rsid w:val="003F0249"/>
    <w:rsid w:val="003F039A"/>
    <w:rsid w:val="003F0556"/>
    <w:rsid w:val="003F06B1"/>
    <w:rsid w:val="003F07FF"/>
    <w:rsid w:val="003F094F"/>
    <w:rsid w:val="003F0E32"/>
    <w:rsid w:val="003F0E3B"/>
    <w:rsid w:val="003F1621"/>
    <w:rsid w:val="003F1A21"/>
    <w:rsid w:val="003F1E67"/>
    <w:rsid w:val="003F2192"/>
    <w:rsid w:val="003F2851"/>
    <w:rsid w:val="003F2AA1"/>
    <w:rsid w:val="003F2FA3"/>
    <w:rsid w:val="003F3017"/>
    <w:rsid w:val="003F3526"/>
    <w:rsid w:val="003F35CD"/>
    <w:rsid w:val="003F3669"/>
    <w:rsid w:val="003F3855"/>
    <w:rsid w:val="003F39F8"/>
    <w:rsid w:val="003F3AD8"/>
    <w:rsid w:val="003F3D16"/>
    <w:rsid w:val="003F41D6"/>
    <w:rsid w:val="003F44F9"/>
    <w:rsid w:val="003F4AF3"/>
    <w:rsid w:val="003F4DD0"/>
    <w:rsid w:val="003F4F07"/>
    <w:rsid w:val="003F5040"/>
    <w:rsid w:val="003F515A"/>
    <w:rsid w:val="003F528F"/>
    <w:rsid w:val="003F5386"/>
    <w:rsid w:val="003F5814"/>
    <w:rsid w:val="003F583A"/>
    <w:rsid w:val="003F5917"/>
    <w:rsid w:val="003F5D16"/>
    <w:rsid w:val="003F61A1"/>
    <w:rsid w:val="003F62B4"/>
    <w:rsid w:val="003F62F2"/>
    <w:rsid w:val="003F67DC"/>
    <w:rsid w:val="003F6B3E"/>
    <w:rsid w:val="003F6BE9"/>
    <w:rsid w:val="003F7999"/>
    <w:rsid w:val="003F7B4F"/>
    <w:rsid w:val="003F7D02"/>
    <w:rsid w:val="003F7F1E"/>
    <w:rsid w:val="004018E8"/>
    <w:rsid w:val="00401FA3"/>
    <w:rsid w:val="0040202F"/>
    <w:rsid w:val="0040206A"/>
    <w:rsid w:val="004021D1"/>
    <w:rsid w:val="0040239E"/>
    <w:rsid w:val="0040252C"/>
    <w:rsid w:val="00402646"/>
    <w:rsid w:val="0040294B"/>
    <w:rsid w:val="004029EC"/>
    <w:rsid w:val="00402A03"/>
    <w:rsid w:val="00402EC7"/>
    <w:rsid w:val="0040321F"/>
    <w:rsid w:val="004036AE"/>
    <w:rsid w:val="00403710"/>
    <w:rsid w:val="004038E3"/>
    <w:rsid w:val="00403920"/>
    <w:rsid w:val="00404039"/>
    <w:rsid w:val="004041ED"/>
    <w:rsid w:val="00404293"/>
    <w:rsid w:val="004044F1"/>
    <w:rsid w:val="00404818"/>
    <w:rsid w:val="00404CD5"/>
    <w:rsid w:val="00404D72"/>
    <w:rsid w:val="00404E32"/>
    <w:rsid w:val="004050F8"/>
    <w:rsid w:val="00405189"/>
    <w:rsid w:val="004058A5"/>
    <w:rsid w:val="0040590E"/>
    <w:rsid w:val="00405CB2"/>
    <w:rsid w:val="00405F68"/>
    <w:rsid w:val="004066E1"/>
    <w:rsid w:val="00406A3D"/>
    <w:rsid w:val="00406B18"/>
    <w:rsid w:val="00407084"/>
    <w:rsid w:val="004071B2"/>
    <w:rsid w:val="004073EF"/>
    <w:rsid w:val="0040742C"/>
    <w:rsid w:val="00407BAE"/>
    <w:rsid w:val="00407BCF"/>
    <w:rsid w:val="00407F9B"/>
    <w:rsid w:val="004104FF"/>
    <w:rsid w:val="00410DB5"/>
    <w:rsid w:val="00410DC4"/>
    <w:rsid w:val="00411351"/>
    <w:rsid w:val="00411497"/>
    <w:rsid w:val="004114F6"/>
    <w:rsid w:val="00411704"/>
    <w:rsid w:val="00411710"/>
    <w:rsid w:val="00411BF2"/>
    <w:rsid w:val="00411E5C"/>
    <w:rsid w:val="00411E5E"/>
    <w:rsid w:val="004123BB"/>
    <w:rsid w:val="0041265C"/>
    <w:rsid w:val="00412695"/>
    <w:rsid w:val="00412C64"/>
    <w:rsid w:val="00412C8C"/>
    <w:rsid w:val="00412CC7"/>
    <w:rsid w:val="0041340C"/>
    <w:rsid w:val="00413AB7"/>
    <w:rsid w:val="00413AB8"/>
    <w:rsid w:val="00413CCD"/>
    <w:rsid w:val="0041416A"/>
    <w:rsid w:val="00414993"/>
    <w:rsid w:val="00414C01"/>
    <w:rsid w:val="00414E20"/>
    <w:rsid w:val="0041505B"/>
    <w:rsid w:val="004156A8"/>
    <w:rsid w:val="00415B5C"/>
    <w:rsid w:val="00415E1B"/>
    <w:rsid w:val="0041603F"/>
    <w:rsid w:val="00416088"/>
    <w:rsid w:val="004161C5"/>
    <w:rsid w:val="004161DE"/>
    <w:rsid w:val="0041668D"/>
    <w:rsid w:val="004169E1"/>
    <w:rsid w:val="004169FB"/>
    <w:rsid w:val="00416C85"/>
    <w:rsid w:val="004170EE"/>
    <w:rsid w:val="00417337"/>
    <w:rsid w:val="00417AC6"/>
    <w:rsid w:val="00417D0A"/>
    <w:rsid w:val="00417DBB"/>
    <w:rsid w:val="00417ED5"/>
    <w:rsid w:val="00417F5F"/>
    <w:rsid w:val="004205FB"/>
    <w:rsid w:val="004208A6"/>
    <w:rsid w:val="00420960"/>
    <w:rsid w:val="00420C2F"/>
    <w:rsid w:val="00420DC2"/>
    <w:rsid w:val="00420EBD"/>
    <w:rsid w:val="00420F1E"/>
    <w:rsid w:val="00421287"/>
    <w:rsid w:val="004216AB"/>
    <w:rsid w:val="00421964"/>
    <w:rsid w:val="00421C30"/>
    <w:rsid w:val="00421E81"/>
    <w:rsid w:val="004221AE"/>
    <w:rsid w:val="0042233B"/>
    <w:rsid w:val="00422FA9"/>
    <w:rsid w:val="00423029"/>
    <w:rsid w:val="004231A6"/>
    <w:rsid w:val="00423278"/>
    <w:rsid w:val="00423845"/>
    <w:rsid w:val="00423DF3"/>
    <w:rsid w:val="00423E93"/>
    <w:rsid w:val="00424BC9"/>
    <w:rsid w:val="004252AD"/>
    <w:rsid w:val="004252DC"/>
    <w:rsid w:val="0042540B"/>
    <w:rsid w:val="00425594"/>
    <w:rsid w:val="00425780"/>
    <w:rsid w:val="00425A45"/>
    <w:rsid w:val="00425AF8"/>
    <w:rsid w:val="00426D42"/>
    <w:rsid w:val="00426F67"/>
    <w:rsid w:val="0042703D"/>
    <w:rsid w:val="004270EE"/>
    <w:rsid w:val="004270F8"/>
    <w:rsid w:val="0042718D"/>
    <w:rsid w:val="00427A16"/>
    <w:rsid w:val="00427B22"/>
    <w:rsid w:val="00427ED4"/>
    <w:rsid w:val="00430B5B"/>
    <w:rsid w:val="00430D2B"/>
    <w:rsid w:val="004310D2"/>
    <w:rsid w:val="004312FD"/>
    <w:rsid w:val="00431480"/>
    <w:rsid w:val="0043185C"/>
    <w:rsid w:val="00431DFD"/>
    <w:rsid w:val="00431FF6"/>
    <w:rsid w:val="0043201A"/>
    <w:rsid w:val="0043219A"/>
    <w:rsid w:val="004322A4"/>
    <w:rsid w:val="0043298A"/>
    <w:rsid w:val="00432A1F"/>
    <w:rsid w:val="00432AEF"/>
    <w:rsid w:val="00432BF6"/>
    <w:rsid w:val="00432D2E"/>
    <w:rsid w:val="00432F27"/>
    <w:rsid w:val="00433246"/>
    <w:rsid w:val="004333EE"/>
    <w:rsid w:val="0043382B"/>
    <w:rsid w:val="00433E48"/>
    <w:rsid w:val="0043400D"/>
    <w:rsid w:val="00434035"/>
    <w:rsid w:val="00434495"/>
    <w:rsid w:val="00434521"/>
    <w:rsid w:val="00434A01"/>
    <w:rsid w:val="00434A4C"/>
    <w:rsid w:val="00434AA7"/>
    <w:rsid w:val="00434E67"/>
    <w:rsid w:val="0043502B"/>
    <w:rsid w:val="00435220"/>
    <w:rsid w:val="00435605"/>
    <w:rsid w:val="00435818"/>
    <w:rsid w:val="00435A8F"/>
    <w:rsid w:val="00435D08"/>
    <w:rsid w:val="00435D53"/>
    <w:rsid w:val="00436677"/>
    <w:rsid w:val="00436AE9"/>
    <w:rsid w:val="00436FC0"/>
    <w:rsid w:val="0043712C"/>
    <w:rsid w:val="0043713D"/>
    <w:rsid w:val="0043778F"/>
    <w:rsid w:val="00437A50"/>
    <w:rsid w:val="00437AEC"/>
    <w:rsid w:val="00437B2F"/>
    <w:rsid w:val="00437D59"/>
    <w:rsid w:val="00437EF5"/>
    <w:rsid w:val="00437F39"/>
    <w:rsid w:val="00440292"/>
    <w:rsid w:val="00440318"/>
    <w:rsid w:val="0044078D"/>
    <w:rsid w:val="00440A46"/>
    <w:rsid w:val="00440ABB"/>
    <w:rsid w:val="00440D31"/>
    <w:rsid w:val="00440D93"/>
    <w:rsid w:val="00441017"/>
    <w:rsid w:val="004411A3"/>
    <w:rsid w:val="004412A1"/>
    <w:rsid w:val="00441B0E"/>
    <w:rsid w:val="00441DEE"/>
    <w:rsid w:val="00441F22"/>
    <w:rsid w:val="00441FBA"/>
    <w:rsid w:val="004421F6"/>
    <w:rsid w:val="0044297A"/>
    <w:rsid w:val="00442C62"/>
    <w:rsid w:val="00442D25"/>
    <w:rsid w:val="0044308B"/>
    <w:rsid w:val="004430E1"/>
    <w:rsid w:val="00443220"/>
    <w:rsid w:val="00443254"/>
    <w:rsid w:val="004434D4"/>
    <w:rsid w:val="00443559"/>
    <w:rsid w:val="00443ACF"/>
    <w:rsid w:val="00443BAC"/>
    <w:rsid w:val="00443C3D"/>
    <w:rsid w:val="00443C44"/>
    <w:rsid w:val="00443D5B"/>
    <w:rsid w:val="00443FBC"/>
    <w:rsid w:val="0044400E"/>
    <w:rsid w:val="004445C0"/>
    <w:rsid w:val="00444AA7"/>
    <w:rsid w:val="00444E0D"/>
    <w:rsid w:val="00444FF8"/>
    <w:rsid w:val="0044524F"/>
    <w:rsid w:val="00445808"/>
    <w:rsid w:val="00445B88"/>
    <w:rsid w:val="00445D6E"/>
    <w:rsid w:val="00445DC9"/>
    <w:rsid w:val="004460A1"/>
    <w:rsid w:val="0044615E"/>
    <w:rsid w:val="004462CC"/>
    <w:rsid w:val="004465EE"/>
    <w:rsid w:val="004469B2"/>
    <w:rsid w:val="00446B7C"/>
    <w:rsid w:val="00446D84"/>
    <w:rsid w:val="00446E23"/>
    <w:rsid w:val="004471CB"/>
    <w:rsid w:val="00447459"/>
    <w:rsid w:val="00447858"/>
    <w:rsid w:val="0044792E"/>
    <w:rsid w:val="00450594"/>
    <w:rsid w:val="00450B81"/>
    <w:rsid w:val="00450F4B"/>
    <w:rsid w:val="00451B69"/>
    <w:rsid w:val="00452531"/>
    <w:rsid w:val="004527F3"/>
    <w:rsid w:val="00452B04"/>
    <w:rsid w:val="0045302D"/>
    <w:rsid w:val="00453681"/>
    <w:rsid w:val="0045376F"/>
    <w:rsid w:val="00454121"/>
    <w:rsid w:val="0045433D"/>
    <w:rsid w:val="0045455B"/>
    <w:rsid w:val="00454A2F"/>
    <w:rsid w:val="00454CF5"/>
    <w:rsid w:val="00454DAD"/>
    <w:rsid w:val="00455196"/>
    <w:rsid w:val="004552FB"/>
    <w:rsid w:val="00455351"/>
    <w:rsid w:val="004559CA"/>
    <w:rsid w:val="00455ADB"/>
    <w:rsid w:val="00455FFB"/>
    <w:rsid w:val="0045602B"/>
    <w:rsid w:val="0045606E"/>
    <w:rsid w:val="00456412"/>
    <w:rsid w:val="00456643"/>
    <w:rsid w:val="00456BD6"/>
    <w:rsid w:val="00456C3B"/>
    <w:rsid w:val="00456EBA"/>
    <w:rsid w:val="00456FF1"/>
    <w:rsid w:val="0045726C"/>
    <w:rsid w:val="00457769"/>
    <w:rsid w:val="004577CA"/>
    <w:rsid w:val="00457FAE"/>
    <w:rsid w:val="00460309"/>
    <w:rsid w:val="0046048C"/>
    <w:rsid w:val="0046062A"/>
    <w:rsid w:val="00460AFB"/>
    <w:rsid w:val="0046100F"/>
    <w:rsid w:val="004610CF"/>
    <w:rsid w:val="0046121F"/>
    <w:rsid w:val="0046164D"/>
    <w:rsid w:val="0046164F"/>
    <w:rsid w:val="00461734"/>
    <w:rsid w:val="00461864"/>
    <w:rsid w:val="00461BA4"/>
    <w:rsid w:val="0046233E"/>
    <w:rsid w:val="00462390"/>
    <w:rsid w:val="00462480"/>
    <w:rsid w:val="00462489"/>
    <w:rsid w:val="004624DF"/>
    <w:rsid w:val="004624E8"/>
    <w:rsid w:val="0046299B"/>
    <w:rsid w:val="00462BB5"/>
    <w:rsid w:val="004632EB"/>
    <w:rsid w:val="004634C1"/>
    <w:rsid w:val="004641D9"/>
    <w:rsid w:val="00464A64"/>
    <w:rsid w:val="00464A76"/>
    <w:rsid w:val="00464ED8"/>
    <w:rsid w:val="00464FF8"/>
    <w:rsid w:val="00465295"/>
    <w:rsid w:val="0046535F"/>
    <w:rsid w:val="00465406"/>
    <w:rsid w:val="00465679"/>
    <w:rsid w:val="00465812"/>
    <w:rsid w:val="004659D0"/>
    <w:rsid w:val="00465A38"/>
    <w:rsid w:val="00465B0F"/>
    <w:rsid w:val="00465BA0"/>
    <w:rsid w:val="00466773"/>
    <w:rsid w:val="00466897"/>
    <w:rsid w:val="00466997"/>
    <w:rsid w:val="00466CD4"/>
    <w:rsid w:val="00467000"/>
    <w:rsid w:val="00467798"/>
    <w:rsid w:val="00467C96"/>
    <w:rsid w:val="004700F2"/>
    <w:rsid w:val="0047056A"/>
    <w:rsid w:val="0047058B"/>
    <w:rsid w:val="00470BD5"/>
    <w:rsid w:val="00470CB7"/>
    <w:rsid w:val="00470E0F"/>
    <w:rsid w:val="00470FD5"/>
    <w:rsid w:val="0047138B"/>
    <w:rsid w:val="004719A7"/>
    <w:rsid w:val="00471A9C"/>
    <w:rsid w:val="00471C6B"/>
    <w:rsid w:val="00471D63"/>
    <w:rsid w:val="00471E69"/>
    <w:rsid w:val="004720FB"/>
    <w:rsid w:val="00472101"/>
    <w:rsid w:val="00472216"/>
    <w:rsid w:val="0047244B"/>
    <w:rsid w:val="0047261D"/>
    <w:rsid w:val="00472A3B"/>
    <w:rsid w:val="00472FFF"/>
    <w:rsid w:val="00473062"/>
    <w:rsid w:val="00473142"/>
    <w:rsid w:val="00473285"/>
    <w:rsid w:val="00473365"/>
    <w:rsid w:val="0047361F"/>
    <w:rsid w:val="0047367D"/>
    <w:rsid w:val="0047371B"/>
    <w:rsid w:val="00473919"/>
    <w:rsid w:val="0047436D"/>
    <w:rsid w:val="0047468B"/>
    <w:rsid w:val="004749B9"/>
    <w:rsid w:val="00474EAE"/>
    <w:rsid w:val="0047517D"/>
    <w:rsid w:val="00475981"/>
    <w:rsid w:val="00476266"/>
    <w:rsid w:val="00476553"/>
    <w:rsid w:val="004766B2"/>
    <w:rsid w:val="0047672D"/>
    <w:rsid w:val="00476E85"/>
    <w:rsid w:val="0047700C"/>
    <w:rsid w:val="004770B7"/>
    <w:rsid w:val="00477CAF"/>
    <w:rsid w:val="00477F67"/>
    <w:rsid w:val="004806E6"/>
    <w:rsid w:val="004811F3"/>
    <w:rsid w:val="00481509"/>
    <w:rsid w:val="004816A1"/>
    <w:rsid w:val="004816DD"/>
    <w:rsid w:val="00481791"/>
    <w:rsid w:val="00481AFB"/>
    <w:rsid w:val="00481B3E"/>
    <w:rsid w:val="00481EE8"/>
    <w:rsid w:val="0048221D"/>
    <w:rsid w:val="004824BA"/>
    <w:rsid w:val="0048269D"/>
    <w:rsid w:val="004827E5"/>
    <w:rsid w:val="00482CF3"/>
    <w:rsid w:val="00482F33"/>
    <w:rsid w:val="00482FAA"/>
    <w:rsid w:val="00483195"/>
    <w:rsid w:val="004836AD"/>
    <w:rsid w:val="004837C7"/>
    <w:rsid w:val="004837CF"/>
    <w:rsid w:val="0048381E"/>
    <w:rsid w:val="00483F53"/>
    <w:rsid w:val="004840B0"/>
    <w:rsid w:val="0048447D"/>
    <w:rsid w:val="00484D8A"/>
    <w:rsid w:val="00484F52"/>
    <w:rsid w:val="00485123"/>
    <w:rsid w:val="004851F4"/>
    <w:rsid w:val="00485E41"/>
    <w:rsid w:val="00485FDF"/>
    <w:rsid w:val="004861E7"/>
    <w:rsid w:val="0048623B"/>
    <w:rsid w:val="00486492"/>
    <w:rsid w:val="0048666D"/>
    <w:rsid w:val="00486797"/>
    <w:rsid w:val="00486BA4"/>
    <w:rsid w:val="004870D3"/>
    <w:rsid w:val="0048712C"/>
    <w:rsid w:val="00487549"/>
    <w:rsid w:val="0048755F"/>
    <w:rsid w:val="004877C8"/>
    <w:rsid w:val="00487A79"/>
    <w:rsid w:val="00487D9D"/>
    <w:rsid w:val="0049065A"/>
    <w:rsid w:val="00490D39"/>
    <w:rsid w:val="00490DD2"/>
    <w:rsid w:val="00491270"/>
    <w:rsid w:val="00491337"/>
    <w:rsid w:val="00491516"/>
    <w:rsid w:val="00491653"/>
    <w:rsid w:val="00491830"/>
    <w:rsid w:val="00491846"/>
    <w:rsid w:val="00491CAA"/>
    <w:rsid w:val="00492277"/>
    <w:rsid w:val="00492331"/>
    <w:rsid w:val="0049280D"/>
    <w:rsid w:val="00492961"/>
    <w:rsid w:val="00492DD4"/>
    <w:rsid w:val="00493307"/>
    <w:rsid w:val="0049376E"/>
    <w:rsid w:val="00493B44"/>
    <w:rsid w:val="00493E8B"/>
    <w:rsid w:val="00493F39"/>
    <w:rsid w:val="004943FF"/>
    <w:rsid w:val="004944D3"/>
    <w:rsid w:val="004947C3"/>
    <w:rsid w:val="00494885"/>
    <w:rsid w:val="00494BD2"/>
    <w:rsid w:val="00494E4F"/>
    <w:rsid w:val="0049536C"/>
    <w:rsid w:val="004954A6"/>
    <w:rsid w:val="0049594E"/>
    <w:rsid w:val="004959A9"/>
    <w:rsid w:val="00495E42"/>
    <w:rsid w:val="0049612C"/>
    <w:rsid w:val="004964CB"/>
    <w:rsid w:val="0049670C"/>
    <w:rsid w:val="00496A07"/>
    <w:rsid w:val="00496E91"/>
    <w:rsid w:val="004974A4"/>
    <w:rsid w:val="00497598"/>
    <w:rsid w:val="004975B2"/>
    <w:rsid w:val="004979D2"/>
    <w:rsid w:val="00497D90"/>
    <w:rsid w:val="00497E6A"/>
    <w:rsid w:val="004A069C"/>
    <w:rsid w:val="004A0769"/>
    <w:rsid w:val="004A0808"/>
    <w:rsid w:val="004A0A2C"/>
    <w:rsid w:val="004A1594"/>
    <w:rsid w:val="004A1957"/>
    <w:rsid w:val="004A1AAD"/>
    <w:rsid w:val="004A1CF4"/>
    <w:rsid w:val="004A1FEA"/>
    <w:rsid w:val="004A2010"/>
    <w:rsid w:val="004A20E6"/>
    <w:rsid w:val="004A2252"/>
    <w:rsid w:val="004A2317"/>
    <w:rsid w:val="004A2A24"/>
    <w:rsid w:val="004A2B89"/>
    <w:rsid w:val="004A3187"/>
    <w:rsid w:val="004A3659"/>
    <w:rsid w:val="004A3803"/>
    <w:rsid w:val="004A3ADD"/>
    <w:rsid w:val="004A3D64"/>
    <w:rsid w:val="004A4565"/>
    <w:rsid w:val="004A4673"/>
    <w:rsid w:val="004A46B2"/>
    <w:rsid w:val="004A49A9"/>
    <w:rsid w:val="004A49D3"/>
    <w:rsid w:val="004A59AE"/>
    <w:rsid w:val="004A5AC8"/>
    <w:rsid w:val="004A5B84"/>
    <w:rsid w:val="004A5FC4"/>
    <w:rsid w:val="004A68CC"/>
    <w:rsid w:val="004A6A3A"/>
    <w:rsid w:val="004A6F67"/>
    <w:rsid w:val="004A7534"/>
    <w:rsid w:val="004A756B"/>
    <w:rsid w:val="004A7764"/>
    <w:rsid w:val="004A7C24"/>
    <w:rsid w:val="004A7CDD"/>
    <w:rsid w:val="004A7DD1"/>
    <w:rsid w:val="004B0359"/>
    <w:rsid w:val="004B06FA"/>
    <w:rsid w:val="004B09D5"/>
    <w:rsid w:val="004B0CB2"/>
    <w:rsid w:val="004B1FD4"/>
    <w:rsid w:val="004B1FF1"/>
    <w:rsid w:val="004B21AD"/>
    <w:rsid w:val="004B232C"/>
    <w:rsid w:val="004B2FAB"/>
    <w:rsid w:val="004B3C0E"/>
    <w:rsid w:val="004B3CB4"/>
    <w:rsid w:val="004B3DF7"/>
    <w:rsid w:val="004B3F93"/>
    <w:rsid w:val="004B4340"/>
    <w:rsid w:val="004B437C"/>
    <w:rsid w:val="004B4D79"/>
    <w:rsid w:val="004B4D95"/>
    <w:rsid w:val="004B4E78"/>
    <w:rsid w:val="004B575B"/>
    <w:rsid w:val="004B5916"/>
    <w:rsid w:val="004B5985"/>
    <w:rsid w:val="004B5A0B"/>
    <w:rsid w:val="004B5B4C"/>
    <w:rsid w:val="004B5FAA"/>
    <w:rsid w:val="004B6217"/>
    <w:rsid w:val="004B69E1"/>
    <w:rsid w:val="004B7817"/>
    <w:rsid w:val="004B78CC"/>
    <w:rsid w:val="004B7C2F"/>
    <w:rsid w:val="004B7D59"/>
    <w:rsid w:val="004B7E7B"/>
    <w:rsid w:val="004B7EB6"/>
    <w:rsid w:val="004B7ED2"/>
    <w:rsid w:val="004C0367"/>
    <w:rsid w:val="004C05B8"/>
    <w:rsid w:val="004C05CF"/>
    <w:rsid w:val="004C06A8"/>
    <w:rsid w:val="004C07AF"/>
    <w:rsid w:val="004C14C5"/>
    <w:rsid w:val="004C1619"/>
    <w:rsid w:val="004C1A1A"/>
    <w:rsid w:val="004C1C01"/>
    <w:rsid w:val="004C1E26"/>
    <w:rsid w:val="004C1E39"/>
    <w:rsid w:val="004C21F9"/>
    <w:rsid w:val="004C2203"/>
    <w:rsid w:val="004C23E8"/>
    <w:rsid w:val="004C248D"/>
    <w:rsid w:val="004C2752"/>
    <w:rsid w:val="004C324B"/>
    <w:rsid w:val="004C3A40"/>
    <w:rsid w:val="004C3AB5"/>
    <w:rsid w:val="004C3BB9"/>
    <w:rsid w:val="004C4037"/>
    <w:rsid w:val="004C41E7"/>
    <w:rsid w:val="004C425E"/>
    <w:rsid w:val="004C43A6"/>
    <w:rsid w:val="004C4615"/>
    <w:rsid w:val="004C47E9"/>
    <w:rsid w:val="004C49B6"/>
    <w:rsid w:val="004C4B5A"/>
    <w:rsid w:val="004C4F23"/>
    <w:rsid w:val="004C50AE"/>
    <w:rsid w:val="004C5495"/>
    <w:rsid w:val="004C561E"/>
    <w:rsid w:val="004C5663"/>
    <w:rsid w:val="004C5815"/>
    <w:rsid w:val="004C58E0"/>
    <w:rsid w:val="004C59B6"/>
    <w:rsid w:val="004C5B07"/>
    <w:rsid w:val="004C5D3A"/>
    <w:rsid w:val="004C5DB9"/>
    <w:rsid w:val="004C6049"/>
    <w:rsid w:val="004C611A"/>
    <w:rsid w:val="004C65E6"/>
    <w:rsid w:val="004C6614"/>
    <w:rsid w:val="004C6675"/>
    <w:rsid w:val="004C6B94"/>
    <w:rsid w:val="004C6C2D"/>
    <w:rsid w:val="004C6C2E"/>
    <w:rsid w:val="004C7014"/>
    <w:rsid w:val="004C7420"/>
    <w:rsid w:val="004C760D"/>
    <w:rsid w:val="004C765F"/>
    <w:rsid w:val="004C7AF1"/>
    <w:rsid w:val="004C7AF3"/>
    <w:rsid w:val="004C7BB2"/>
    <w:rsid w:val="004D03B9"/>
    <w:rsid w:val="004D073C"/>
    <w:rsid w:val="004D086D"/>
    <w:rsid w:val="004D0B5E"/>
    <w:rsid w:val="004D1176"/>
    <w:rsid w:val="004D151E"/>
    <w:rsid w:val="004D1FC3"/>
    <w:rsid w:val="004D2233"/>
    <w:rsid w:val="004D22AC"/>
    <w:rsid w:val="004D2480"/>
    <w:rsid w:val="004D2899"/>
    <w:rsid w:val="004D2B6B"/>
    <w:rsid w:val="004D2D2F"/>
    <w:rsid w:val="004D319A"/>
    <w:rsid w:val="004D3261"/>
    <w:rsid w:val="004D3307"/>
    <w:rsid w:val="004D353D"/>
    <w:rsid w:val="004D35B6"/>
    <w:rsid w:val="004D36E5"/>
    <w:rsid w:val="004D396B"/>
    <w:rsid w:val="004D3CF9"/>
    <w:rsid w:val="004D3DE7"/>
    <w:rsid w:val="004D406C"/>
    <w:rsid w:val="004D427E"/>
    <w:rsid w:val="004D444F"/>
    <w:rsid w:val="004D4AC5"/>
    <w:rsid w:val="004D4F0E"/>
    <w:rsid w:val="004D5135"/>
    <w:rsid w:val="004D53FB"/>
    <w:rsid w:val="004D57CA"/>
    <w:rsid w:val="004D5935"/>
    <w:rsid w:val="004D5EB3"/>
    <w:rsid w:val="004D60F7"/>
    <w:rsid w:val="004D6398"/>
    <w:rsid w:val="004D6B29"/>
    <w:rsid w:val="004D6BD9"/>
    <w:rsid w:val="004D7680"/>
    <w:rsid w:val="004D7916"/>
    <w:rsid w:val="004D7A02"/>
    <w:rsid w:val="004D7A89"/>
    <w:rsid w:val="004D7E2A"/>
    <w:rsid w:val="004D7FB1"/>
    <w:rsid w:val="004E0160"/>
    <w:rsid w:val="004E0213"/>
    <w:rsid w:val="004E0438"/>
    <w:rsid w:val="004E0550"/>
    <w:rsid w:val="004E0870"/>
    <w:rsid w:val="004E0BD7"/>
    <w:rsid w:val="004E0F97"/>
    <w:rsid w:val="004E0FA7"/>
    <w:rsid w:val="004E1106"/>
    <w:rsid w:val="004E113D"/>
    <w:rsid w:val="004E182B"/>
    <w:rsid w:val="004E1F30"/>
    <w:rsid w:val="004E20C3"/>
    <w:rsid w:val="004E2232"/>
    <w:rsid w:val="004E29C2"/>
    <w:rsid w:val="004E34E9"/>
    <w:rsid w:val="004E36C2"/>
    <w:rsid w:val="004E3C9E"/>
    <w:rsid w:val="004E3D77"/>
    <w:rsid w:val="004E3DBE"/>
    <w:rsid w:val="004E4045"/>
    <w:rsid w:val="004E46B7"/>
    <w:rsid w:val="004E4D52"/>
    <w:rsid w:val="004E4E4C"/>
    <w:rsid w:val="004E4EB8"/>
    <w:rsid w:val="004E5042"/>
    <w:rsid w:val="004E62F9"/>
    <w:rsid w:val="004E63B9"/>
    <w:rsid w:val="004E671C"/>
    <w:rsid w:val="004E67DA"/>
    <w:rsid w:val="004E6DE7"/>
    <w:rsid w:val="004E7162"/>
    <w:rsid w:val="004E75A4"/>
    <w:rsid w:val="004E7937"/>
    <w:rsid w:val="004F0205"/>
    <w:rsid w:val="004F0327"/>
    <w:rsid w:val="004F04C5"/>
    <w:rsid w:val="004F0779"/>
    <w:rsid w:val="004F07AD"/>
    <w:rsid w:val="004F0B1D"/>
    <w:rsid w:val="004F0B23"/>
    <w:rsid w:val="004F0BBD"/>
    <w:rsid w:val="004F1088"/>
    <w:rsid w:val="004F11AA"/>
    <w:rsid w:val="004F1E86"/>
    <w:rsid w:val="004F207B"/>
    <w:rsid w:val="004F2644"/>
    <w:rsid w:val="004F26AE"/>
    <w:rsid w:val="004F26BD"/>
    <w:rsid w:val="004F2EF8"/>
    <w:rsid w:val="004F3222"/>
    <w:rsid w:val="004F33AA"/>
    <w:rsid w:val="004F33D4"/>
    <w:rsid w:val="004F3648"/>
    <w:rsid w:val="004F3938"/>
    <w:rsid w:val="004F3EEB"/>
    <w:rsid w:val="004F490E"/>
    <w:rsid w:val="004F4C59"/>
    <w:rsid w:val="004F4F9E"/>
    <w:rsid w:val="004F52B1"/>
    <w:rsid w:val="004F53CC"/>
    <w:rsid w:val="004F575B"/>
    <w:rsid w:val="004F5B5B"/>
    <w:rsid w:val="004F5CDD"/>
    <w:rsid w:val="004F5EF5"/>
    <w:rsid w:val="004F6556"/>
    <w:rsid w:val="004F6AD8"/>
    <w:rsid w:val="004F71B8"/>
    <w:rsid w:val="004F78DC"/>
    <w:rsid w:val="004F7985"/>
    <w:rsid w:val="00500066"/>
    <w:rsid w:val="00500D56"/>
    <w:rsid w:val="005019A9"/>
    <w:rsid w:val="00501DAE"/>
    <w:rsid w:val="00502337"/>
    <w:rsid w:val="00502D6C"/>
    <w:rsid w:val="00502DDF"/>
    <w:rsid w:val="00502FD1"/>
    <w:rsid w:val="00503381"/>
    <w:rsid w:val="00503639"/>
    <w:rsid w:val="00503F8C"/>
    <w:rsid w:val="0050427E"/>
    <w:rsid w:val="005049B5"/>
    <w:rsid w:val="00504AE0"/>
    <w:rsid w:val="00504C23"/>
    <w:rsid w:val="00504DA0"/>
    <w:rsid w:val="00504DFA"/>
    <w:rsid w:val="00504F96"/>
    <w:rsid w:val="005052D6"/>
    <w:rsid w:val="0050542F"/>
    <w:rsid w:val="00505F41"/>
    <w:rsid w:val="00505F4B"/>
    <w:rsid w:val="005060BE"/>
    <w:rsid w:val="00506A2B"/>
    <w:rsid w:val="00506D3F"/>
    <w:rsid w:val="00507663"/>
    <w:rsid w:val="0050777D"/>
    <w:rsid w:val="00507BF0"/>
    <w:rsid w:val="00507CEC"/>
    <w:rsid w:val="00507DE9"/>
    <w:rsid w:val="00510034"/>
    <w:rsid w:val="0051007D"/>
    <w:rsid w:val="0051022A"/>
    <w:rsid w:val="005102C1"/>
    <w:rsid w:val="00510826"/>
    <w:rsid w:val="00510D97"/>
    <w:rsid w:val="00510E30"/>
    <w:rsid w:val="00510FD3"/>
    <w:rsid w:val="00511442"/>
    <w:rsid w:val="00511475"/>
    <w:rsid w:val="00511CFC"/>
    <w:rsid w:val="00512097"/>
    <w:rsid w:val="0051247C"/>
    <w:rsid w:val="0051275B"/>
    <w:rsid w:val="00512A10"/>
    <w:rsid w:val="00512B1C"/>
    <w:rsid w:val="00512BF3"/>
    <w:rsid w:val="00512E21"/>
    <w:rsid w:val="00513305"/>
    <w:rsid w:val="005135B6"/>
    <w:rsid w:val="00513784"/>
    <w:rsid w:val="00513994"/>
    <w:rsid w:val="00513EF5"/>
    <w:rsid w:val="00514046"/>
    <w:rsid w:val="005143D1"/>
    <w:rsid w:val="00514E6F"/>
    <w:rsid w:val="00515327"/>
    <w:rsid w:val="00515407"/>
    <w:rsid w:val="00515416"/>
    <w:rsid w:val="00515644"/>
    <w:rsid w:val="005157FA"/>
    <w:rsid w:val="00515A70"/>
    <w:rsid w:val="00516322"/>
    <w:rsid w:val="00516625"/>
    <w:rsid w:val="00516B64"/>
    <w:rsid w:val="00516D33"/>
    <w:rsid w:val="00516F13"/>
    <w:rsid w:val="00516F58"/>
    <w:rsid w:val="00517072"/>
    <w:rsid w:val="00520599"/>
    <w:rsid w:val="005209A7"/>
    <w:rsid w:val="00520D8A"/>
    <w:rsid w:val="00520E0C"/>
    <w:rsid w:val="00521AA4"/>
    <w:rsid w:val="00521AEC"/>
    <w:rsid w:val="005226F5"/>
    <w:rsid w:val="00522724"/>
    <w:rsid w:val="0052279B"/>
    <w:rsid w:val="00522900"/>
    <w:rsid w:val="005229CE"/>
    <w:rsid w:val="0052319A"/>
    <w:rsid w:val="005234A7"/>
    <w:rsid w:val="0052384A"/>
    <w:rsid w:val="005239BB"/>
    <w:rsid w:val="00523A7C"/>
    <w:rsid w:val="00523D6E"/>
    <w:rsid w:val="00523FDA"/>
    <w:rsid w:val="00524285"/>
    <w:rsid w:val="00524474"/>
    <w:rsid w:val="005244A9"/>
    <w:rsid w:val="005248A2"/>
    <w:rsid w:val="00524A89"/>
    <w:rsid w:val="00524AFF"/>
    <w:rsid w:val="00524F38"/>
    <w:rsid w:val="00524FF7"/>
    <w:rsid w:val="0052546F"/>
    <w:rsid w:val="00525516"/>
    <w:rsid w:val="005262BD"/>
    <w:rsid w:val="005262FB"/>
    <w:rsid w:val="005264A3"/>
    <w:rsid w:val="00526580"/>
    <w:rsid w:val="005266A3"/>
    <w:rsid w:val="005268C1"/>
    <w:rsid w:val="0052698A"/>
    <w:rsid w:val="00526E39"/>
    <w:rsid w:val="005275DF"/>
    <w:rsid w:val="005277B2"/>
    <w:rsid w:val="005278BD"/>
    <w:rsid w:val="00527CF8"/>
    <w:rsid w:val="00527D6F"/>
    <w:rsid w:val="00527DD0"/>
    <w:rsid w:val="00527F40"/>
    <w:rsid w:val="00527FA1"/>
    <w:rsid w:val="00527FB2"/>
    <w:rsid w:val="005303E5"/>
    <w:rsid w:val="00530630"/>
    <w:rsid w:val="005307C4"/>
    <w:rsid w:val="005309CA"/>
    <w:rsid w:val="00530C39"/>
    <w:rsid w:val="00531107"/>
    <w:rsid w:val="0053116E"/>
    <w:rsid w:val="005313DA"/>
    <w:rsid w:val="005314F5"/>
    <w:rsid w:val="005319B5"/>
    <w:rsid w:val="00531EB7"/>
    <w:rsid w:val="00532F22"/>
    <w:rsid w:val="00532F7C"/>
    <w:rsid w:val="0053326C"/>
    <w:rsid w:val="005333EA"/>
    <w:rsid w:val="00533E1C"/>
    <w:rsid w:val="005340A0"/>
    <w:rsid w:val="00534117"/>
    <w:rsid w:val="00534351"/>
    <w:rsid w:val="00534FA1"/>
    <w:rsid w:val="00535005"/>
    <w:rsid w:val="00535667"/>
    <w:rsid w:val="005356BB"/>
    <w:rsid w:val="00536203"/>
    <w:rsid w:val="00536685"/>
    <w:rsid w:val="00536885"/>
    <w:rsid w:val="00536AA1"/>
    <w:rsid w:val="00536D94"/>
    <w:rsid w:val="00536F93"/>
    <w:rsid w:val="00537572"/>
    <w:rsid w:val="00537B76"/>
    <w:rsid w:val="00537F6F"/>
    <w:rsid w:val="005404E0"/>
    <w:rsid w:val="00540D58"/>
    <w:rsid w:val="00540E8A"/>
    <w:rsid w:val="00540F5A"/>
    <w:rsid w:val="0054129D"/>
    <w:rsid w:val="00541480"/>
    <w:rsid w:val="005416B7"/>
    <w:rsid w:val="00541855"/>
    <w:rsid w:val="00541A89"/>
    <w:rsid w:val="00541BA3"/>
    <w:rsid w:val="00541C23"/>
    <w:rsid w:val="0054211D"/>
    <w:rsid w:val="00542267"/>
    <w:rsid w:val="00542339"/>
    <w:rsid w:val="0054257C"/>
    <w:rsid w:val="00542676"/>
    <w:rsid w:val="005426DF"/>
    <w:rsid w:val="00542909"/>
    <w:rsid w:val="00542AB1"/>
    <w:rsid w:val="00542D1C"/>
    <w:rsid w:val="005430D6"/>
    <w:rsid w:val="005435DE"/>
    <w:rsid w:val="00543953"/>
    <w:rsid w:val="00544498"/>
    <w:rsid w:val="0054471E"/>
    <w:rsid w:val="0054474B"/>
    <w:rsid w:val="0054537A"/>
    <w:rsid w:val="0054579A"/>
    <w:rsid w:val="00545882"/>
    <w:rsid w:val="00545E48"/>
    <w:rsid w:val="00546168"/>
    <w:rsid w:val="005462C5"/>
    <w:rsid w:val="0054640E"/>
    <w:rsid w:val="005466E7"/>
    <w:rsid w:val="00546AF4"/>
    <w:rsid w:val="00546F9A"/>
    <w:rsid w:val="00547400"/>
    <w:rsid w:val="00547458"/>
    <w:rsid w:val="00547B8C"/>
    <w:rsid w:val="00547BB1"/>
    <w:rsid w:val="00547D44"/>
    <w:rsid w:val="00547F44"/>
    <w:rsid w:val="00550257"/>
    <w:rsid w:val="005504F3"/>
    <w:rsid w:val="00550688"/>
    <w:rsid w:val="00550870"/>
    <w:rsid w:val="00550A03"/>
    <w:rsid w:val="00550D3A"/>
    <w:rsid w:val="00550EED"/>
    <w:rsid w:val="00551124"/>
    <w:rsid w:val="00551484"/>
    <w:rsid w:val="0055169B"/>
    <w:rsid w:val="005519D7"/>
    <w:rsid w:val="00551C85"/>
    <w:rsid w:val="00551D75"/>
    <w:rsid w:val="00551EB2"/>
    <w:rsid w:val="00552225"/>
    <w:rsid w:val="005522CF"/>
    <w:rsid w:val="0055234C"/>
    <w:rsid w:val="00552831"/>
    <w:rsid w:val="00552B9A"/>
    <w:rsid w:val="00553228"/>
    <w:rsid w:val="0055337B"/>
    <w:rsid w:val="005535D1"/>
    <w:rsid w:val="0055386A"/>
    <w:rsid w:val="00553A2E"/>
    <w:rsid w:val="00553E60"/>
    <w:rsid w:val="0055405B"/>
    <w:rsid w:val="005540B8"/>
    <w:rsid w:val="0055443E"/>
    <w:rsid w:val="005544C9"/>
    <w:rsid w:val="00554BE1"/>
    <w:rsid w:val="00554F9A"/>
    <w:rsid w:val="00555016"/>
    <w:rsid w:val="00555475"/>
    <w:rsid w:val="0055556D"/>
    <w:rsid w:val="00556667"/>
    <w:rsid w:val="00556AED"/>
    <w:rsid w:val="00556BC1"/>
    <w:rsid w:val="00557663"/>
    <w:rsid w:val="00557B92"/>
    <w:rsid w:val="00560088"/>
    <w:rsid w:val="00560117"/>
    <w:rsid w:val="005602FC"/>
    <w:rsid w:val="0056039C"/>
    <w:rsid w:val="00560422"/>
    <w:rsid w:val="005606E6"/>
    <w:rsid w:val="00560899"/>
    <w:rsid w:val="00560C91"/>
    <w:rsid w:val="005613D1"/>
    <w:rsid w:val="005615EE"/>
    <w:rsid w:val="0056177C"/>
    <w:rsid w:val="00561935"/>
    <w:rsid w:val="00561C99"/>
    <w:rsid w:val="00561CBE"/>
    <w:rsid w:val="005623F2"/>
    <w:rsid w:val="00562F8A"/>
    <w:rsid w:val="00563332"/>
    <w:rsid w:val="00563B1B"/>
    <w:rsid w:val="00563D70"/>
    <w:rsid w:val="00564595"/>
    <w:rsid w:val="0056472E"/>
    <w:rsid w:val="00564AA9"/>
    <w:rsid w:val="0056537C"/>
    <w:rsid w:val="0056550A"/>
    <w:rsid w:val="00565882"/>
    <w:rsid w:val="005659FB"/>
    <w:rsid w:val="00565A7B"/>
    <w:rsid w:val="00565D09"/>
    <w:rsid w:val="00565D90"/>
    <w:rsid w:val="0056647C"/>
    <w:rsid w:val="005674A2"/>
    <w:rsid w:val="005674FA"/>
    <w:rsid w:val="00567832"/>
    <w:rsid w:val="00567D6C"/>
    <w:rsid w:val="00570444"/>
    <w:rsid w:val="00570780"/>
    <w:rsid w:val="005711C4"/>
    <w:rsid w:val="00571243"/>
    <w:rsid w:val="00571267"/>
    <w:rsid w:val="005714A7"/>
    <w:rsid w:val="00571B02"/>
    <w:rsid w:val="00572146"/>
    <w:rsid w:val="00572151"/>
    <w:rsid w:val="0057221E"/>
    <w:rsid w:val="005725B2"/>
    <w:rsid w:val="005728AC"/>
    <w:rsid w:val="0057291D"/>
    <w:rsid w:val="00572A22"/>
    <w:rsid w:val="00572AD9"/>
    <w:rsid w:val="00572B2F"/>
    <w:rsid w:val="00572EAB"/>
    <w:rsid w:val="0057312F"/>
    <w:rsid w:val="005732E8"/>
    <w:rsid w:val="0057344B"/>
    <w:rsid w:val="0057345B"/>
    <w:rsid w:val="0057369A"/>
    <w:rsid w:val="00573E86"/>
    <w:rsid w:val="00574502"/>
    <w:rsid w:val="00574701"/>
    <w:rsid w:val="00574BD9"/>
    <w:rsid w:val="00574F5B"/>
    <w:rsid w:val="00575049"/>
    <w:rsid w:val="00575357"/>
    <w:rsid w:val="00575989"/>
    <w:rsid w:val="005759C1"/>
    <w:rsid w:val="00575AFD"/>
    <w:rsid w:val="00575C18"/>
    <w:rsid w:val="00575F26"/>
    <w:rsid w:val="00575FDA"/>
    <w:rsid w:val="00576006"/>
    <w:rsid w:val="00576514"/>
    <w:rsid w:val="005765DC"/>
    <w:rsid w:val="00576D52"/>
    <w:rsid w:val="00576FDB"/>
    <w:rsid w:val="0057793A"/>
    <w:rsid w:val="00577B96"/>
    <w:rsid w:val="00577F15"/>
    <w:rsid w:val="005803A7"/>
    <w:rsid w:val="00580951"/>
    <w:rsid w:val="00580FE7"/>
    <w:rsid w:val="005814C8"/>
    <w:rsid w:val="00581689"/>
    <w:rsid w:val="00581CBF"/>
    <w:rsid w:val="00581E54"/>
    <w:rsid w:val="00581E7F"/>
    <w:rsid w:val="00582041"/>
    <w:rsid w:val="0058226D"/>
    <w:rsid w:val="0058241F"/>
    <w:rsid w:val="0058242B"/>
    <w:rsid w:val="0058245D"/>
    <w:rsid w:val="00582596"/>
    <w:rsid w:val="00582C13"/>
    <w:rsid w:val="00582F00"/>
    <w:rsid w:val="00582FC3"/>
    <w:rsid w:val="005830B1"/>
    <w:rsid w:val="00583297"/>
    <w:rsid w:val="005832AC"/>
    <w:rsid w:val="00583533"/>
    <w:rsid w:val="005837D1"/>
    <w:rsid w:val="00583D3D"/>
    <w:rsid w:val="00583EE8"/>
    <w:rsid w:val="00584016"/>
    <w:rsid w:val="00584133"/>
    <w:rsid w:val="00584142"/>
    <w:rsid w:val="00584281"/>
    <w:rsid w:val="00584305"/>
    <w:rsid w:val="005843E5"/>
    <w:rsid w:val="00584B01"/>
    <w:rsid w:val="00585008"/>
    <w:rsid w:val="005856CC"/>
    <w:rsid w:val="005857EF"/>
    <w:rsid w:val="00586102"/>
    <w:rsid w:val="00586115"/>
    <w:rsid w:val="00586498"/>
    <w:rsid w:val="0058660E"/>
    <w:rsid w:val="005867DA"/>
    <w:rsid w:val="005867E1"/>
    <w:rsid w:val="00586993"/>
    <w:rsid w:val="00586C08"/>
    <w:rsid w:val="00586CD6"/>
    <w:rsid w:val="00586E3E"/>
    <w:rsid w:val="00586E76"/>
    <w:rsid w:val="00586EB7"/>
    <w:rsid w:val="00586F16"/>
    <w:rsid w:val="00586FAB"/>
    <w:rsid w:val="0058706E"/>
    <w:rsid w:val="0058715D"/>
    <w:rsid w:val="0058720C"/>
    <w:rsid w:val="005908D4"/>
    <w:rsid w:val="00590D59"/>
    <w:rsid w:val="00590E35"/>
    <w:rsid w:val="0059136A"/>
    <w:rsid w:val="00591889"/>
    <w:rsid w:val="00592387"/>
    <w:rsid w:val="0059240C"/>
    <w:rsid w:val="005929C5"/>
    <w:rsid w:val="005929FC"/>
    <w:rsid w:val="00592CED"/>
    <w:rsid w:val="005932F8"/>
    <w:rsid w:val="00593942"/>
    <w:rsid w:val="00593F71"/>
    <w:rsid w:val="0059431E"/>
    <w:rsid w:val="0059489B"/>
    <w:rsid w:val="00594F7F"/>
    <w:rsid w:val="005956C6"/>
    <w:rsid w:val="00595711"/>
    <w:rsid w:val="00595906"/>
    <w:rsid w:val="00595B89"/>
    <w:rsid w:val="0059628C"/>
    <w:rsid w:val="0059648E"/>
    <w:rsid w:val="00596529"/>
    <w:rsid w:val="005968AA"/>
    <w:rsid w:val="00596C9A"/>
    <w:rsid w:val="00596EA6"/>
    <w:rsid w:val="00596EBE"/>
    <w:rsid w:val="00596FD3"/>
    <w:rsid w:val="00597443"/>
    <w:rsid w:val="00597783"/>
    <w:rsid w:val="00597895"/>
    <w:rsid w:val="005979D4"/>
    <w:rsid w:val="00597ED9"/>
    <w:rsid w:val="005A01AF"/>
    <w:rsid w:val="005A01B4"/>
    <w:rsid w:val="005A03A5"/>
    <w:rsid w:val="005A059E"/>
    <w:rsid w:val="005A0842"/>
    <w:rsid w:val="005A0B2A"/>
    <w:rsid w:val="005A0EB2"/>
    <w:rsid w:val="005A101E"/>
    <w:rsid w:val="005A1088"/>
    <w:rsid w:val="005A1559"/>
    <w:rsid w:val="005A1720"/>
    <w:rsid w:val="005A1829"/>
    <w:rsid w:val="005A19DB"/>
    <w:rsid w:val="005A1EDF"/>
    <w:rsid w:val="005A20CE"/>
    <w:rsid w:val="005A2220"/>
    <w:rsid w:val="005A22C9"/>
    <w:rsid w:val="005A29D0"/>
    <w:rsid w:val="005A2D2B"/>
    <w:rsid w:val="005A31EF"/>
    <w:rsid w:val="005A32FA"/>
    <w:rsid w:val="005A3360"/>
    <w:rsid w:val="005A349A"/>
    <w:rsid w:val="005A3522"/>
    <w:rsid w:val="005A35DA"/>
    <w:rsid w:val="005A38A2"/>
    <w:rsid w:val="005A3C45"/>
    <w:rsid w:val="005A3DE3"/>
    <w:rsid w:val="005A3F9A"/>
    <w:rsid w:val="005A4046"/>
    <w:rsid w:val="005A4080"/>
    <w:rsid w:val="005A40A5"/>
    <w:rsid w:val="005A43F3"/>
    <w:rsid w:val="005A43FE"/>
    <w:rsid w:val="005A48A4"/>
    <w:rsid w:val="005A4A59"/>
    <w:rsid w:val="005A54AD"/>
    <w:rsid w:val="005A593A"/>
    <w:rsid w:val="005A5B31"/>
    <w:rsid w:val="005A5BA9"/>
    <w:rsid w:val="005A5F46"/>
    <w:rsid w:val="005A61D0"/>
    <w:rsid w:val="005A63F8"/>
    <w:rsid w:val="005A647C"/>
    <w:rsid w:val="005A6DC7"/>
    <w:rsid w:val="005A6FBC"/>
    <w:rsid w:val="005A713C"/>
    <w:rsid w:val="005A7659"/>
    <w:rsid w:val="005A7F6A"/>
    <w:rsid w:val="005B0011"/>
    <w:rsid w:val="005B034B"/>
    <w:rsid w:val="005B05AC"/>
    <w:rsid w:val="005B05B4"/>
    <w:rsid w:val="005B06C2"/>
    <w:rsid w:val="005B06E2"/>
    <w:rsid w:val="005B0B20"/>
    <w:rsid w:val="005B0D6E"/>
    <w:rsid w:val="005B0F75"/>
    <w:rsid w:val="005B118E"/>
    <w:rsid w:val="005B139F"/>
    <w:rsid w:val="005B13CC"/>
    <w:rsid w:val="005B149F"/>
    <w:rsid w:val="005B1840"/>
    <w:rsid w:val="005B1AB1"/>
    <w:rsid w:val="005B28D1"/>
    <w:rsid w:val="005B2ADB"/>
    <w:rsid w:val="005B3089"/>
    <w:rsid w:val="005B3790"/>
    <w:rsid w:val="005B3BF7"/>
    <w:rsid w:val="005B3CAB"/>
    <w:rsid w:val="005B4292"/>
    <w:rsid w:val="005B4636"/>
    <w:rsid w:val="005B477A"/>
    <w:rsid w:val="005B47F0"/>
    <w:rsid w:val="005B4A88"/>
    <w:rsid w:val="005B4C0B"/>
    <w:rsid w:val="005B4E0D"/>
    <w:rsid w:val="005B4EFD"/>
    <w:rsid w:val="005B50D9"/>
    <w:rsid w:val="005B57DD"/>
    <w:rsid w:val="005B62EC"/>
    <w:rsid w:val="005B6435"/>
    <w:rsid w:val="005B64BE"/>
    <w:rsid w:val="005B6F23"/>
    <w:rsid w:val="005B70EC"/>
    <w:rsid w:val="005B7168"/>
    <w:rsid w:val="005B7493"/>
    <w:rsid w:val="005B773B"/>
    <w:rsid w:val="005B7AB8"/>
    <w:rsid w:val="005B7DC6"/>
    <w:rsid w:val="005C04D2"/>
    <w:rsid w:val="005C08C1"/>
    <w:rsid w:val="005C0909"/>
    <w:rsid w:val="005C0ADE"/>
    <w:rsid w:val="005C1108"/>
    <w:rsid w:val="005C130E"/>
    <w:rsid w:val="005C1797"/>
    <w:rsid w:val="005C1BC0"/>
    <w:rsid w:val="005C237E"/>
    <w:rsid w:val="005C266F"/>
    <w:rsid w:val="005C2ACA"/>
    <w:rsid w:val="005C2B09"/>
    <w:rsid w:val="005C2B19"/>
    <w:rsid w:val="005C3135"/>
    <w:rsid w:val="005C329D"/>
    <w:rsid w:val="005C3841"/>
    <w:rsid w:val="005C3E63"/>
    <w:rsid w:val="005C48BA"/>
    <w:rsid w:val="005C4B01"/>
    <w:rsid w:val="005C4B06"/>
    <w:rsid w:val="005C54E3"/>
    <w:rsid w:val="005C5711"/>
    <w:rsid w:val="005C58BF"/>
    <w:rsid w:val="005C5A62"/>
    <w:rsid w:val="005C5D7C"/>
    <w:rsid w:val="005C6139"/>
    <w:rsid w:val="005C65FE"/>
    <w:rsid w:val="005C6D14"/>
    <w:rsid w:val="005C73CB"/>
    <w:rsid w:val="005C784E"/>
    <w:rsid w:val="005C7DAD"/>
    <w:rsid w:val="005C7FE2"/>
    <w:rsid w:val="005D00EC"/>
    <w:rsid w:val="005D029B"/>
    <w:rsid w:val="005D1035"/>
    <w:rsid w:val="005D1125"/>
    <w:rsid w:val="005D1133"/>
    <w:rsid w:val="005D126B"/>
    <w:rsid w:val="005D164A"/>
    <w:rsid w:val="005D17C9"/>
    <w:rsid w:val="005D1DA0"/>
    <w:rsid w:val="005D21F0"/>
    <w:rsid w:val="005D275B"/>
    <w:rsid w:val="005D27EA"/>
    <w:rsid w:val="005D2B13"/>
    <w:rsid w:val="005D2C05"/>
    <w:rsid w:val="005D30A1"/>
    <w:rsid w:val="005D30CC"/>
    <w:rsid w:val="005D350B"/>
    <w:rsid w:val="005D3764"/>
    <w:rsid w:val="005D37FB"/>
    <w:rsid w:val="005D3854"/>
    <w:rsid w:val="005D39CC"/>
    <w:rsid w:val="005D3BBC"/>
    <w:rsid w:val="005D401C"/>
    <w:rsid w:val="005D4891"/>
    <w:rsid w:val="005D49DF"/>
    <w:rsid w:val="005D4F70"/>
    <w:rsid w:val="005D4FC5"/>
    <w:rsid w:val="005D558E"/>
    <w:rsid w:val="005D5937"/>
    <w:rsid w:val="005D5D93"/>
    <w:rsid w:val="005D63D8"/>
    <w:rsid w:val="005D697D"/>
    <w:rsid w:val="005D6E5D"/>
    <w:rsid w:val="005D7020"/>
    <w:rsid w:val="005D7279"/>
    <w:rsid w:val="005D766B"/>
    <w:rsid w:val="005D7976"/>
    <w:rsid w:val="005D79B2"/>
    <w:rsid w:val="005D7BA2"/>
    <w:rsid w:val="005E07AA"/>
    <w:rsid w:val="005E0F8E"/>
    <w:rsid w:val="005E0FDE"/>
    <w:rsid w:val="005E1034"/>
    <w:rsid w:val="005E19EB"/>
    <w:rsid w:val="005E1A45"/>
    <w:rsid w:val="005E1AB2"/>
    <w:rsid w:val="005E1B60"/>
    <w:rsid w:val="005E33B2"/>
    <w:rsid w:val="005E38F2"/>
    <w:rsid w:val="005E4073"/>
    <w:rsid w:val="005E4258"/>
    <w:rsid w:val="005E45A0"/>
    <w:rsid w:val="005E495E"/>
    <w:rsid w:val="005E5B52"/>
    <w:rsid w:val="005E5C11"/>
    <w:rsid w:val="005E5D71"/>
    <w:rsid w:val="005E5DF5"/>
    <w:rsid w:val="005E5E01"/>
    <w:rsid w:val="005E6015"/>
    <w:rsid w:val="005E649C"/>
    <w:rsid w:val="005E65AA"/>
    <w:rsid w:val="005E67D8"/>
    <w:rsid w:val="005E6D4E"/>
    <w:rsid w:val="005E6E34"/>
    <w:rsid w:val="005E70A9"/>
    <w:rsid w:val="005E738A"/>
    <w:rsid w:val="005E74E2"/>
    <w:rsid w:val="005E7BF3"/>
    <w:rsid w:val="005E7E6D"/>
    <w:rsid w:val="005F1036"/>
    <w:rsid w:val="005F10FA"/>
    <w:rsid w:val="005F159F"/>
    <w:rsid w:val="005F1821"/>
    <w:rsid w:val="005F1D3F"/>
    <w:rsid w:val="005F1D6E"/>
    <w:rsid w:val="005F21E0"/>
    <w:rsid w:val="005F23C3"/>
    <w:rsid w:val="005F28FE"/>
    <w:rsid w:val="005F2F52"/>
    <w:rsid w:val="005F2F61"/>
    <w:rsid w:val="005F3024"/>
    <w:rsid w:val="005F3195"/>
    <w:rsid w:val="005F327B"/>
    <w:rsid w:val="005F3528"/>
    <w:rsid w:val="005F3667"/>
    <w:rsid w:val="005F36D2"/>
    <w:rsid w:val="005F3707"/>
    <w:rsid w:val="005F37CF"/>
    <w:rsid w:val="005F3809"/>
    <w:rsid w:val="005F3854"/>
    <w:rsid w:val="005F3B1C"/>
    <w:rsid w:val="005F3BB2"/>
    <w:rsid w:val="005F3BB9"/>
    <w:rsid w:val="005F4041"/>
    <w:rsid w:val="005F444B"/>
    <w:rsid w:val="005F4F74"/>
    <w:rsid w:val="005F53AD"/>
    <w:rsid w:val="005F5669"/>
    <w:rsid w:val="005F566C"/>
    <w:rsid w:val="005F570A"/>
    <w:rsid w:val="005F5783"/>
    <w:rsid w:val="005F5B28"/>
    <w:rsid w:val="005F6275"/>
    <w:rsid w:val="005F632B"/>
    <w:rsid w:val="005F670D"/>
    <w:rsid w:val="005F67C1"/>
    <w:rsid w:val="005F6DD5"/>
    <w:rsid w:val="005F73A0"/>
    <w:rsid w:val="005F7606"/>
    <w:rsid w:val="005F7DD5"/>
    <w:rsid w:val="005F7F9E"/>
    <w:rsid w:val="00600449"/>
    <w:rsid w:val="00600698"/>
    <w:rsid w:val="006006C6"/>
    <w:rsid w:val="006008F9"/>
    <w:rsid w:val="00600B2E"/>
    <w:rsid w:val="00600CE2"/>
    <w:rsid w:val="00601448"/>
    <w:rsid w:val="006016B7"/>
    <w:rsid w:val="00601981"/>
    <w:rsid w:val="00601A65"/>
    <w:rsid w:val="00601AD4"/>
    <w:rsid w:val="00601F3A"/>
    <w:rsid w:val="00602125"/>
    <w:rsid w:val="00602269"/>
    <w:rsid w:val="00602340"/>
    <w:rsid w:val="00602681"/>
    <w:rsid w:val="00602763"/>
    <w:rsid w:val="00602B29"/>
    <w:rsid w:val="00603000"/>
    <w:rsid w:val="006031A0"/>
    <w:rsid w:val="00603366"/>
    <w:rsid w:val="00603A75"/>
    <w:rsid w:val="0060434E"/>
    <w:rsid w:val="00604531"/>
    <w:rsid w:val="0060465A"/>
    <w:rsid w:val="00604711"/>
    <w:rsid w:val="006047C9"/>
    <w:rsid w:val="006048F4"/>
    <w:rsid w:val="00604944"/>
    <w:rsid w:val="00604B28"/>
    <w:rsid w:val="006051B2"/>
    <w:rsid w:val="00605E61"/>
    <w:rsid w:val="006062B7"/>
    <w:rsid w:val="006063CB"/>
    <w:rsid w:val="00606922"/>
    <w:rsid w:val="0060698B"/>
    <w:rsid w:val="00606B4F"/>
    <w:rsid w:val="00606BE7"/>
    <w:rsid w:val="00606CFC"/>
    <w:rsid w:val="00606F53"/>
    <w:rsid w:val="006072AE"/>
    <w:rsid w:val="0060760F"/>
    <w:rsid w:val="0060788C"/>
    <w:rsid w:val="00607E08"/>
    <w:rsid w:val="00610121"/>
    <w:rsid w:val="006103E1"/>
    <w:rsid w:val="006103F7"/>
    <w:rsid w:val="006105AC"/>
    <w:rsid w:val="00610843"/>
    <w:rsid w:val="00610A06"/>
    <w:rsid w:val="00610B55"/>
    <w:rsid w:val="00610D0A"/>
    <w:rsid w:val="00610EF5"/>
    <w:rsid w:val="00611060"/>
    <w:rsid w:val="00611169"/>
    <w:rsid w:val="0061160A"/>
    <w:rsid w:val="006117F3"/>
    <w:rsid w:val="006118C2"/>
    <w:rsid w:val="00611993"/>
    <w:rsid w:val="00611D5B"/>
    <w:rsid w:val="00611F60"/>
    <w:rsid w:val="00612771"/>
    <w:rsid w:val="00612D09"/>
    <w:rsid w:val="00612D77"/>
    <w:rsid w:val="00613219"/>
    <w:rsid w:val="0061337A"/>
    <w:rsid w:val="00613403"/>
    <w:rsid w:val="00613426"/>
    <w:rsid w:val="00613A3C"/>
    <w:rsid w:val="00613DF5"/>
    <w:rsid w:val="00613E98"/>
    <w:rsid w:val="006143A9"/>
    <w:rsid w:val="006148F6"/>
    <w:rsid w:val="0061497C"/>
    <w:rsid w:val="00614998"/>
    <w:rsid w:val="00614D94"/>
    <w:rsid w:val="0061579C"/>
    <w:rsid w:val="00615CC2"/>
    <w:rsid w:val="0061612E"/>
    <w:rsid w:val="00616401"/>
    <w:rsid w:val="00616475"/>
    <w:rsid w:val="00616B7F"/>
    <w:rsid w:val="00616C6C"/>
    <w:rsid w:val="00616E3D"/>
    <w:rsid w:val="0061708A"/>
    <w:rsid w:val="006177D3"/>
    <w:rsid w:val="00620200"/>
    <w:rsid w:val="006208B0"/>
    <w:rsid w:val="006208E8"/>
    <w:rsid w:val="00620A85"/>
    <w:rsid w:val="00620B80"/>
    <w:rsid w:val="00620EE4"/>
    <w:rsid w:val="00621143"/>
    <w:rsid w:val="00621234"/>
    <w:rsid w:val="006214B3"/>
    <w:rsid w:val="006214E5"/>
    <w:rsid w:val="00621777"/>
    <w:rsid w:val="0062184F"/>
    <w:rsid w:val="00621D8C"/>
    <w:rsid w:val="006223F0"/>
    <w:rsid w:val="00622522"/>
    <w:rsid w:val="00622761"/>
    <w:rsid w:val="00622764"/>
    <w:rsid w:val="00622A6B"/>
    <w:rsid w:val="00622ECD"/>
    <w:rsid w:val="0062368F"/>
    <w:rsid w:val="00623795"/>
    <w:rsid w:val="006237DC"/>
    <w:rsid w:val="006238BF"/>
    <w:rsid w:val="0062391F"/>
    <w:rsid w:val="00623C47"/>
    <w:rsid w:val="006242AE"/>
    <w:rsid w:val="006243E7"/>
    <w:rsid w:val="0062457E"/>
    <w:rsid w:val="00624595"/>
    <w:rsid w:val="00624783"/>
    <w:rsid w:val="00624D05"/>
    <w:rsid w:val="00624EEF"/>
    <w:rsid w:val="00624FCB"/>
    <w:rsid w:val="0062566C"/>
    <w:rsid w:val="00625B39"/>
    <w:rsid w:val="00625C18"/>
    <w:rsid w:val="00626288"/>
    <w:rsid w:val="006266D0"/>
    <w:rsid w:val="00626A45"/>
    <w:rsid w:val="00626AB1"/>
    <w:rsid w:val="00626D7C"/>
    <w:rsid w:val="006271B5"/>
    <w:rsid w:val="00627501"/>
    <w:rsid w:val="00627A5F"/>
    <w:rsid w:val="00627BF6"/>
    <w:rsid w:val="00627C22"/>
    <w:rsid w:val="006300B6"/>
    <w:rsid w:val="00630281"/>
    <w:rsid w:val="006303A2"/>
    <w:rsid w:val="00630952"/>
    <w:rsid w:val="00630EA6"/>
    <w:rsid w:val="00630ECA"/>
    <w:rsid w:val="00630F84"/>
    <w:rsid w:val="006313F4"/>
    <w:rsid w:val="0063188F"/>
    <w:rsid w:val="00631931"/>
    <w:rsid w:val="00632094"/>
    <w:rsid w:val="0063246C"/>
    <w:rsid w:val="0063283E"/>
    <w:rsid w:val="00632AF9"/>
    <w:rsid w:val="00632CBB"/>
    <w:rsid w:val="00632D31"/>
    <w:rsid w:val="006333A5"/>
    <w:rsid w:val="00633737"/>
    <w:rsid w:val="0063373A"/>
    <w:rsid w:val="00633A20"/>
    <w:rsid w:val="00633A28"/>
    <w:rsid w:val="00633A92"/>
    <w:rsid w:val="00633BC9"/>
    <w:rsid w:val="00633F70"/>
    <w:rsid w:val="006341A4"/>
    <w:rsid w:val="006348E1"/>
    <w:rsid w:val="00634E97"/>
    <w:rsid w:val="00634F93"/>
    <w:rsid w:val="00634F9D"/>
    <w:rsid w:val="00634FD2"/>
    <w:rsid w:val="00635D0B"/>
    <w:rsid w:val="00636027"/>
    <w:rsid w:val="00636BC2"/>
    <w:rsid w:val="00636E1A"/>
    <w:rsid w:val="00637592"/>
    <w:rsid w:val="0063763D"/>
    <w:rsid w:val="00637813"/>
    <w:rsid w:val="00637B61"/>
    <w:rsid w:val="00637DC4"/>
    <w:rsid w:val="006405F0"/>
    <w:rsid w:val="00640A64"/>
    <w:rsid w:val="00641073"/>
    <w:rsid w:val="00641078"/>
    <w:rsid w:val="006419FB"/>
    <w:rsid w:val="00641ABE"/>
    <w:rsid w:val="006421EB"/>
    <w:rsid w:val="006424A5"/>
    <w:rsid w:val="006426B6"/>
    <w:rsid w:val="00642E46"/>
    <w:rsid w:val="00642E64"/>
    <w:rsid w:val="006431F1"/>
    <w:rsid w:val="00643520"/>
    <w:rsid w:val="00643724"/>
    <w:rsid w:val="00643D9B"/>
    <w:rsid w:val="006446C3"/>
    <w:rsid w:val="00644739"/>
    <w:rsid w:val="00644ABA"/>
    <w:rsid w:val="00644C62"/>
    <w:rsid w:val="00644D92"/>
    <w:rsid w:val="00644F1F"/>
    <w:rsid w:val="00644F6C"/>
    <w:rsid w:val="006452BD"/>
    <w:rsid w:val="0064563B"/>
    <w:rsid w:val="0064586E"/>
    <w:rsid w:val="00645931"/>
    <w:rsid w:val="006459A5"/>
    <w:rsid w:val="00645C3E"/>
    <w:rsid w:val="00645F12"/>
    <w:rsid w:val="006462F6"/>
    <w:rsid w:val="00646754"/>
    <w:rsid w:val="00646D08"/>
    <w:rsid w:val="00646F7D"/>
    <w:rsid w:val="00646FBA"/>
    <w:rsid w:val="006476F3"/>
    <w:rsid w:val="0064781C"/>
    <w:rsid w:val="00647E92"/>
    <w:rsid w:val="00650002"/>
    <w:rsid w:val="006500E6"/>
    <w:rsid w:val="006502B5"/>
    <w:rsid w:val="0065060D"/>
    <w:rsid w:val="00650C6A"/>
    <w:rsid w:val="0065109D"/>
    <w:rsid w:val="006512C8"/>
    <w:rsid w:val="00651463"/>
    <w:rsid w:val="00651CE5"/>
    <w:rsid w:val="00651DDE"/>
    <w:rsid w:val="00651EBB"/>
    <w:rsid w:val="006522AA"/>
    <w:rsid w:val="006523C9"/>
    <w:rsid w:val="00652DBB"/>
    <w:rsid w:val="00653167"/>
    <w:rsid w:val="0065324E"/>
    <w:rsid w:val="0065330D"/>
    <w:rsid w:val="00653378"/>
    <w:rsid w:val="0065338A"/>
    <w:rsid w:val="006533C3"/>
    <w:rsid w:val="006536A9"/>
    <w:rsid w:val="00653740"/>
    <w:rsid w:val="00653993"/>
    <w:rsid w:val="00653A6B"/>
    <w:rsid w:val="00653FDF"/>
    <w:rsid w:val="006541B4"/>
    <w:rsid w:val="006541E6"/>
    <w:rsid w:val="006543ED"/>
    <w:rsid w:val="0065494D"/>
    <w:rsid w:val="00654C45"/>
    <w:rsid w:val="00654C9A"/>
    <w:rsid w:val="00654E50"/>
    <w:rsid w:val="00654F67"/>
    <w:rsid w:val="006551BD"/>
    <w:rsid w:val="006558EC"/>
    <w:rsid w:val="006558F5"/>
    <w:rsid w:val="00656009"/>
    <w:rsid w:val="0065609C"/>
    <w:rsid w:val="006562D9"/>
    <w:rsid w:val="0065636C"/>
    <w:rsid w:val="006565BF"/>
    <w:rsid w:val="00656606"/>
    <w:rsid w:val="0065674C"/>
    <w:rsid w:val="00656756"/>
    <w:rsid w:val="006568F1"/>
    <w:rsid w:val="00656C45"/>
    <w:rsid w:val="00656F70"/>
    <w:rsid w:val="006571BC"/>
    <w:rsid w:val="00657615"/>
    <w:rsid w:val="006576C6"/>
    <w:rsid w:val="00660098"/>
    <w:rsid w:val="0066095B"/>
    <w:rsid w:val="00660AF6"/>
    <w:rsid w:val="00660C8E"/>
    <w:rsid w:val="00660D9E"/>
    <w:rsid w:val="00661438"/>
    <w:rsid w:val="00661E94"/>
    <w:rsid w:val="006625B2"/>
    <w:rsid w:val="00662832"/>
    <w:rsid w:val="006629B8"/>
    <w:rsid w:val="00662B13"/>
    <w:rsid w:val="00662D19"/>
    <w:rsid w:val="00662D9D"/>
    <w:rsid w:val="00662DF7"/>
    <w:rsid w:val="00662E6F"/>
    <w:rsid w:val="006635B2"/>
    <w:rsid w:val="0066375D"/>
    <w:rsid w:val="00663E18"/>
    <w:rsid w:val="00663F95"/>
    <w:rsid w:val="006640F4"/>
    <w:rsid w:val="0066411B"/>
    <w:rsid w:val="006643F7"/>
    <w:rsid w:val="00664D4B"/>
    <w:rsid w:val="00665156"/>
    <w:rsid w:val="0066560F"/>
    <w:rsid w:val="00665B98"/>
    <w:rsid w:val="00666074"/>
    <w:rsid w:val="0066630C"/>
    <w:rsid w:val="00666373"/>
    <w:rsid w:val="0066644D"/>
    <w:rsid w:val="006666A4"/>
    <w:rsid w:val="00666E76"/>
    <w:rsid w:val="00667078"/>
    <w:rsid w:val="006671F5"/>
    <w:rsid w:val="0066739A"/>
    <w:rsid w:val="006673B7"/>
    <w:rsid w:val="0066766E"/>
    <w:rsid w:val="006676C1"/>
    <w:rsid w:val="006677B3"/>
    <w:rsid w:val="00667A2B"/>
    <w:rsid w:val="00667AA1"/>
    <w:rsid w:val="00670176"/>
    <w:rsid w:val="00670297"/>
    <w:rsid w:val="006706F3"/>
    <w:rsid w:val="00670875"/>
    <w:rsid w:val="006708C8"/>
    <w:rsid w:val="0067095B"/>
    <w:rsid w:val="00670AF8"/>
    <w:rsid w:val="00670B16"/>
    <w:rsid w:val="00670CC1"/>
    <w:rsid w:val="0067106D"/>
    <w:rsid w:val="006711B5"/>
    <w:rsid w:val="006715BE"/>
    <w:rsid w:val="006717AE"/>
    <w:rsid w:val="00671CF6"/>
    <w:rsid w:val="00671E76"/>
    <w:rsid w:val="0067209D"/>
    <w:rsid w:val="00672468"/>
    <w:rsid w:val="006727A1"/>
    <w:rsid w:val="00672B3E"/>
    <w:rsid w:val="00673055"/>
    <w:rsid w:val="006731D7"/>
    <w:rsid w:val="006745B0"/>
    <w:rsid w:val="00674BC0"/>
    <w:rsid w:val="0067517E"/>
    <w:rsid w:val="00675418"/>
    <w:rsid w:val="00675438"/>
    <w:rsid w:val="0067560D"/>
    <w:rsid w:val="00675F3E"/>
    <w:rsid w:val="006762AA"/>
    <w:rsid w:val="0067658A"/>
    <w:rsid w:val="00676966"/>
    <w:rsid w:val="006774F3"/>
    <w:rsid w:val="006776E3"/>
    <w:rsid w:val="0067791A"/>
    <w:rsid w:val="00677BBD"/>
    <w:rsid w:val="00677CF6"/>
    <w:rsid w:val="006800C9"/>
    <w:rsid w:val="00680278"/>
    <w:rsid w:val="0068074E"/>
    <w:rsid w:val="006808A4"/>
    <w:rsid w:val="00680B78"/>
    <w:rsid w:val="00680E35"/>
    <w:rsid w:val="00680E36"/>
    <w:rsid w:val="00680E9A"/>
    <w:rsid w:val="00681472"/>
    <w:rsid w:val="0068169B"/>
    <w:rsid w:val="006817AD"/>
    <w:rsid w:val="006817C5"/>
    <w:rsid w:val="00682071"/>
    <w:rsid w:val="006825DC"/>
    <w:rsid w:val="00682B8F"/>
    <w:rsid w:val="00682FB4"/>
    <w:rsid w:val="006834B7"/>
    <w:rsid w:val="006839D6"/>
    <w:rsid w:val="00683D97"/>
    <w:rsid w:val="00684617"/>
    <w:rsid w:val="006846EF"/>
    <w:rsid w:val="006847B5"/>
    <w:rsid w:val="00684B24"/>
    <w:rsid w:val="006850B2"/>
    <w:rsid w:val="006851D4"/>
    <w:rsid w:val="0068522B"/>
    <w:rsid w:val="00685311"/>
    <w:rsid w:val="0068566E"/>
    <w:rsid w:val="00685CE3"/>
    <w:rsid w:val="00686536"/>
    <w:rsid w:val="00686576"/>
    <w:rsid w:val="0068658B"/>
    <w:rsid w:val="006869CF"/>
    <w:rsid w:val="00686A31"/>
    <w:rsid w:val="00686B2E"/>
    <w:rsid w:val="00686E9D"/>
    <w:rsid w:val="00687ABB"/>
    <w:rsid w:val="006902FA"/>
    <w:rsid w:val="00690397"/>
    <w:rsid w:val="00690A8E"/>
    <w:rsid w:val="006912FD"/>
    <w:rsid w:val="006913CD"/>
    <w:rsid w:val="006916ED"/>
    <w:rsid w:val="00691D55"/>
    <w:rsid w:val="00691EFB"/>
    <w:rsid w:val="00691F3D"/>
    <w:rsid w:val="00692292"/>
    <w:rsid w:val="0069231A"/>
    <w:rsid w:val="00692868"/>
    <w:rsid w:val="00692E5E"/>
    <w:rsid w:val="00692F08"/>
    <w:rsid w:val="00693080"/>
    <w:rsid w:val="006930AE"/>
    <w:rsid w:val="0069355C"/>
    <w:rsid w:val="00693675"/>
    <w:rsid w:val="00693B02"/>
    <w:rsid w:val="00693B24"/>
    <w:rsid w:val="00694303"/>
    <w:rsid w:val="006947FC"/>
    <w:rsid w:val="00694C09"/>
    <w:rsid w:val="00694CE9"/>
    <w:rsid w:val="00694D8C"/>
    <w:rsid w:val="00695072"/>
    <w:rsid w:val="00695750"/>
    <w:rsid w:val="00695924"/>
    <w:rsid w:val="00695D61"/>
    <w:rsid w:val="0069628C"/>
    <w:rsid w:val="006965EF"/>
    <w:rsid w:val="006966D8"/>
    <w:rsid w:val="0069692B"/>
    <w:rsid w:val="00696943"/>
    <w:rsid w:val="00696A8D"/>
    <w:rsid w:val="00696AA8"/>
    <w:rsid w:val="00696AFE"/>
    <w:rsid w:val="00696EFA"/>
    <w:rsid w:val="0069736D"/>
    <w:rsid w:val="006974BD"/>
    <w:rsid w:val="00697E20"/>
    <w:rsid w:val="00697EF8"/>
    <w:rsid w:val="00697F0C"/>
    <w:rsid w:val="00697F34"/>
    <w:rsid w:val="006A025C"/>
    <w:rsid w:val="006A0471"/>
    <w:rsid w:val="006A057E"/>
    <w:rsid w:val="006A0CA2"/>
    <w:rsid w:val="006A1132"/>
    <w:rsid w:val="006A17AB"/>
    <w:rsid w:val="006A19D4"/>
    <w:rsid w:val="006A1AF9"/>
    <w:rsid w:val="006A1BB6"/>
    <w:rsid w:val="006A1C13"/>
    <w:rsid w:val="006A205C"/>
    <w:rsid w:val="006A20A8"/>
    <w:rsid w:val="006A21FF"/>
    <w:rsid w:val="006A253E"/>
    <w:rsid w:val="006A2D0B"/>
    <w:rsid w:val="006A2D1B"/>
    <w:rsid w:val="006A31AD"/>
    <w:rsid w:val="006A34FB"/>
    <w:rsid w:val="006A35E1"/>
    <w:rsid w:val="006A38BF"/>
    <w:rsid w:val="006A3E95"/>
    <w:rsid w:val="006A47E5"/>
    <w:rsid w:val="006A48A3"/>
    <w:rsid w:val="006A48C2"/>
    <w:rsid w:val="006A49BB"/>
    <w:rsid w:val="006A4B60"/>
    <w:rsid w:val="006A4BC0"/>
    <w:rsid w:val="006A4C07"/>
    <w:rsid w:val="006A4E4E"/>
    <w:rsid w:val="006A55C5"/>
    <w:rsid w:val="006A56D4"/>
    <w:rsid w:val="006A5C55"/>
    <w:rsid w:val="006A5D21"/>
    <w:rsid w:val="006A5EC9"/>
    <w:rsid w:val="006A5F81"/>
    <w:rsid w:val="006A6021"/>
    <w:rsid w:val="006A6292"/>
    <w:rsid w:val="006A6CB0"/>
    <w:rsid w:val="006A6D3E"/>
    <w:rsid w:val="006A6E6D"/>
    <w:rsid w:val="006A7036"/>
    <w:rsid w:val="006A71C8"/>
    <w:rsid w:val="006A7236"/>
    <w:rsid w:val="006A76C9"/>
    <w:rsid w:val="006A78FC"/>
    <w:rsid w:val="006A7C07"/>
    <w:rsid w:val="006A7C30"/>
    <w:rsid w:val="006A7E7A"/>
    <w:rsid w:val="006B0158"/>
    <w:rsid w:val="006B0162"/>
    <w:rsid w:val="006B0E79"/>
    <w:rsid w:val="006B0F5D"/>
    <w:rsid w:val="006B104F"/>
    <w:rsid w:val="006B1B18"/>
    <w:rsid w:val="006B1EBB"/>
    <w:rsid w:val="006B1ED8"/>
    <w:rsid w:val="006B23CB"/>
    <w:rsid w:val="006B23D5"/>
    <w:rsid w:val="006B241A"/>
    <w:rsid w:val="006B25F7"/>
    <w:rsid w:val="006B2661"/>
    <w:rsid w:val="006B28D8"/>
    <w:rsid w:val="006B2D75"/>
    <w:rsid w:val="006B3011"/>
    <w:rsid w:val="006B36E6"/>
    <w:rsid w:val="006B4A8E"/>
    <w:rsid w:val="006B4B82"/>
    <w:rsid w:val="006B4E3C"/>
    <w:rsid w:val="006B4E77"/>
    <w:rsid w:val="006B5110"/>
    <w:rsid w:val="006B5295"/>
    <w:rsid w:val="006B57E8"/>
    <w:rsid w:val="006B5829"/>
    <w:rsid w:val="006B5AC9"/>
    <w:rsid w:val="006B5AE7"/>
    <w:rsid w:val="006B5B5D"/>
    <w:rsid w:val="006B5CC9"/>
    <w:rsid w:val="006B5F4B"/>
    <w:rsid w:val="006B62A4"/>
    <w:rsid w:val="006B6401"/>
    <w:rsid w:val="006B6562"/>
    <w:rsid w:val="006B6A97"/>
    <w:rsid w:val="006B6AE4"/>
    <w:rsid w:val="006B6CE9"/>
    <w:rsid w:val="006B71D6"/>
    <w:rsid w:val="006B72DD"/>
    <w:rsid w:val="006B7363"/>
    <w:rsid w:val="006B73B4"/>
    <w:rsid w:val="006B77A4"/>
    <w:rsid w:val="006B7A3C"/>
    <w:rsid w:val="006B7B88"/>
    <w:rsid w:val="006B7FE6"/>
    <w:rsid w:val="006C01B9"/>
    <w:rsid w:val="006C0546"/>
    <w:rsid w:val="006C0574"/>
    <w:rsid w:val="006C07DD"/>
    <w:rsid w:val="006C085E"/>
    <w:rsid w:val="006C0A80"/>
    <w:rsid w:val="006C0D58"/>
    <w:rsid w:val="006C15EC"/>
    <w:rsid w:val="006C1C9C"/>
    <w:rsid w:val="006C1F49"/>
    <w:rsid w:val="006C2557"/>
    <w:rsid w:val="006C2684"/>
    <w:rsid w:val="006C3729"/>
    <w:rsid w:val="006C386A"/>
    <w:rsid w:val="006C3AF4"/>
    <w:rsid w:val="006C3D15"/>
    <w:rsid w:val="006C3D26"/>
    <w:rsid w:val="006C3DFB"/>
    <w:rsid w:val="006C40C1"/>
    <w:rsid w:val="006C424E"/>
    <w:rsid w:val="006C47B3"/>
    <w:rsid w:val="006C4B1F"/>
    <w:rsid w:val="006C4BC4"/>
    <w:rsid w:val="006C5135"/>
    <w:rsid w:val="006C529B"/>
    <w:rsid w:val="006C537F"/>
    <w:rsid w:val="006C566C"/>
    <w:rsid w:val="006C5FC4"/>
    <w:rsid w:val="006C6041"/>
    <w:rsid w:val="006C61D7"/>
    <w:rsid w:val="006C64A3"/>
    <w:rsid w:val="006C6B27"/>
    <w:rsid w:val="006C6B62"/>
    <w:rsid w:val="006C6BF6"/>
    <w:rsid w:val="006C6ED6"/>
    <w:rsid w:val="006C737D"/>
    <w:rsid w:val="006C752A"/>
    <w:rsid w:val="006C75E2"/>
    <w:rsid w:val="006C7A70"/>
    <w:rsid w:val="006C7C26"/>
    <w:rsid w:val="006C7CA8"/>
    <w:rsid w:val="006C7FEC"/>
    <w:rsid w:val="006CD386"/>
    <w:rsid w:val="006D04A9"/>
    <w:rsid w:val="006D0A1A"/>
    <w:rsid w:val="006D1413"/>
    <w:rsid w:val="006D2DD1"/>
    <w:rsid w:val="006D3160"/>
    <w:rsid w:val="006D34A8"/>
    <w:rsid w:val="006D3AF2"/>
    <w:rsid w:val="006D3B27"/>
    <w:rsid w:val="006D402A"/>
    <w:rsid w:val="006D413E"/>
    <w:rsid w:val="006D44C3"/>
    <w:rsid w:val="006D4E5C"/>
    <w:rsid w:val="006D535A"/>
    <w:rsid w:val="006D5395"/>
    <w:rsid w:val="006D5582"/>
    <w:rsid w:val="006D5616"/>
    <w:rsid w:val="006D57FC"/>
    <w:rsid w:val="006D5B49"/>
    <w:rsid w:val="006D5B91"/>
    <w:rsid w:val="006D5BFA"/>
    <w:rsid w:val="006D5E22"/>
    <w:rsid w:val="006D6243"/>
    <w:rsid w:val="006D6748"/>
    <w:rsid w:val="006D698C"/>
    <w:rsid w:val="006D6FDD"/>
    <w:rsid w:val="006D7050"/>
    <w:rsid w:val="006D7454"/>
    <w:rsid w:val="006D75AF"/>
    <w:rsid w:val="006D7774"/>
    <w:rsid w:val="006D794C"/>
    <w:rsid w:val="006D7ECD"/>
    <w:rsid w:val="006D7F61"/>
    <w:rsid w:val="006E00A6"/>
    <w:rsid w:val="006E0304"/>
    <w:rsid w:val="006E064D"/>
    <w:rsid w:val="006E0849"/>
    <w:rsid w:val="006E0BCA"/>
    <w:rsid w:val="006E0C42"/>
    <w:rsid w:val="006E0CBA"/>
    <w:rsid w:val="006E0DFD"/>
    <w:rsid w:val="006E1685"/>
    <w:rsid w:val="006E18F0"/>
    <w:rsid w:val="006E1F61"/>
    <w:rsid w:val="006E1F6B"/>
    <w:rsid w:val="006E2799"/>
    <w:rsid w:val="006E2837"/>
    <w:rsid w:val="006E2845"/>
    <w:rsid w:val="006E35DF"/>
    <w:rsid w:val="006E3A08"/>
    <w:rsid w:val="006E3CD2"/>
    <w:rsid w:val="006E3DBB"/>
    <w:rsid w:val="006E3F39"/>
    <w:rsid w:val="006E3FF0"/>
    <w:rsid w:val="006E428E"/>
    <w:rsid w:val="006E4378"/>
    <w:rsid w:val="006E46B8"/>
    <w:rsid w:val="006E48D9"/>
    <w:rsid w:val="006E4DAD"/>
    <w:rsid w:val="006E5162"/>
    <w:rsid w:val="006E54BF"/>
    <w:rsid w:val="006E58BE"/>
    <w:rsid w:val="006E5A36"/>
    <w:rsid w:val="006E5DB6"/>
    <w:rsid w:val="006E60DB"/>
    <w:rsid w:val="006E6423"/>
    <w:rsid w:val="006E67A1"/>
    <w:rsid w:val="006E697F"/>
    <w:rsid w:val="006E6C73"/>
    <w:rsid w:val="006E6DEC"/>
    <w:rsid w:val="006E70DA"/>
    <w:rsid w:val="006E70E0"/>
    <w:rsid w:val="006E78BE"/>
    <w:rsid w:val="006E78F4"/>
    <w:rsid w:val="006E7D57"/>
    <w:rsid w:val="006F0611"/>
    <w:rsid w:val="006F06B4"/>
    <w:rsid w:val="006F078D"/>
    <w:rsid w:val="006F0918"/>
    <w:rsid w:val="006F0B04"/>
    <w:rsid w:val="006F14D3"/>
    <w:rsid w:val="006F1A82"/>
    <w:rsid w:val="006F271A"/>
    <w:rsid w:val="006F3079"/>
    <w:rsid w:val="006F3235"/>
    <w:rsid w:val="006F32E4"/>
    <w:rsid w:val="006F3A69"/>
    <w:rsid w:val="006F3DB4"/>
    <w:rsid w:val="006F4110"/>
    <w:rsid w:val="006F41D4"/>
    <w:rsid w:val="006F4659"/>
    <w:rsid w:val="006F46FB"/>
    <w:rsid w:val="006F47EB"/>
    <w:rsid w:val="006F48DD"/>
    <w:rsid w:val="006F49D0"/>
    <w:rsid w:val="006F4E99"/>
    <w:rsid w:val="006F4EDD"/>
    <w:rsid w:val="006F5756"/>
    <w:rsid w:val="006F5BD0"/>
    <w:rsid w:val="006F5FF1"/>
    <w:rsid w:val="006F61BC"/>
    <w:rsid w:val="006F71B8"/>
    <w:rsid w:val="006F7304"/>
    <w:rsid w:val="006F76FE"/>
    <w:rsid w:val="006F79D5"/>
    <w:rsid w:val="006F7A87"/>
    <w:rsid w:val="00700516"/>
    <w:rsid w:val="007011B3"/>
    <w:rsid w:val="00701364"/>
    <w:rsid w:val="0070136D"/>
    <w:rsid w:val="00702025"/>
    <w:rsid w:val="00702031"/>
    <w:rsid w:val="007025D2"/>
    <w:rsid w:val="00702A97"/>
    <w:rsid w:val="00702AFB"/>
    <w:rsid w:val="00702E06"/>
    <w:rsid w:val="00702F4A"/>
    <w:rsid w:val="00703E0D"/>
    <w:rsid w:val="00703F32"/>
    <w:rsid w:val="00704102"/>
    <w:rsid w:val="00704188"/>
    <w:rsid w:val="0070466A"/>
    <w:rsid w:val="007048A2"/>
    <w:rsid w:val="00704CA6"/>
    <w:rsid w:val="00704F2C"/>
    <w:rsid w:val="00705039"/>
    <w:rsid w:val="007059DE"/>
    <w:rsid w:val="00705D8C"/>
    <w:rsid w:val="00705EB6"/>
    <w:rsid w:val="007065F2"/>
    <w:rsid w:val="007069D9"/>
    <w:rsid w:val="00706D4D"/>
    <w:rsid w:val="00706E4B"/>
    <w:rsid w:val="00707021"/>
    <w:rsid w:val="0070775A"/>
    <w:rsid w:val="00707C19"/>
    <w:rsid w:val="00707FAB"/>
    <w:rsid w:val="0071058B"/>
    <w:rsid w:val="00710938"/>
    <w:rsid w:val="0071095E"/>
    <w:rsid w:val="00710D06"/>
    <w:rsid w:val="007110E8"/>
    <w:rsid w:val="007115D3"/>
    <w:rsid w:val="0071170A"/>
    <w:rsid w:val="00711B4E"/>
    <w:rsid w:val="00711F51"/>
    <w:rsid w:val="007123F1"/>
    <w:rsid w:val="00712912"/>
    <w:rsid w:val="00712B68"/>
    <w:rsid w:val="00712C51"/>
    <w:rsid w:val="00712EFA"/>
    <w:rsid w:val="00712FA3"/>
    <w:rsid w:val="00713213"/>
    <w:rsid w:val="007132C6"/>
    <w:rsid w:val="007133A6"/>
    <w:rsid w:val="007136D8"/>
    <w:rsid w:val="0071386A"/>
    <w:rsid w:val="00713929"/>
    <w:rsid w:val="007139D3"/>
    <w:rsid w:val="00713EEF"/>
    <w:rsid w:val="00714091"/>
    <w:rsid w:val="007147C9"/>
    <w:rsid w:val="007148D8"/>
    <w:rsid w:val="007149C7"/>
    <w:rsid w:val="00714BF3"/>
    <w:rsid w:val="007153F7"/>
    <w:rsid w:val="00715588"/>
    <w:rsid w:val="0071576E"/>
    <w:rsid w:val="007167EF"/>
    <w:rsid w:val="00716891"/>
    <w:rsid w:val="00716F26"/>
    <w:rsid w:val="00717047"/>
    <w:rsid w:val="0071718C"/>
    <w:rsid w:val="0071743A"/>
    <w:rsid w:val="00717574"/>
    <w:rsid w:val="007175BF"/>
    <w:rsid w:val="0071763A"/>
    <w:rsid w:val="007176BB"/>
    <w:rsid w:val="007179CF"/>
    <w:rsid w:val="00717D7D"/>
    <w:rsid w:val="00717F77"/>
    <w:rsid w:val="007202B4"/>
    <w:rsid w:val="007202F9"/>
    <w:rsid w:val="00720530"/>
    <w:rsid w:val="007206D5"/>
    <w:rsid w:val="007208B5"/>
    <w:rsid w:val="007208EC"/>
    <w:rsid w:val="00720EE2"/>
    <w:rsid w:val="0072109B"/>
    <w:rsid w:val="0072131A"/>
    <w:rsid w:val="00721641"/>
    <w:rsid w:val="00721892"/>
    <w:rsid w:val="0072206F"/>
    <w:rsid w:val="007222E6"/>
    <w:rsid w:val="00722300"/>
    <w:rsid w:val="00722864"/>
    <w:rsid w:val="00722B30"/>
    <w:rsid w:val="00722D16"/>
    <w:rsid w:val="00723033"/>
    <w:rsid w:val="00723041"/>
    <w:rsid w:val="00723290"/>
    <w:rsid w:val="0072343A"/>
    <w:rsid w:val="0072347F"/>
    <w:rsid w:val="00723557"/>
    <w:rsid w:val="00723581"/>
    <w:rsid w:val="007237E3"/>
    <w:rsid w:val="00723A95"/>
    <w:rsid w:val="00723D7C"/>
    <w:rsid w:val="00723DB4"/>
    <w:rsid w:val="00723F18"/>
    <w:rsid w:val="00723F29"/>
    <w:rsid w:val="007240E0"/>
    <w:rsid w:val="007241B9"/>
    <w:rsid w:val="00724615"/>
    <w:rsid w:val="00724723"/>
    <w:rsid w:val="00724EB3"/>
    <w:rsid w:val="00725517"/>
    <w:rsid w:val="00725717"/>
    <w:rsid w:val="007259A3"/>
    <w:rsid w:val="00725AA7"/>
    <w:rsid w:val="00725B0D"/>
    <w:rsid w:val="00725D1A"/>
    <w:rsid w:val="00725DD7"/>
    <w:rsid w:val="00726C91"/>
    <w:rsid w:val="00726D1E"/>
    <w:rsid w:val="00727270"/>
    <w:rsid w:val="007275EA"/>
    <w:rsid w:val="00727B3D"/>
    <w:rsid w:val="00727DB4"/>
    <w:rsid w:val="00730837"/>
    <w:rsid w:val="00730AE0"/>
    <w:rsid w:val="00731128"/>
    <w:rsid w:val="0073118D"/>
    <w:rsid w:val="007315B6"/>
    <w:rsid w:val="00732A1A"/>
    <w:rsid w:val="00732F0D"/>
    <w:rsid w:val="007330E8"/>
    <w:rsid w:val="00733CAA"/>
    <w:rsid w:val="00733D91"/>
    <w:rsid w:val="00733F53"/>
    <w:rsid w:val="00734206"/>
    <w:rsid w:val="00734338"/>
    <w:rsid w:val="007346BB"/>
    <w:rsid w:val="007352F7"/>
    <w:rsid w:val="0073548B"/>
    <w:rsid w:val="00735713"/>
    <w:rsid w:val="00735806"/>
    <w:rsid w:val="00735C8E"/>
    <w:rsid w:val="00736348"/>
    <w:rsid w:val="0073639A"/>
    <w:rsid w:val="00736440"/>
    <w:rsid w:val="0073695B"/>
    <w:rsid w:val="00736CF2"/>
    <w:rsid w:val="0073727B"/>
    <w:rsid w:val="007372F5"/>
    <w:rsid w:val="007377E9"/>
    <w:rsid w:val="00737AD2"/>
    <w:rsid w:val="007404BA"/>
    <w:rsid w:val="007406E9"/>
    <w:rsid w:val="007409BA"/>
    <w:rsid w:val="007409DF"/>
    <w:rsid w:val="0074108A"/>
    <w:rsid w:val="0074108C"/>
    <w:rsid w:val="00741258"/>
    <w:rsid w:val="00741783"/>
    <w:rsid w:val="007417B3"/>
    <w:rsid w:val="00741AA7"/>
    <w:rsid w:val="007420AA"/>
    <w:rsid w:val="007423ED"/>
    <w:rsid w:val="00742D4D"/>
    <w:rsid w:val="00742EA6"/>
    <w:rsid w:val="00743227"/>
    <w:rsid w:val="007439F2"/>
    <w:rsid w:val="00743B4D"/>
    <w:rsid w:val="0074406C"/>
    <w:rsid w:val="0074412A"/>
    <w:rsid w:val="007443E3"/>
    <w:rsid w:val="00744B3A"/>
    <w:rsid w:val="00744BED"/>
    <w:rsid w:val="00744DEB"/>
    <w:rsid w:val="00744E3C"/>
    <w:rsid w:val="00744EC5"/>
    <w:rsid w:val="007452A8"/>
    <w:rsid w:val="00745C80"/>
    <w:rsid w:val="00745E58"/>
    <w:rsid w:val="00745E70"/>
    <w:rsid w:val="00746768"/>
    <w:rsid w:val="00746C03"/>
    <w:rsid w:val="00746D34"/>
    <w:rsid w:val="00746E88"/>
    <w:rsid w:val="00747003"/>
    <w:rsid w:val="0074743C"/>
    <w:rsid w:val="00747905"/>
    <w:rsid w:val="00747B8A"/>
    <w:rsid w:val="00747D83"/>
    <w:rsid w:val="00750123"/>
    <w:rsid w:val="00750205"/>
    <w:rsid w:val="0075069D"/>
    <w:rsid w:val="007509C6"/>
    <w:rsid w:val="00750FF6"/>
    <w:rsid w:val="00751087"/>
    <w:rsid w:val="007511EC"/>
    <w:rsid w:val="00751272"/>
    <w:rsid w:val="00751580"/>
    <w:rsid w:val="00751A52"/>
    <w:rsid w:val="00751BA9"/>
    <w:rsid w:val="00751E27"/>
    <w:rsid w:val="0075200E"/>
    <w:rsid w:val="007520BE"/>
    <w:rsid w:val="00752137"/>
    <w:rsid w:val="0075232B"/>
    <w:rsid w:val="007525F4"/>
    <w:rsid w:val="007528C0"/>
    <w:rsid w:val="00752B2E"/>
    <w:rsid w:val="007532E9"/>
    <w:rsid w:val="00753485"/>
    <w:rsid w:val="00753CF6"/>
    <w:rsid w:val="00753E70"/>
    <w:rsid w:val="0075410C"/>
    <w:rsid w:val="007541C5"/>
    <w:rsid w:val="00754392"/>
    <w:rsid w:val="007544D9"/>
    <w:rsid w:val="007544DE"/>
    <w:rsid w:val="00754B99"/>
    <w:rsid w:val="00754E8D"/>
    <w:rsid w:val="007550A6"/>
    <w:rsid w:val="007550EA"/>
    <w:rsid w:val="007551C2"/>
    <w:rsid w:val="00755951"/>
    <w:rsid w:val="00755BCC"/>
    <w:rsid w:val="00755C13"/>
    <w:rsid w:val="00755C8A"/>
    <w:rsid w:val="007560CA"/>
    <w:rsid w:val="00756304"/>
    <w:rsid w:val="0075658B"/>
    <w:rsid w:val="0075690E"/>
    <w:rsid w:val="00756959"/>
    <w:rsid w:val="0075697B"/>
    <w:rsid w:val="00756D77"/>
    <w:rsid w:val="00756FCC"/>
    <w:rsid w:val="00757182"/>
    <w:rsid w:val="00757202"/>
    <w:rsid w:val="00757752"/>
    <w:rsid w:val="00757A32"/>
    <w:rsid w:val="00757BBE"/>
    <w:rsid w:val="00757DA6"/>
    <w:rsid w:val="00757E62"/>
    <w:rsid w:val="00760036"/>
    <w:rsid w:val="00760146"/>
    <w:rsid w:val="00760173"/>
    <w:rsid w:val="0076054E"/>
    <w:rsid w:val="00760844"/>
    <w:rsid w:val="007608AC"/>
    <w:rsid w:val="00760B20"/>
    <w:rsid w:val="00760B9E"/>
    <w:rsid w:val="00760C75"/>
    <w:rsid w:val="00760CED"/>
    <w:rsid w:val="00760D6C"/>
    <w:rsid w:val="0076116A"/>
    <w:rsid w:val="0076146E"/>
    <w:rsid w:val="00761BC8"/>
    <w:rsid w:val="00761C81"/>
    <w:rsid w:val="00762081"/>
    <w:rsid w:val="007622E6"/>
    <w:rsid w:val="007628A6"/>
    <w:rsid w:val="007628C9"/>
    <w:rsid w:val="00762A1F"/>
    <w:rsid w:val="00762B4E"/>
    <w:rsid w:val="00762F79"/>
    <w:rsid w:val="007634B7"/>
    <w:rsid w:val="007638D6"/>
    <w:rsid w:val="0076452C"/>
    <w:rsid w:val="00764614"/>
    <w:rsid w:val="0076476A"/>
    <w:rsid w:val="007648E9"/>
    <w:rsid w:val="00764CD2"/>
    <w:rsid w:val="00765098"/>
    <w:rsid w:val="007654E7"/>
    <w:rsid w:val="00765CEC"/>
    <w:rsid w:val="00766340"/>
    <w:rsid w:val="0076646C"/>
    <w:rsid w:val="007664B4"/>
    <w:rsid w:val="00766563"/>
    <w:rsid w:val="00766C71"/>
    <w:rsid w:val="007670D3"/>
    <w:rsid w:val="0076735C"/>
    <w:rsid w:val="0076736D"/>
    <w:rsid w:val="007673DD"/>
    <w:rsid w:val="007676B5"/>
    <w:rsid w:val="00767D81"/>
    <w:rsid w:val="00770571"/>
    <w:rsid w:val="00770803"/>
    <w:rsid w:val="007708F5"/>
    <w:rsid w:val="00770938"/>
    <w:rsid w:val="00770F11"/>
    <w:rsid w:val="0077118E"/>
    <w:rsid w:val="007714E9"/>
    <w:rsid w:val="00771519"/>
    <w:rsid w:val="00771769"/>
    <w:rsid w:val="00771AA9"/>
    <w:rsid w:val="00771D9F"/>
    <w:rsid w:val="00771F50"/>
    <w:rsid w:val="0077218F"/>
    <w:rsid w:val="007721D1"/>
    <w:rsid w:val="00772227"/>
    <w:rsid w:val="00772867"/>
    <w:rsid w:val="00772A65"/>
    <w:rsid w:val="00772A89"/>
    <w:rsid w:val="00772D12"/>
    <w:rsid w:val="00772FA1"/>
    <w:rsid w:val="00773684"/>
    <w:rsid w:val="007739D7"/>
    <w:rsid w:val="00773BFC"/>
    <w:rsid w:val="00773E93"/>
    <w:rsid w:val="0077434E"/>
    <w:rsid w:val="00774615"/>
    <w:rsid w:val="0077478D"/>
    <w:rsid w:val="007749D7"/>
    <w:rsid w:val="00774D57"/>
    <w:rsid w:val="007751A6"/>
    <w:rsid w:val="00775CF7"/>
    <w:rsid w:val="00775D07"/>
    <w:rsid w:val="00775D46"/>
    <w:rsid w:val="00775DF0"/>
    <w:rsid w:val="00775F02"/>
    <w:rsid w:val="0077613A"/>
    <w:rsid w:val="0077627B"/>
    <w:rsid w:val="00776332"/>
    <w:rsid w:val="00776457"/>
    <w:rsid w:val="0077659A"/>
    <w:rsid w:val="00776936"/>
    <w:rsid w:val="00776C72"/>
    <w:rsid w:val="00776F6D"/>
    <w:rsid w:val="007770E3"/>
    <w:rsid w:val="007771F9"/>
    <w:rsid w:val="00777673"/>
    <w:rsid w:val="007801DA"/>
    <w:rsid w:val="0078028D"/>
    <w:rsid w:val="007806B8"/>
    <w:rsid w:val="007808C5"/>
    <w:rsid w:val="00780A17"/>
    <w:rsid w:val="0078119B"/>
    <w:rsid w:val="0078145E"/>
    <w:rsid w:val="00781AA3"/>
    <w:rsid w:val="00782577"/>
    <w:rsid w:val="00782595"/>
    <w:rsid w:val="00782996"/>
    <w:rsid w:val="00783187"/>
    <w:rsid w:val="00783281"/>
    <w:rsid w:val="00783AF3"/>
    <w:rsid w:val="00784043"/>
    <w:rsid w:val="00784401"/>
    <w:rsid w:val="007844CD"/>
    <w:rsid w:val="00784892"/>
    <w:rsid w:val="00784BF9"/>
    <w:rsid w:val="0078515C"/>
    <w:rsid w:val="007851A7"/>
    <w:rsid w:val="007855D1"/>
    <w:rsid w:val="00785B27"/>
    <w:rsid w:val="00786187"/>
    <w:rsid w:val="00786233"/>
    <w:rsid w:val="007865F1"/>
    <w:rsid w:val="0078662A"/>
    <w:rsid w:val="00786716"/>
    <w:rsid w:val="007868C8"/>
    <w:rsid w:val="007869D0"/>
    <w:rsid w:val="00786A76"/>
    <w:rsid w:val="00786B34"/>
    <w:rsid w:val="00786CB7"/>
    <w:rsid w:val="00786CEC"/>
    <w:rsid w:val="0078728E"/>
    <w:rsid w:val="0078741D"/>
    <w:rsid w:val="007902B1"/>
    <w:rsid w:val="0079031E"/>
    <w:rsid w:val="007906C8"/>
    <w:rsid w:val="00790832"/>
    <w:rsid w:val="007909AB"/>
    <w:rsid w:val="00790A7D"/>
    <w:rsid w:val="00791DFC"/>
    <w:rsid w:val="00791FCB"/>
    <w:rsid w:val="007925BD"/>
    <w:rsid w:val="00792942"/>
    <w:rsid w:val="00792D4A"/>
    <w:rsid w:val="00792F01"/>
    <w:rsid w:val="007930A3"/>
    <w:rsid w:val="007930D7"/>
    <w:rsid w:val="00793461"/>
    <w:rsid w:val="00793B28"/>
    <w:rsid w:val="00793BFA"/>
    <w:rsid w:val="00793CC7"/>
    <w:rsid w:val="0079419F"/>
    <w:rsid w:val="0079426B"/>
    <w:rsid w:val="007943C6"/>
    <w:rsid w:val="007948AD"/>
    <w:rsid w:val="00794943"/>
    <w:rsid w:val="00794B76"/>
    <w:rsid w:val="00794CEC"/>
    <w:rsid w:val="007956E5"/>
    <w:rsid w:val="00795CDE"/>
    <w:rsid w:val="00795D67"/>
    <w:rsid w:val="00796245"/>
    <w:rsid w:val="00796774"/>
    <w:rsid w:val="00796C11"/>
    <w:rsid w:val="00796D75"/>
    <w:rsid w:val="00796FF2"/>
    <w:rsid w:val="00797C16"/>
    <w:rsid w:val="007A0912"/>
    <w:rsid w:val="007A158F"/>
    <w:rsid w:val="007A18CE"/>
    <w:rsid w:val="007A19E6"/>
    <w:rsid w:val="007A1EC2"/>
    <w:rsid w:val="007A2CF8"/>
    <w:rsid w:val="007A2FC0"/>
    <w:rsid w:val="007A3187"/>
    <w:rsid w:val="007A3354"/>
    <w:rsid w:val="007A337E"/>
    <w:rsid w:val="007A3FCC"/>
    <w:rsid w:val="007A4B9A"/>
    <w:rsid w:val="007A4CA6"/>
    <w:rsid w:val="007A4FD5"/>
    <w:rsid w:val="007A5483"/>
    <w:rsid w:val="007A5791"/>
    <w:rsid w:val="007A5A21"/>
    <w:rsid w:val="007A5AB3"/>
    <w:rsid w:val="007A5DC5"/>
    <w:rsid w:val="007A5ED2"/>
    <w:rsid w:val="007A614B"/>
    <w:rsid w:val="007A6342"/>
    <w:rsid w:val="007A6366"/>
    <w:rsid w:val="007A7326"/>
    <w:rsid w:val="007A78B7"/>
    <w:rsid w:val="007B0093"/>
    <w:rsid w:val="007B012B"/>
    <w:rsid w:val="007B0781"/>
    <w:rsid w:val="007B0AB0"/>
    <w:rsid w:val="007B10D7"/>
    <w:rsid w:val="007B1444"/>
    <w:rsid w:val="007B16D4"/>
    <w:rsid w:val="007B1AB2"/>
    <w:rsid w:val="007B1B54"/>
    <w:rsid w:val="007B1E46"/>
    <w:rsid w:val="007B1F1B"/>
    <w:rsid w:val="007B2172"/>
    <w:rsid w:val="007B22EE"/>
    <w:rsid w:val="007B230A"/>
    <w:rsid w:val="007B25E4"/>
    <w:rsid w:val="007B27BA"/>
    <w:rsid w:val="007B2FEB"/>
    <w:rsid w:val="007B309B"/>
    <w:rsid w:val="007B30E1"/>
    <w:rsid w:val="007B3104"/>
    <w:rsid w:val="007B3310"/>
    <w:rsid w:val="007B33C6"/>
    <w:rsid w:val="007B3409"/>
    <w:rsid w:val="007B3457"/>
    <w:rsid w:val="007B366B"/>
    <w:rsid w:val="007B3895"/>
    <w:rsid w:val="007B3AB8"/>
    <w:rsid w:val="007B3AD1"/>
    <w:rsid w:val="007B3C06"/>
    <w:rsid w:val="007B40D4"/>
    <w:rsid w:val="007B415F"/>
    <w:rsid w:val="007B4943"/>
    <w:rsid w:val="007B4E8B"/>
    <w:rsid w:val="007B52CF"/>
    <w:rsid w:val="007B53AF"/>
    <w:rsid w:val="007B5513"/>
    <w:rsid w:val="007B61FC"/>
    <w:rsid w:val="007B6A5F"/>
    <w:rsid w:val="007B6BFD"/>
    <w:rsid w:val="007B6EE8"/>
    <w:rsid w:val="007B72B3"/>
    <w:rsid w:val="007B734C"/>
    <w:rsid w:val="007B7463"/>
    <w:rsid w:val="007B7B7E"/>
    <w:rsid w:val="007C04B1"/>
    <w:rsid w:val="007C0A4E"/>
    <w:rsid w:val="007C117C"/>
    <w:rsid w:val="007C13D3"/>
    <w:rsid w:val="007C14D3"/>
    <w:rsid w:val="007C1789"/>
    <w:rsid w:val="007C1E9A"/>
    <w:rsid w:val="007C203D"/>
    <w:rsid w:val="007C20F4"/>
    <w:rsid w:val="007C27FA"/>
    <w:rsid w:val="007C2BEB"/>
    <w:rsid w:val="007C2C13"/>
    <w:rsid w:val="007C2FBB"/>
    <w:rsid w:val="007C3150"/>
    <w:rsid w:val="007C350F"/>
    <w:rsid w:val="007C3672"/>
    <w:rsid w:val="007C3753"/>
    <w:rsid w:val="007C3BC7"/>
    <w:rsid w:val="007C3C17"/>
    <w:rsid w:val="007C3C2E"/>
    <w:rsid w:val="007C43E0"/>
    <w:rsid w:val="007C4455"/>
    <w:rsid w:val="007C4529"/>
    <w:rsid w:val="007C45C0"/>
    <w:rsid w:val="007C49CD"/>
    <w:rsid w:val="007C4AD4"/>
    <w:rsid w:val="007C4B58"/>
    <w:rsid w:val="007C4D11"/>
    <w:rsid w:val="007C51B8"/>
    <w:rsid w:val="007C5557"/>
    <w:rsid w:val="007C58BC"/>
    <w:rsid w:val="007C5917"/>
    <w:rsid w:val="007C5A77"/>
    <w:rsid w:val="007C5ADF"/>
    <w:rsid w:val="007C5AE3"/>
    <w:rsid w:val="007C5F36"/>
    <w:rsid w:val="007C61EE"/>
    <w:rsid w:val="007C64B4"/>
    <w:rsid w:val="007C6512"/>
    <w:rsid w:val="007C6814"/>
    <w:rsid w:val="007C69B3"/>
    <w:rsid w:val="007C6F49"/>
    <w:rsid w:val="007C7760"/>
    <w:rsid w:val="007C7878"/>
    <w:rsid w:val="007C7F65"/>
    <w:rsid w:val="007D0ABE"/>
    <w:rsid w:val="007D0E7C"/>
    <w:rsid w:val="007D0F2A"/>
    <w:rsid w:val="007D10F9"/>
    <w:rsid w:val="007D117C"/>
    <w:rsid w:val="007D117F"/>
    <w:rsid w:val="007D12F1"/>
    <w:rsid w:val="007D1383"/>
    <w:rsid w:val="007D1E21"/>
    <w:rsid w:val="007D1EFF"/>
    <w:rsid w:val="007D2314"/>
    <w:rsid w:val="007D238B"/>
    <w:rsid w:val="007D27D1"/>
    <w:rsid w:val="007D2AC5"/>
    <w:rsid w:val="007D2B92"/>
    <w:rsid w:val="007D2ECB"/>
    <w:rsid w:val="007D3506"/>
    <w:rsid w:val="007D3912"/>
    <w:rsid w:val="007D39A1"/>
    <w:rsid w:val="007D3A6F"/>
    <w:rsid w:val="007D3C96"/>
    <w:rsid w:val="007D3D05"/>
    <w:rsid w:val="007D407C"/>
    <w:rsid w:val="007D40A0"/>
    <w:rsid w:val="007D42DF"/>
    <w:rsid w:val="007D4669"/>
    <w:rsid w:val="007D4B32"/>
    <w:rsid w:val="007D4BFF"/>
    <w:rsid w:val="007D528F"/>
    <w:rsid w:val="007D53B6"/>
    <w:rsid w:val="007D6AEB"/>
    <w:rsid w:val="007D6D89"/>
    <w:rsid w:val="007D6F12"/>
    <w:rsid w:val="007D6F59"/>
    <w:rsid w:val="007D7015"/>
    <w:rsid w:val="007D741D"/>
    <w:rsid w:val="007D7490"/>
    <w:rsid w:val="007D7504"/>
    <w:rsid w:val="007D7AA1"/>
    <w:rsid w:val="007D7B05"/>
    <w:rsid w:val="007E037D"/>
    <w:rsid w:val="007E0415"/>
    <w:rsid w:val="007E14D8"/>
    <w:rsid w:val="007E1BB4"/>
    <w:rsid w:val="007E2080"/>
    <w:rsid w:val="007E24F8"/>
    <w:rsid w:val="007E2597"/>
    <w:rsid w:val="007E3177"/>
    <w:rsid w:val="007E35FC"/>
    <w:rsid w:val="007E3796"/>
    <w:rsid w:val="007E3819"/>
    <w:rsid w:val="007E3B07"/>
    <w:rsid w:val="007E3E25"/>
    <w:rsid w:val="007E3EDB"/>
    <w:rsid w:val="007E4528"/>
    <w:rsid w:val="007E45FD"/>
    <w:rsid w:val="007E488D"/>
    <w:rsid w:val="007E49A1"/>
    <w:rsid w:val="007E4A43"/>
    <w:rsid w:val="007E4A99"/>
    <w:rsid w:val="007E4AFC"/>
    <w:rsid w:val="007E53DF"/>
    <w:rsid w:val="007E5A1E"/>
    <w:rsid w:val="007E5BF0"/>
    <w:rsid w:val="007E5F3F"/>
    <w:rsid w:val="007E6100"/>
    <w:rsid w:val="007E683F"/>
    <w:rsid w:val="007E6AA2"/>
    <w:rsid w:val="007E6DC9"/>
    <w:rsid w:val="007E6FA3"/>
    <w:rsid w:val="007E73DB"/>
    <w:rsid w:val="007E7537"/>
    <w:rsid w:val="007E7558"/>
    <w:rsid w:val="007E75D6"/>
    <w:rsid w:val="007E7A5B"/>
    <w:rsid w:val="007E7D00"/>
    <w:rsid w:val="007F00B8"/>
    <w:rsid w:val="007F00C5"/>
    <w:rsid w:val="007F0342"/>
    <w:rsid w:val="007F07D9"/>
    <w:rsid w:val="007F0C14"/>
    <w:rsid w:val="007F0C34"/>
    <w:rsid w:val="007F0CE1"/>
    <w:rsid w:val="007F15C7"/>
    <w:rsid w:val="007F1933"/>
    <w:rsid w:val="007F1B94"/>
    <w:rsid w:val="007F1C8F"/>
    <w:rsid w:val="007F1D4A"/>
    <w:rsid w:val="007F2277"/>
    <w:rsid w:val="007F23FE"/>
    <w:rsid w:val="007F285D"/>
    <w:rsid w:val="007F2AAE"/>
    <w:rsid w:val="007F2D88"/>
    <w:rsid w:val="007F2DAF"/>
    <w:rsid w:val="007F387A"/>
    <w:rsid w:val="007F3EA7"/>
    <w:rsid w:val="007F3F0E"/>
    <w:rsid w:val="007F47FF"/>
    <w:rsid w:val="007F485B"/>
    <w:rsid w:val="007F49D0"/>
    <w:rsid w:val="007F4EDD"/>
    <w:rsid w:val="007F563E"/>
    <w:rsid w:val="007F598E"/>
    <w:rsid w:val="007F5C27"/>
    <w:rsid w:val="007F5F5B"/>
    <w:rsid w:val="007F5F66"/>
    <w:rsid w:val="007F646E"/>
    <w:rsid w:val="007F6AEE"/>
    <w:rsid w:val="007F6BC7"/>
    <w:rsid w:val="007F6C6E"/>
    <w:rsid w:val="007F6EE0"/>
    <w:rsid w:val="007F7141"/>
    <w:rsid w:val="007F7231"/>
    <w:rsid w:val="007F724B"/>
    <w:rsid w:val="007F7276"/>
    <w:rsid w:val="007F72B3"/>
    <w:rsid w:val="007F72CB"/>
    <w:rsid w:val="007F738A"/>
    <w:rsid w:val="007F7947"/>
    <w:rsid w:val="007F7B94"/>
    <w:rsid w:val="007F7CD5"/>
    <w:rsid w:val="0080080E"/>
    <w:rsid w:val="00800EF7"/>
    <w:rsid w:val="0080163C"/>
    <w:rsid w:val="00801936"/>
    <w:rsid w:val="00801F5D"/>
    <w:rsid w:val="00801FFF"/>
    <w:rsid w:val="008025C8"/>
    <w:rsid w:val="008028D4"/>
    <w:rsid w:val="00802E48"/>
    <w:rsid w:val="00802F45"/>
    <w:rsid w:val="00803983"/>
    <w:rsid w:val="008039CD"/>
    <w:rsid w:val="00803D9B"/>
    <w:rsid w:val="00804A1E"/>
    <w:rsid w:val="00804F45"/>
    <w:rsid w:val="00804FF0"/>
    <w:rsid w:val="00805182"/>
    <w:rsid w:val="00805461"/>
    <w:rsid w:val="0080583C"/>
    <w:rsid w:val="00805AC0"/>
    <w:rsid w:val="008060A0"/>
    <w:rsid w:val="008065B8"/>
    <w:rsid w:val="00806767"/>
    <w:rsid w:val="008067F7"/>
    <w:rsid w:val="00806B95"/>
    <w:rsid w:val="00806C65"/>
    <w:rsid w:val="00806CC6"/>
    <w:rsid w:val="00806ECE"/>
    <w:rsid w:val="0080770E"/>
    <w:rsid w:val="008077A0"/>
    <w:rsid w:val="00807821"/>
    <w:rsid w:val="00810D57"/>
    <w:rsid w:val="00811038"/>
    <w:rsid w:val="00811262"/>
    <w:rsid w:val="0081224A"/>
    <w:rsid w:val="0081229A"/>
    <w:rsid w:val="00812754"/>
    <w:rsid w:val="008129B2"/>
    <w:rsid w:val="00812A8E"/>
    <w:rsid w:val="008132D2"/>
    <w:rsid w:val="00813CF6"/>
    <w:rsid w:val="00813FFD"/>
    <w:rsid w:val="00814560"/>
    <w:rsid w:val="00814B1E"/>
    <w:rsid w:val="00814DE3"/>
    <w:rsid w:val="00814E17"/>
    <w:rsid w:val="00815993"/>
    <w:rsid w:val="00815AB2"/>
    <w:rsid w:val="008161B2"/>
    <w:rsid w:val="00816343"/>
    <w:rsid w:val="00816E68"/>
    <w:rsid w:val="0081705C"/>
    <w:rsid w:val="00817350"/>
    <w:rsid w:val="00817505"/>
    <w:rsid w:val="00817D2D"/>
    <w:rsid w:val="008201D5"/>
    <w:rsid w:val="008204CE"/>
    <w:rsid w:val="008208C4"/>
    <w:rsid w:val="00820B3F"/>
    <w:rsid w:val="008210FB"/>
    <w:rsid w:val="00821902"/>
    <w:rsid w:val="00821FEA"/>
    <w:rsid w:val="008223B3"/>
    <w:rsid w:val="00822533"/>
    <w:rsid w:val="00822860"/>
    <w:rsid w:val="00822A08"/>
    <w:rsid w:val="00822B4F"/>
    <w:rsid w:val="008230CF"/>
    <w:rsid w:val="00823574"/>
    <w:rsid w:val="00823653"/>
    <w:rsid w:val="00823680"/>
    <w:rsid w:val="0082373E"/>
    <w:rsid w:val="00823A51"/>
    <w:rsid w:val="00823CFA"/>
    <w:rsid w:val="00823F7F"/>
    <w:rsid w:val="00824200"/>
    <w:rsid w:val="008246B6"/>
    <w:rsid w:val="00825308"/>
    <w:rsid w:val="00825875"/>
    <w:rsid w:val="00825C21"/>
    <w:rsid w:val="00826496"/>
    <w:rsid w:val="008273DF"/>
    <w:rsid w:val="008274CC"/>
    <w:rsid w:val="00827850"/>
    <w:rsid w:val="00827AAE"/>
    <w:rsid w:val="00827B04"/>
    <w:rsid w:val="008305E0"/>
    <w:rsid w:val="00830A98"/>
    <w:rsid w:val="00830BC4"/>
    <w:rsid w:val="00830E38"/>
    <w:rsid w:val="008318B0"/>
    <w:rsid w:val="008319D9"/>
    <w:rsid w:val="00832432"/>
    <w:rsid w:val="00832934"/>
    <w:rsid w:val="00832E47"/>
    <w:rsid w:val="00833144"/>
    <w:rsid w:val="00833241"/>
    <w:rsid w:val="00833404"/>
    <w:rsid w:val="00833417"/>
    <w:rsid w:val="00833491"/>
    <w:rsid w:val="00833C98"/>
    <w:rsid w:val="0083415C"/>
    <w:rsid w:val="00834420"/>
    <w:rsid w:val="0083448F"/>
    <w:rsid w:val="0083497D"/>
    <w:rsid w:val="00834A19"/>
    <w:rsid w:val="00834AAD"/>
    <w:rsid w:val="00834AC1"/>
    <w:rsid w:val="0083507E"/>
    <w:rsid w:val="00835148"/>
    <w:rsid w:val="00835280"/>
    <w:rsid w:val="008356DD"/>
    <w:rsid w:val="00835C93"/>
    <w:rsid w:val="00836429"/>
    <w:rsid w:val="008367B0"/>
    <w:rsid w:val="00836F08"/>
    <w:rsid w:val="00836FC4"/>
    <w:rsid w:val="0083736C"/>
    <w:rsid w:val="008373EA"/>
    <w:rsid w:val="0083796C"/>
    <w:rsid w:val="00837FF6"/>
    <w:rsid w:val="008400F3"/>
    <w:rsid w:val="00840345"/>
    <w:rsid w:val="00840637"/>
    <w:rsid w:val="008408D3"/>
    <w:rsid w:val="008409AC"/>
    <w:rsid w:val="00840B49"/>
    <w:rsid w:val="00840D29"/>
    <w:rsid w:val="00841219"/>
    <w:rsid w:val="008414CA"/>
    <w:rsid w:val="008417DC"/>
    <w:rsid w:val="00841915"/>
    <w:rsid w:val="0084196F"/>
    <w:rsid w:val="00841C8C"/>
    <w:rsid w:val="00841FA4"/>
    <w:rsid w:val="00842105"/>
    <w:rsid w:val="008425FD"/>
    <w:rsid w:val="008427C8"/>
    <w:rsid w:val="00842EDD"/>
    <w:rsid w:val="008433A0"/>
    <w:rsid w:val="00843754"/>
    <w:rsid w:val="00843BFC"/>
    <w:rsid w:val="00844159"/>
    <w:rsid w:val="00844346"/>
    <w:rsid w:val="0084496E"/>
    <w:rsid w:val="008449CE"/>
    <w:rsid w:val="00844AE6"/>
    <w:rsid w:val="00844B08"/>
    <w:rsid w:val="00844B47"/>
    <w:rsid w:val="00845012"/>
    <w:rsid w:val="0084558A"/>
    <w:rsid w:val="00845590"/>
    <w:rsid w:val="008461EC"/>
    <w:rsid w:val="00846342"/>
    <w:rsid w:val="008465A4"/>
    <w:rsid w:val="00846762"/>
    <w:rsid w:val="008467A3"/>
    <w:rsid w:val="00846E04"/>
    <w:rsid w:val="0084733E"/>
    <w:rsid w:val="00847351"/>
    <w:rsid w:val="00847557"/>
    <w:rsid w:val="0084770E"/>
    <w:rsid w:val="00847778"/>
    <w:rsid w:val="00847787"/>
    <w:rsid w:val="00847971"/>
    <w:rsid w:val="00847F35"/>
    <w:rsid w:val="00850819"/>
    <w:rsid w:val="00850CA5"/>
    <w:rsid w:val="008510AB"/>
    <w:rsid w:val="008510FC"/>
    <w:rsid w:val="00851471"/>
    <w:rsid w:val="008516BC"/>
    <w:rsid w:val="0085175C"/>
    <w:rsid w:val="00851A10"/>
    <w:rsid w:val="00851F20"/>
    <w:rsid w:val="0085254E"/>
    <w:rsid w:val="008525FB"/>
    <w:rsid w:val="0085262A"/>
    <w:rsid w:val="0085266D"/>
    <w:rsid w:val="008529C7"/>
    <w:rsid w:val="00853042"/>
    <w:rsid w:val="0085322A"/>
    <w:rsid w:val="008532DA"/>
    <w:rsid w:val="008536EE"/>
    <w:rsid w:val="0085372A"/>
    <w:rsid w:val="00853755"/>
    <w:rsid w:val="00853A79"/>
    <w:rsid w:val="00854164"/>
    <w:rsid w:val="008546A6"/>
    <w:rsid w:val="008547DB"/>
    <w:rsid w:val="00854CF2"/>
    <w:rsid w:val="00854DA5"/>
    <w:rsid w:val="00854F2F"/>
    <w:rsid w:val="008553F6"/>
    <w:rsid w:val="00855BE2"/>
    <w:rsid w:val="00856477"/>
    <w:rsid w:val="00856998"/>
    <w:rsid w:val="00856A13"/>
    <w:rsid w:val="00856BC1"/>
    <w:rsid w:val="00856C64"/>
    <w:rsid w:val="00856D44"/>
    <w:rsid w:val="00857141"/>
    <w:rsid w:val="00857A56"/>
    <w:rsid w:val="00857EFA"/>
    <w:rsid w:val="008601FD"/>
    <w:rsid w:val="008606BF"/>
    <w:rsid w:val="008608A6"/>
    <w:rsid w:val="0086091D"/>
    <w:rsid w:val="00860F19"/>
    <w:rsid w:val="00860FB1"/>
    <w:rsid w:val="00861753"/>
    <w:rsid w:val="00861A4C"/>
    <w:rsid w:val="00861D15"/>
    <w:rsid w:val="00861E9F"/>
    <w:rsid w:val="008622BD"/>
    <w:rsid w:val="008627FF"/>
    <w:rsid w:val="0086282E"/>
    <w:rsid w:val="008629F9"/>
    <w:rsid w:val="008633DA"/>
    <w:rsid w:val="008636F1"/>
    <w:rsid w:val="00863712"/>
    <w:rsid w:val="00863A10"/>
    <w:rsid w:val="00863A8A"/>
    <w:rsid w:val="00863E94"/>
    <w:rsid w:val="008649BE"/>
    <w:rsid w:val="00864C35"/>
    <w:rsid w:val="00864F58"/>
    <w:rsid w:val="00865103"/>
    <w:rsid w:val="00865535"/>
    <w:rsid w:val="00865B89"/>
    <w:rsid w:val="00865C8F"/>
    <w:rsid w:val="00865E74"/>
    <w:rsid w:val="0086627C"/>
    <w:rsid w:val="008664D0"/>
    <w:rsid w:val="008667D6"/>
    <w:rsid w:val="00866B62"/>
    <w:rsid w:val="00867428"/>
    <w:rsid w:val="008674A9"/>
    <w:rsid w:val="0086771D"/>
    <w:rsid w:val="00867AF5"/>
    <w:rsid w:val="00867FA8"/>
    <w:rsid w:val="0087025C"/>
    <w:rsid w:val="00870508"/>
    <w:rsid w:val="00870531"/>
    <w:rsid w:val="008706C9"/>
    <w:rsid w:val="008707F2"/>
    <w:rsid w:val="00870F46"/>
    <w:rsid w:val="00871281"/>
    <w:rsid w:val="00871370"/>
    <w:rsid w:val="008715E7"/>
    <w:rsid w:val="00871E86"/>
    <w:rsid w:val="0087206B"/>
    <w:rsid w:val="008720EB"/>
    <w:rsid w:val="00872272"/>
    <w:rsid w:val="0087231A"/>
    <w:rsid w:val="008724BE"/>
    <w:rsid w:val="00872604"/>
    <w:rsid w:val="008728A4"/>
    <w:rsid w:val="00872979"/>
    <w:rsid w:val="00872A77"/>
    <w:rsid w:val="00872D39"/>
    <w:rsid w:val="00872E47"/>
    <w:rsid w:val="00872EA4"/>
    <w:rsid w:val="00872EC2"/>
    <w:rsid w:val="00872EC7"/>
    <w:rsid w:val="00873397"/>
    <w:rsid w:val="0087378B"/>
    <w:rsid w:val="008738A7"/>
    <w:rsid w:val="008739F8"/>
    <w:rsid w:val="00873AE3"/>
    <w:rsid w:val="00873DB8"/>
    <w:rsid w:val="00875320"/>
    <w:rsid w:val="008756E5"/>
    <w:rsid w:val="00875886"/>
    <w:rsid w:val="00875F1A"/>
    <w:rsid w:val="008760B9"/>
    <w:rsid w:val="0087611B"/>
    <w:rsid w:val="0087619E"/>
    <w:rsid w:val="00876CE0"/>
    <w:rsid w:val="008773B9"/>
    <w:rsid w:val="008775EF"/>
    <w:rsid w:val="00877677"/>
    <w:rsid w:val="008779EB"/>
    <w:rsid w:val="00877B56"/>
    <w:rsid w:val="00880279"/>
    <w:rsid w:val="008802F4"/>
    <w:rsid w:val="00880983"/>
    <w:rsid w:val="00880AB9"/>
    <w:rsid w:val="008812E9"/>
    <w:rsid w:val="00881675"/>
    <w:rsid w:val="00881DDD"/>
    <w:rsid w:val="00882354"/>
    <w:rsid w:val="00882380"/>
    <w:rsid w:val="0088290B"/>
    <w:rsid w:val="00882AEF"/>
    <w:rsid w:val="00882B21"/>
    <w:rsid w:val="00883C6F"/>
    <w:rsid w:val="00883D31"/>
    <w:rsid w:val="00883D39"/>
    <w:rsid w:val="00883F03"/>
    <w:rsid w:val="0088403B"/>
    <w:rsid w:val="00884674"/>
    <w:rsid w:val="0088486A"/>
    <w:rsid w:val="0088487B"/>
    <w:rsid w:val="00884924"/>
    <w:rsid w:val="00884B20"/>
    <w:rsid w:val="00884C5E"/>
    <w:rsid w:val="00884DB7"/>
    <w:rsid w:val="00885162"/>
    <w:rsid w:val="008851E0"/>
    <w:rsid w:val="0088569F"/>
    <w:rsid w:val="008857FB"/>
    <w:rsid w:val="00885DE6"/>
    <w:rsid w:val="008861D9"/>
    <w:rsid w:val="00886722"/>
    <w:rsid w:val="00886CE5"/>
    <w:rsid w:val="00886E0E"/>
    <w:rsid w:val="008870BD"/>
    <w:rsid w:val="00887181"/>
    <w:rsid w:val="008871A6"/>
    <w:rsid w:val="008874C6"/>
    <w:rsid w:val="008874F3"/>
    <w:rsid w:val="00887D3D"/>
    <w:rsid w:val="008900B3"/>
    <w:rsid w:val="00890301"/>
    <w:rsid w:val="00890710"/>
    <w:rsid w:val="00890ECA"/>
    <w:rsid w:val="00890EE3"/>
    <w:rsid w:val="00891676"/>
    <w:rsid w:val="008919F0"/>
    <w:rsid w:val="00891A8E"/>
    <w:rsid w:val="00891A9B"/>
    <w:rsid w:val="00891B55"/>
    <w:rsid w:val="00891C41"/>
    <w:rsid w:val="00891D47"/>
    <w:rsid w:val="00891F4C"/>
    <w:rsid w:val="00892491"/>
    <w:rsid w:val="00892B05"/>
    <w:rsid w:val="00892E33"/>
    <w:rsid w:val="00893112"/>
    <w:rsid w:val="00893177"/>
    <w:rsid w:val="008934DC"/>
    <w:rsid w:val="008934DF"/>
    <w:rsid w:val="008934EB"/>
    <w:rsid w:val="008936DF"/>
    <w:rsid w:val="00894036"/>
    <w:rsid w:val="00894132"/>
    <w:rsid w:val="008945B5"/>
    <w:rsid w:val="00894896"/>
    <w:rsid w:val="00894980"/>
    <w:rsid w:val="00894C87"/>
    <w:rsid w:val="00894DA5"/>
    <w:rsid w:val="00894DB9"/>
    <w:rsid w:val="00894E7B"/>
    <w:rsid w:val="00895294"/>
    <w:rsid w:val="00895314"/>
    <w:rsid w:val="00895738"/>
    <w:rsid w:val="0089590A"/>
    <w:rsid w:val="008964F1"/>
    <w:rsid w:val="0089671D"/>
    <w:rsid w:val="00896C26"/>
    <w:rsid w:val="00896CA2"/>
    <w:rsid w:val="0089702C"/>
    <w:rsid w:val="00897627"/>
    <w:rsid w:val="0089763E"/>
    <w:rsid w:val="00897736"/>
    <w:rsid w:val="00897B9C"/>
    <w:rsid w:val="00897D88"/>
    <w:rsid w:val="0089BDF7"/>
    <w:rsid w:val="008A0360"/>
    <w:rsid w:val="008A03DE"/>
    <w:rsid w:val="008A04FE"/>
    <w:rsid w:val="008A06D2"/>
    <w:rsid w:val="008A0A9D"/>
    <w:rsid w:val="008A0C8C"/>
    <w:rsid w:val="008A0DF7"/>
    <w:rsid w:val="008A0FAB"/>
    <w:rsid w:val="008A135E"/>
    <w:rsid w:val="008A182D"/>
    <w:rsid w:val="008A1831"/>
    <w:rsid w:val="008A19F9"/>
    <w:rsid w:val="008A1A88"/>
    <w:rsid w:val="008A230C"/>
    <w:rsid w:val="008A239F"/>
    <w:rsid w:val="008A287A"/>
    <w:rsid w:val="008A2A48"/>
    <w:rsid w:val="008A2C93"/>
    <w:rsid w:val="008A2CD2"/>
    <w:rsid w:val="008A3067"/>
    <w:rsid w:val="008A3513"/>
    <w:rsid w:val="008A3D8A"/>
    <w:rsid w:val="008A42F0"/>
    <w:rsid w:val="008A4D13"/>
    <w:rsid w:val="008A5659"/>
    <w:rsid w:val="008A57B9"/>
    <w:rsid w:val="008A593C"/>
    <w:rsid w:val="008A5AB2"/>
    <w:rsid w:val="008A5C7E"/>
    <w:rsid w:val="008A5DDE"/>
    <w:rsid w:val="008A6059"/>
    <w:rsid w:val="008A606F"/>
    <w:rsid w:val="008A6199"/>
    <w:rsid w:val="008A61B5"/>
    <w:rsid w:val="008A6B64"/>
    <w:rsid w:val="008A6C79"/>
    <w:rsid w:val="008A6C8D"/>
    <w:rsid w:val="008A6FC0"/>
    <w:rsid w:val="008A7049"/>
    <w:rsid w:val="008A7329"/>
    <w:rsid w:val="008A7387"/>
    <w:rsid w:val="008A76BF"/>
    <w:rsid w:val="008A77EF"/>
    <w:rsid w:val="008A782D"/>
    <w:rsid w:val="008A7E70"/>
    <w:rsid w:val="008B01C5"/>
    <w:rsid w:val="008B06A1"/>
    <w:rsid w:val="008B0D87"/>
    <w:rsid w:val="008B1683"/>
    <w:rsid w:val="008B1B45"/>
    <w:rsid w:val="008B1C61"/>
    <w:rsid w:val="008B20A2"/>
    <w:rsid w:val="008B2220"/>
    <w:rsid w:val="008B25E9"/>
    <w:rsid w:val="008B2D20"/>
    <w:rsid w:val="008B3255"/>
    <w:rsid w:val="008B32C1"/>
    <w:rsid w:val="008B37ED"/>
    <w:rsid w:val="008B3A92"/>
    <w:rsid w:val="008B3FE1"/>
    <w:rsid w:val="008B4375"/>
    <w:rsid w:val="008B450F"/>
    <w:rsid w:val="008B497B"/>
    <w:rsid w:val="008B4B92"/>
    <w:rsid w:val="008B522D"/>
    <w:rsid w:val="008B577A"/>
    <w:rsid w:val="008B5C35"/>
    <w:rsid w:val="008B637E"/>
    <w:rsid w:val="008B63CA"/>
    <w:rsid w:val="008B651B"/>
    <w:rsid w:val="008B6F88"/>
    <w:rsid w:val="008B72C3"/>
    <w:rsid w:val="008B7305"/>
    <w:rsid w:val="008B79E4"/>
    <w:rsid w:val="008B7C08"/>
    <w:rsid w:val="008C0415"/>
    <w:rsid w:val="008C0827"/>
    <w:rsid w:val="008C0E98"/>
    <w:rsid w:val="008C125A"/>
    <w:rsid w:val="008C1592"/>
    <w:rsid w:val="008C1D25"/>
    <w:rsid w:val="008C2126"/>
    <w:rsid w:val="008C2165"/>
    <w:rsid w:val="008C2217"/>
    <w:rsid w:val="008C2359"/>
    <w:rsid w:val="008C2371"/>
    <w:rsid w:val="008C24DE"/>
    <w:rsid w:val="008C291B"/>
    <w:rsid w:val="008C2AD3"/>
    <w:rsid w:val="008C3CB6"/>
    <w:rsid w:val="008C3D2C"/>
    <w:rsid w:val="008C3F8D"/>
    <w:rsid w:val="008C421D"/>
    <w:rsid w:val="008C4274"/>
    <w:rsid w:val="008C42F7"/>
    <w:rsid w:val="008C45DC"/>
    <w:rsid w:val="008C489B"/>
    <w:rsid w:val="008C4A39"/>
    <w:rsid w:val="008C4C2A"/>
    <w:rsid w:val="008C4D64"/>
    <w:rsid w:val="008C5069"/>
    <w:rsid w:val="008C59A8"/>
    <w:rsid w:val="008C5A6E"/>
    <w:rsid w:val="008C5B43"/>
    <w:rsid w:val="008C5E56"/>
    <w:rsid w:val="008C5F72"/>
    <w:rsid w:val="008C6338"/>
    <w:rsid w:val="008C6498"/>
    <w:rsid w:val="008C6662"/>
    <w:rsid w:val="008C6C07"/>
    <w:rsid w:val="008C6D86"/>
    <w:rsid w:val="008C6E4A"/>
    <w:rsid w:val="008C70F2"/>
    <w:rsid w:val="008C73CA"/>
    <w:rsid w:val="008C78CA"/>
    <w:rsid w:val="008C7A08"/>
    <w:rsid w:val="008C7C13"/>
    <w:rsid w:val="008C7CC7"/>
    <w:rsid w:val="008D0747"/>
    <w:rsid w:val="008D0AC1"/>
    <w:rsid w:val="008D0B98"/>
    <w:rsid w:val="008D1037"/>
    <w:rsid w:val="008D116D"/>
    <w:rsid w:val="008D12CF"/>
    <w:rsid w:val="008D1328"/>
    <w:rsid w:val="008D15E3"/>
    <w:rsid w:val="008D175C"/>
    <w:rsid w:val="008D18B7"/>
    <w:rsid w:val="008D1B02"/>
    <w:rsid w:val="008D210E"/>
    <w:rsid w:val="008D21EB"/>
    <w:rsid w:val="008D2425"/>
    <w:rsid w:val="008D2612"/>
    <w:rsid w:val="008D2C8C"/>
    <w:rsid w:val="008D2F3A"/>
    <w:rsid w:val="008D308D"/>
    <w:rsid w:val="008D3114"/>
    <w:rsid w:val="008D3210"/>
    <w:rsid w:val="008D3575"/>
    <w:rsid w:val="008D39B2"/>
    <w:rsid w:val="008D3DD4"/>
    <w:rsid w:val="008D3EB7"/>
    <w:rsid w:val="008D40D0"/>
    <w:rsid w:val="008D4120"/>
    <w:rsid w:val="008D4148"/>
    <w:rsid w:val="008D442F"/>
    <w:rsid w:val="008D445C"/>
    <w:rsid w:val="008D44DB"/>
    <w:rsid w:val="008D45EE"/>
    <w:rsid w:val="008D4621"/>
    <w:rsid w:val="008D4E0D"/>
    <w:rsid w:val="008D54D0"/>
    <w:rsid w:val="008D5951"/>
    <w:rsid w:val="008D5BD0"/>
    <w:rsid w:val="008D6099"/>
    <w:rsid w:val="008D6301"/>
    <w:rsid w:val="008D6473"/>
    <w:rsid w:val="008D6F35"/>
    <w:rsid w:val="008D75FD"/>
    <w:rsid w:val="008D761E"/>
    <w:rsid w:val="008D7749"/>
    <w:rsid w:val="008E0095"/>
    <w:rsid w:val="008E032B"/>
    <w:rsid w:val="008E034D"/>
    <w:rsid w:val="008E0EC5"/>
    <w:rsid w:val="008E1003"/>
    <w:rsid w:val="008E135A"/>
    <w:rsid w:val="008E14C9"/>
    <w:rsid w:val="008E18E0"/>
    <w:rsid w:val="008E1977"/>
    <w:rsid w:val="008E198A"/>
    <w:rsid w:val="008E1AD8"/>
    <w:rsid w:val="008E1FE6"/>
    <w:rsid w:val="008E21C3"/>
    <w:rsid w:val="008E29F3"/>
    <w:rsid w:val="008E2AE6"/>
    <w:rsid w:val="008E2E90"/>
    <w:rsid w:val="008E30AC"/>
    <w:rsid w:val="008E3412"/>
    <w:rsid w:val="008E3933"/>
    <w:rsid w:val="008E3B0C"/>
    <w:rsid w:val="008E3D87"/>
    <w:rsid w:val="008E443C"/>
    <w:rsid w:val="008E4777"/>
    <w:rsid w:val="008E4BB5"/>
    <w:rsid w:val="008E4C17"/>
    <w:rsid w:val="008E4FD7"/>
    <w:rsid w:val="008E5128"/>
    <w:rsid w:val="008E562E"/>
    <w:rsid w:val="008E5D1F"/>
    <w:rsid w:val="008E6086"/>
    <w:rsid w:val="008E68FE"/>
    <w:rsid w:val="008E69D1"/>
    <w:rsid w:val="008E6C8F"/>
    <w:rsid w:val="008E6CBD"/>
    <w:rsid w:val="008E6FF5"/>
    <w:rsid w:val="008E7771"/>
    <w:rsid w:val="008E77D3"/>
    <w:rsid w:val="008F06E3"/>
    <w:rsid w:val="008F0C56"/>
    <w:rsid w:val="008F0CBC"/>
    <w:rsid w:val="008F0D88"/>
    <w:rsid w:val="008F111A"/>
    <w:rsid w:val="008F1202"/>
    <w:rsid w:val="008F2450"/>
    <w:rsid w:val="008F2A45"/>
    <w:rsid w:val="008F2B7C"/>
    <w:rsid w:val="008F2C9E"/>
    <w:rsid w:val="008F2FF6"/>
    <w:rsid w:val="008F33E0"/>
    <w:rsid w:val="008F349F"/>
    <w:rsid w:val="008F37FC"/>
    <w:rsid w:val="008F3D35"/>
    <w:rsid w:val="008F3F03"/>
    <w:rsid w:val="008F40AF"/>
    <w:rsid w:val="008F44B6"/>
    <w:rsid w:val="008F4ACB"/>
    <w:rsid w:val="008F5583"/>
    <w:rsid w:val="008F563D"/>
    <w:rsid w:val="008F5754"/>
    <w:rsid w:val="008F58A8"/>
    <w:rsid w:val="008F59A3"/>
    <w:rsid w:val="008F5A69"/>
    <w:rsid w:val="008F60DF"/>
    <w:rsid w:val="008F6A0B"/>
    <w:rsid w:val="008F6A76"/>
    <w:rsid w:val="008F72E9"/>
    <w:rsid w:val="008F7311"/>
    <w:rsid w:val="008F75E6"/>
    <w:rsid w:val="008F7C6A"/>
    <w:rsid w:val="008F7C72"/>
    <w:rsid w:val="008F7D12"/>
    <w:rsid w:val="008F7D26"/>
    <w:rsid w:val="008F7EAF"/>
    <w:rsid w:val="009000C6"/>
    <w:rsid w:val="009001CA"/>
    <w:rsid w:val="009002C6"/>
    <w:rsid w:val="009008DC"/>
    <w:rsid w:val="00900B41"/>
    <w:rsid w:val="00900FF9"/>
    <w:rsid w:val="009011C0"/>
    <w:rsid w:val="00901773"/>
    <w:rsid w:val="00901C80"/>
    <w:rsid w:val="00901CA4"/>
    <w:rsid w:val="0090282B"/>
    <w:rsid w:val="00902999"/>
    <w:rsid w:val="009029F7"/>
    <w:rsid w:val="00902F3A"/>
    <w:rsid w:val="00903571"/>
    <w:rsid w:val="0090364A"/>
    <w:rsid w:val="0090380F"/>
    <w:rsid w:val="0090447C"/>
    <w:rsid w:val="00904561"/>
    <w:rsid w:val="00904963"/>
    <w:rsid w:val="00905266"/>
    <w:rsid w:val="00905B4D"/>
    <w:rsid w:val="00905D9B"/>
    <w:rsid w:val="00905E88"/>
    <w:rsid w:val="00905EDC"/>
    <w:rsid w:val="00906144"/>
    <w:rsid w:val="00906167"/>
    <w:rsid w:val="0090625F"/>
    <w:rsid w:val="0090638E"/>
    <w:rsid w:val="00906418"/>
    <w:rsid w:val="00906A6E"/>
    <w:rsid w:val="00906C34"/>
    <w:rsid w:val="009072BE"/>
    <w:rsid w:val="009076FD"/>
    <w:rsid w:val="00907772"/>
    <w:rsid w:val="00907899"/>
    <w:rsid w:val="00907A29"/>
    <w:rsid w:val="0090D6B9"/>
    <w:rsid w:val="0091018E"/>
    <w:rsid w:val="0091055B"/>
    <w:rsid w:val="009109BC"/>
    <w:rsid w:val="00910FF2"/>
    <w:rsid w:val="00911225"/>
    <w:rsid w:val="00911248"/>
    <w:rsid w:val="0091142F"/>
    <w:rsid w:val="00911564"/>
    <w:rsid w:val="00911A75"/>
    <w:rsid w:val="009121F7"/>
    <w:rsid w:val="009128FA"/>
    <w:rsid w:val="00912C87"/>
    <w:rsid w:val="00912CEB"/>
    <w:rsid w:val="00912D01"/>
    <w:rsid w:val="00912D18"/>
    <w:rsid w:val="009133A7"/>
    <w:rsid w:val="0091354A"/>
    <w:rsid w:val="009135C3"/>
    <w:rsid w:val="00913F76"/>
    <w:rsid w:val="009141E0"/>
    <w:rsid w:val="0091431E"/>
    <w:rsid w:val="009143DE"/>
    <w:rsid w:val="00914507"/>
    <w:rsid w:val="009147A2"/>
    <w:rsid w:val="009147B8"/>
    <w:rsid w:val="0091481A"/>
    <w:rsid w:val="0091494A"/>
    <w:rsid w:val="00914DE5"/>
    <w:rsid w:val="00915037"/>
    <w:rsid w:val="00915186"/>
    <w:rsid w:val="00915256"/>
    <w:rsid w:val="009153FB"/>
    <w:rsid w:val="00915BB9"/>
    <w:rsid w:val="00915E40"/>
    <w:rsid w:val="00915F7F"/>
    <w:rsid w:val="00915FCF"/>
    <w:rsid w:val="009160EF"/>
    <w:rsid w:val="00916C1A"/>
    <w:rsid w:val="00917A7A"/>
    <w:rsid w:val="00917B3B"/>
    <w:rsid w:val="00920051"/>
    <w:rsid w:val="0092026E"/>
    <w:rsid w:val="00920371"/>
    <w:rsid w:val="00920495"/>
    <w:rsid w:val="009208D0"/>
    <w:rsid w:val="0092098B"/>
    <w:rsid w:val="00920D8B"/>
    <w:rsid w:val="009212FF"/>
    <w:rsid w:val="009214EB"/>
    <w:rsid w:val="00921C7A"/>
    <w:rsid w:val="00921D40"/>
    <w:rsid w:val="00921F17"/>
    <w:rsid w:val="00922327"/>
    <w:rsid w:val="00922577"/>
    <w:rsid w:val="0092267C"/>
    <w:rsid w:val="00922E01"/>
    <w:rsid w:val="00922F71"/>
    <w:rsid w:val="00923060"/>
    <w:rsid w:val="00923492"/>
    <w:rsid w:val="00923827"/>
    <w:rsid w:val="00923AA3"/>
    <w:rsid w:val="009246BF"/>
    <w:rsid w:val="00924843"/>
    <w:rsid w:val="00924D0F"/>
    <w:rsid w:val="00924D30"/>
    <w:rsid w:val="00924D91"/>
    <w:rsid w:val="00926822"/>
    <w:rsid w:val="00926B5C"/>
    <w:rsid w:val="00927561"/>
    <w:rsid w:val="00927575"/>
    <w:rsid w:val="009277B6"/>
    <w:rsid w:val="0092780A"/>
    <w:rsid w:val="00927AFF"/>
    <w:rsid w:val="00927B0B"/>
    <w:rsid w:val="00927BDC"/>
    <w:rsid w:val="00927C39"/>
    <w:rsid w:val="00927C71"/>
    <w:rsid w:val="00927CFB"/>
    <w:rsid w:val="00927F8E"/>
    <w:rsid w:val="00930119"/>
    <w:rsid w:val="0093066F"/>
    <w:rsid w:val="0093075C"/>
    <w:rsid w:val="009309AE"/>
    <w:rsid w:val="00930CDA"/>
    <w:rsid w:val="00931103"/>
    <w:rsid w:val="00932C12"/>
    <w:rsid w:val="00933127"/>
    <w:rsid w:val="00933F9B"/>
    <w:rsid w:val="00934252"/>
    <w:rsid w:val="009343B1"/>
    <w:rsid w:val="00934706"/>
    <w:rsid w:val="00934B4D"/>
    <w:rsid w:val="00934DD8"/>
    <w:rsid w:val="009357CE"/>
    <w:rsid w:val="0093596D"/>
    <w:rsid w:val="009359A1"/>
    <w:rsid w:val="00935E64"/>
    <w:rsid w:val="00935F24"/>
    <w:rsid w:val="00936CFD"/>
    <w:rsid w:val="00936DEB"/>
    <w:rsid w:val="00936FA1"/>
    <w:rsid w:val="0093718A"/>
    <w:rsid w:val="00937243"/>
    <w:rsid w:val="009374AF"/>
    <w:rsid w:val="00937EB0"/>
    <w:rsid w:val="00937F95"/>
    <w:rsid w:val="00940326"/>
    <w:rsid w:val="00940E17"/>
    <w:rsid w:val="0094124F"/>
    <w:rsid w:val="00941752"/>
    <w:rsid w:val="009417B9"/>
    <w:rsid w:val="00941BF8"/>
    <w:rsid w:val="0094229B"/>
    <w:rsid w:val="009423D6"/>
    <w:rsid w:val="00942582"/>
    <w:rsid w:val="0094276C"/>
    <w:rsid w:val="00942FB8"/>
    <w:rsid w:val="00942FD1"/>
    <w:rsid w:val="00943A4C"/>
    <w:rsid w:val="00943B5F"/>
    <w:rsid w:val="00943C37"/>
    <w:rsid w:val="00943DB4"/>
    <w:rsid w:val="00943E1B"/>
    <w:rsid w:val="009440A5"/>
    <w:rsid w:val="00944188"/>
    <w:rsid w:val="009442FE"/>
    <w:rsid w:val="00944696"/>
    <w:rsid w:val="00944E12"/>
    <w:rsid w:val="00944E22"/>
    <w:rsid w:val="00944E9F"/>
    <w:rsid w:val="009451A3"/>
    <w:rsid w:val="00945449"/>
    <w:rsid w:val="00945546"/>
    <w:rsid w:val="009456D4"/>
    <w:rsid w:val="009457E8"/>
    <w:rsid w:val="00945EBA"/>
    <w:rsid w:val="009462EA"/>
    <w:rsid w:val="009465EE"/>
    <w:rsid w:val="00946685"/>
    <w:rsid w:val="009467D8"/>
    <w:rsid w:val="00946A94"/>
    <w:rsid w:val="00946E01"/>
    <w:rsid w:val="00947024"/>
    <w:rsid w:val="009471DF"/>
    <w:rsid w:val="00947465"/>
    <w:rsid w:val="00947E2E"/>
    <w:rsid w:val="00947EB1"/>
    <w:rsid w:val="00950964"/>
    <w:rsid w:val="00950A7C"/>
    <w:rsid w:val="00950C64"/>
    <w:rsid w:val="0095114C"/>
    <w:rsid w:val="009518E3"/>
    <w:rsid w:val="00951FFE"/>
    <w:rsid w:val="00952B67"/>
    <w:rsid w:val="00952F37"/>
    <w:rsid w:val="00952F6B"/>
    <w:rsid w:val="00953629"/>
    <w:rsid w:val="009536DA"/>
    <w:rsid w:val="00953A71"/>
    <w:rsid w:val="00953C1F"/>
    <w:rsid w:val="00953D0B"/>
    <w:rsid w:val="0095412C"/>
    <w:rsid w:val="00954922"/>
    <w:rsid w:val="00954B15"/>
    <w:rsid w:val="00954D95"/>
    <w:rsid w:val="00954E45"/>
    <w:rsid w:val="00955089"/>
    <w:rsid w:val="009552CA"/>
    <w:rsid w:val="00955639"/>
    <w:rsid w:val="0095593A"/>
    <w:rsid w:val="009559E4"/>
    <w:rsid w:val="00955BA7"/>
    <w:rsid w:val="00955D4B"/>
    <w:rsid w:val="00956352"/>
    <w:rsid w:val="0095678C"/>
    <w:rsid w:val="00956814"/>
    <w:rsid w:val="009568C6"/>
    <w:rsid w:val="0095699A"/>
    <w:rsid w:val="00956D8D"/>
    <w:rsid w:val="0095705E"/>
    <w:rsid w:val="00957084"/>
    <w:rsid w:val="0095708D"/>
    <w:rsid w:val="009576BC"/>
    <w:rsid w:val="009577FF"/>
    <w:rsid w:val="0095782E"/>
    <w:rsid w:val="009578D0"/>
    <w:rsid w:val="00957EC2"/>
    <w:rsid w:val="00960546"/>
    <w:rsid w:val="00960FE6"/>
    <w:rsid w:val="0096114F"/>
    <w:rsid w:val="009613F8"/>
    <w:rsid w:val="00961A21"/>
    <w:rsid w:val="00961C1D"/>
    <w:rsid w:val="00961EED"/>
    <w:rsid w:val="009620BE"/>
    <w:rsid w:val="009620E7"/>
    <w:rsid w:val="009622E2"/>
    <w:rsid w:val="0096232C"/>
    <w:rsid w:val="00962978"/>
    <w:rsid w:val="00962FAD"/>
    <w:rsid w:val="009631CB"/>
    <w:rsid w:val="009638D3"/>
    <w:rsid w:val="0096391F"/>
    <w:rsid w:val="00963AA8"/>
    <w:rsid w:val="00963E53"/>
    <w:rsid w:val="00964155"/>
    <w:rsid w:val="00964194"/>
    <w:rsid w:val="00964251"/>
    <w:rsid w:val="009647D6"/>
    <w:rsid w:val="0096488C"/>
    <w:rsid w:val="00964B81"/>
    <w:rsid w:val="00964B88"/>
    <w:rsid w:val="00965532"/>
    <w:rsid w:val="0096554F"/>
    <w:rsid w:val="009655AE"/>
    <w:rsid w:val="009670F2"/>
    <w:rsid w:val="0096741F"/>
    <w:rsid w:val="0096753A"/>
    <w:rsid w:val="00967576"/>
    <w:rsid w:val="00967761"/>
    <w:rsid w:val="00967D34"/>
    <w:rsid w:val="00970046"/>
    <w:rsid w:val="009707A7"/>
    <w:rsid w:val="00970806"/>
    <w:rsid w:val="00971515"/>
    <w:rsid w:val="00971700"/>
    <w:rsid w:val="00971C5F"/>
    <w:rsid w:val="00971F54"/>
    <w:rsid w:val="009720FD"/>
    <w:rsid w:val="00972A25"/>
    <w:rsid w:val="00972B12"/>
    <w:rsid w:val="00972B37"/>
    <w:rsid w:val="00972CD9"/>
    <w:rsid w:val="00972DEF"/>
    <w:rsid w:val="00972E24"/>
    <w:rsid w:val="00972E2B"/>
    <w:rsid w:val="00973B76"/>
    <w:rsid w:val="00974041"/>
    <w:rsid w:val="00974232"/>
    <w:rsid w:val="00974958"/>
    <w:rsid w:val="009749D4"/>
    <w:rsid w:val="0097597C"/>
    <w:rsid w:val="00975A88"/>
    <w:rsid w:val="00975F87"/>
    <w:rsid w:val="00976270"/>
    <w:rsid w:val="009766EB"/>
    <w:rsid w:val="00976790"/>
    <w:rsid w:val="0097679A"/>
    <w:rsid w:val="009769D2"/>
    <w:rsid w:val="0097717A"/>
    <w:rsid w:val="00977414"/>
    <w:rsid w:val="00977444"/>
    <w:rsid w:val="00977960"/>
    <w:rsid w:val="00977B24"/>
    <w:rsid w:val="009803E5"/>
    <w:rsid w:val="00980551"/>
    <w:rsid w:val="009805F2"/>
    <w:rsid w:val="00980A38"/>
    <w:rsid w:val="0098106E"/>
    <w:rsid w:val="00981676"/>
    <w:rsid w:val="009823EB"/>
    <w:rsid w:val="009825BC"/>
    <w:rsid w:val="00982BB9"/>
    <w:rsid w:val="00982BCB"/>
    <w:rsid w:val="00982C75"/>
    <w:rsid w:val="009831BD"/>
    <w:rsid w:val="00983851"/>
    <w:rsid w:val="00983B6F"/>
    <w:rsid w:val="00983D57"/>
    <w:rsid w:val="009841FD"/>
    <w:rsid w:val="00984307"/>
    <w:rsid w:val="009846C0"/>
    <w:rsid w:val="00984971"/>
    <w:rsid w:val="009856DC"/>
    <w:rsid w:val="00986119"/>
    <w:rsid w:val="00986130"/>
    <w:rsid w:val="0098662D"/>
    <w:rsid w:val="0098663B"/>
    <w:rsid w:val="00986B05"/>
    <w:rsid w:val="00986B6B"/>
    <w:rsid w:val="00986E4D"/>
    <w:rsid w:val="00986ECC"/>
    <w:rsid w:val="00987095"/>
    <w:rsid w:val="009872E6"/>
    <w:rsid w:val="009875FB"/>
    <w:rsid w:val="00987783"/>
    <w:rsid w:val="00987834"/>
    <w:rsid w:val="009879E9"/>
    <w:rsid w:val="00987ADC"/>
    <w:rsid w:val="00990B60"/>
    <w:rsid w:val="00990CE9"/>
    <w:rsid w:val="00990ED7"/>
    <w:rsid w:val="00991329"/>
    <w:rsid w:val="009913F0"/>
    <w:rsid w:val="0099164B"/>
    <w:rsid w:val="0099169A"/>
    <w:rsid w:val="0099180E"/>
    <w:rsid w:val="0099246F"/>
    <w:rsid w:val="00992B31"/>
    <w:rsid w:val="00992C62"/>
    <w:rsid w:val="00992E88"/>
    <w:rsid w:val="00993737"/>
    <w:rsid w:val="00993980"/>
    <w:rsid w:val="00993A7A"/>
    <w:rsid w:val="00993A9D"/>
    <w:rsid w:val="00993F1C"/>
    <w:rsid w:val="00994461"/>
    <w:rsid w:val="009949AD"/>
    <w:rsid w:val="00995051"/>
    <w:rsid w:val="00995116"/>
    <w:rsid w:val="0099516B"/>
    <w:rsid w:val="00995675"/>
    <w:rsid w:val="00995B44"/>
    <w:rsid w:val="009961CD"/>
    <w:rsid w:val="0099660F"/>
    <w:rsid w:val="00996829"/>
    <w:rsid w:val="00996DF1"/>
    <w:rsid w:val="00997586"/>
    <w:rsid w:val="0099776C"/>
    <w:rsid w:val="009A0900"/>
    <w:rsid w:val="009A0946"/>
    <w:rsid w:val="009A0960"/>
    <w:rsid w:val="009A0C62"/>
    <w:rsid w:val="009A0CA3"/>
    <w:rsid w:val="009A157E"/>
    <w:rsid w:val="009A1748"/>
    <w:rsid w:val="009A18BE"/>
    <w:rsid w:val="009A192A"/>
    <w:rsid w:val="009A1B3C"/>
    <w:rsid w:val="009A2028"/>
    <w:rsid w:val="009A2130"/>
    <w:rsid w:val="009A2256"/>
    <w:rsid w:val="009A236B"/>
    <w:rsid w:val="009A275C"/>
    <w:rsid w:val="009A292E"/>
    <w:rsid w:val="009A29CC"/>
    <w:rsid w:val="009A2A6A"/>
    <w:rsid w:val="009A2A98"/>
    <w:rsid w:val="009A2BA6"/>
    <w:rsid w:val="009A2D84"/>
    <w:rsid w:val="009A2F05"/>
    <w:rsid w:val="009A2F7B"/>
    <w:rsid w:val="009A32BF"/>
    <w:rsid w:val="009A3457"/>
    <w:rsid w:val="009A3513"/>
    <w:rsid w:val="009A36B7"/>
    <w:rsid w:val="009A3965"/>
    <w:rsid w:val="009A3A0B"/>
    <w:rsid w:val="009A3A66"/>
    <w:rsid w:val="009A4043"/>
    <w:rsid w:val="009A42F7"/>
    <w:rsid w:val="009A45B9"/>
    <w:rsid w:val="009A4884"/>
    <w:rsid w:val="009A4A34"/>
    <w:rsid w:val="009A4AA8"/>
    <w:rsid w:val="009A4E2F"/>
    <w:rsid w:val="009A53FF"/>
    <w:rsid w:val="009A57AF"/>
    <w:rsid w:val="009A5C83"/>
    <w:rsid w:val="009A5DB6"/>
    <w:rsid w:val="009A5DFC"/>
    <w:rsid w:val="009A5FB7"/>
    <w:rsid w:val="009A606F"/>
    <w:rsid w:val="009A664C"/>
    <w:rsid w:val="009A6CF5"/>
    <w:rsid w:val="009A6FC4"/>
    <w:rsid w:val="009A6FF8"/>
    <w:rsid w:val="009A744D"/>
    <w:rsid w:val="009A78B0"/>
    <w:rsid w:val="009A7927"/>
    <w:rsid w:val="009A7CC8"/>
    <w:rsid w:val="009B020D"/>
    <w:rsid w:val="009B02C6"/>
    <w:rsid w:val="009B03D0"/>
    <w:rsid w:val="009B03F1"/>
    <w:rsid w:val="009B0964"/>
    <w:rsid w:val="009B0B20"/>
    <w:rsid w:val="009B0E38"/>
    <w:rsid w:val="009B0FF7"/>
    <w:rsid w:val="009B15AA"/>
    <w:rsid w:val="009B1F59"/>
    <w:rsid w:val="009B224F"/>
    <w:rsid w:val="009B22F9"/>
    <w:rsid w:val="009B24F1"/>
    <w:rsid w:val="009B261B"/>
    <w:rsid w:val="009B274D"/>
    <w:rsid w:val="009B2B18"/>
    <w:rsid w:val="009B2B75"/>
    <w:rsid w:val="009B2DAD"/>
    <w:rsid w:val="009B30A7"/>
    <w:rsid w:val="009B359A"/>
    <w:rsid w:val="009B375D"/>
    <w:rsid w:val="009B37D9"/>
    <w:rsid w:val="009B3C0A"/>
    <w:rsid w:val="009B3E23"/>
    <w:rsid w:val="009B3F3E"/>
    <w:rsid w:val="009B465E"/>
    <w:rsid w:val="009B48D1"/>
    <w:rsid w:val="009B4C97"/>
    <w:rsid w:val="009B5107"/>
    <w:rsid w:val="009B569D"/>
    <w:rsid w:val="009B5B32"/>
    <w:rsid w:val="009B5CD3"/>
    <w:rsid w:val="009B5DF5"/>
    <w:rsid w:val="009B5F70"/>
    <w:rsid w:val="009B62C6"/>
    <w:rsid w:val="009B6C3E"/>
    <w:rsid w:val="009B6C75"/>
    <w:rsid w:val="009B6C92"/>
    <w:rsid w:val="009B6D3E"/>
    <w:rsid w:val="009B6E60"/>
    <w:rsid w:val="009B6EBD"/>
    <w:rsid w:val="009B6FFE"/>
    <w:rsid w:val="009B7048"/>
    <w:rsid w:val="009B725B"/>
    <w:rsid w:val="009C00B2"/>
    <w:rsid w:val="009C0250"/>
    <w:rsid w:val="009C03C2"/>
    <w:rsid w:val="009C0A02"/>
    <w:rsid w:val="009C0BC3"/>
    <w:rsid w:val="009C0F7C"/>
    <w:rsid w:val="009C108F"/>
    <w:rsid w:val="009C10DE"/>
    <w:rsid w:val="009C12AF"/>
    <w:rsid w:val="009C14F9"/>
    <w:rsid w:val="009C163B"/>
    <w:rsid w:val="009C209B"/>
    <w:rsid w:val="009C217C"/>
    <w:rsid w:val="009C234E"/>
    <w:rsid w:val="009C2493"/>
    <w:rsid w:val="009C25DD"/>
    <w:rsid w:val="009C2A1E"/>
    <w:rsid w:val="009C2DC4"/>
    <w:rsid w:val="009C2E3E"/>
    <w:rsid w:val="009C3583"/>
    <w:rsid w:val="009C37F0"/>
    <w:rsid w:val="009C3C43"/>
    <w:rsid w:val="009C3FF8"/>
    <w:rsid w:val="009C4A9A"/>
    <w:rsid w:val="009C4BD5"/>
    <w:rsid w:val="009C52F4"/>
    <w:rsid w:val="009C5556"/>
    <w:rsid w:val="009C5877"/>
    <w:rsid w:val="009C59C4"/>
    <w:rsid w:val="009C620E"/>
    <w:rsid w:val="009C654B"/>
    <w:rsid w:val="009C65F7"/>
    <w:rsid w:val="009C6A37"/>
    <w:rsid w:val="009C6C9A"/>
    <w:rsid w:val="009C6D7F"/>
    <w:rsid w:val="009C6DBF"/>
    <w:rsid w:val="009C720C"/>
    <w:rsid w:val="009C7319"/>
    <w:rsid w:val="009C768E"/>
    <w:rsid w:val="009C76CA"/>
    <w:rsid w:val="009C76CE"/>
    <w:rsid w:val="009D0026"/>
    <w:rsid w:val="009D002F"/>
    <w:rsid w:val="009D01A1"/>
    <w:rsid w:val="009D02E8"/>
    <w:rsid w:val="009D0487"/>
    <w:rsid w:val="009D04AD"/>
    <w:rsid w:val="009D1538"/>
    <w:rsid w:val="009D1CF1"/>
    <w:rsid w:val="009D249F"/>
    <w:rsid w:val="009D293A"/>
    <w:rsid w:val="009D298F"/>
    <w:rsid w:val="009D30D3"/>
    <w:rsid w:val="009D3137"/>
    <w:rsid w:val="009D33E9"/>
    <w:rsid w:val="009D3F04"/>
    <w:rsid w:val="009D4250"/>
    <w:rsid w:val="009D434E"/>
    <w:rsid w:val="009D4686"/>
    <w:rsid w:val="009D46D1"/>
    <w:rsid w:val="009D4842"/>
    <w:rsid w:val="009D49B9"/>
    <w:rsid w:val="009D4B42"/>
    <w:rsid w:val="009D569F"/>
    <w:rsid w:val="009D5750"/>
    <w:rsid w:val="009D5916"/>
    <w:rsid w:val="009D5D17"/>
    <w:rsid w:val="009D610A"/>
    <w:rsid w:val="009D65F5"/>
    <w:rsid w:val="009D6662"/>
    <w:rsid w:val="009D6949"/>
    <w:rsid w:val="009D6E5C"/>
    <w:rsid w:val="009D7280"/>
    <w:rsid w:val="009D7542"/>
    <w:rsid w:val="009D7604"/>
    <w:rsid w:val="009D7747"/>
    <w:rsid w:val="009D7F83"/>
    <w:rsid w:val="009E02B5"/>
    <w:rsid w:val="009E09EF"/>
    <w:rsid w:val="009E0FC8"/>
    <w:rsid w:val="009E10B4"/>
    <w:rsid w:val="009E1689"/>
    <w:rsid w:val="009E1D3C"/>
    <w:rsid w:val="009E209B"/>
    <w:rsid w:val="009E226A"/>
    <w:rsid w:val="009E275D"/>
    <w:rsid w:val="009E2BF3"/>
    <w:rsid w:val="009E32A9"/>
    <w:rsid w:val="009E349A"/>
    <w:rsid w:val="009E3856"/>
    <w:rsid w:val="009E44FE"/>
    <w:rsid w:val="009E4BA1"/>
    <w:rsid w:val="009E4C2F"/>
    <w:rsid w:val="009E4D2B"/>
    <w:rsid w:val="009E4E4A"/>
    <w:rsid w:val="009E53FC"/>
    <w:rsid w:val="009E5684"/>
    <w:rsid w:val="009E5AA4"/>
    <w:rsid w:val="009E5E7C"/>
    <w:rsid w:val="009E5EC3"/>
    <w:rsid w:val="009E646A"/>
    <w:rsid w:val="009E66BD"/>
    <w:rsid w:val="009E692A"/>
    <w:rsid w:val="009E6B97"/>
    <w:rsid w:val="009E6D33"/>
    <w:rsid w:val="009E6DD3"/>
    <w:rsid w:val="009E745D"/>
    <w:rsid w:val="009E76FC"/>
    <w:rsid w:val="009E7720"/>
    <w:rsid w:val="009E78C6"/>
    <w:rsid w:val="009E7BB0"/>
    <w:rsid w:val="009E7D1F"/>
    <w:rsid w:val="009F0121"/>
    <w:rsid w:val="009F08CA"/>
    <w:rsid w:val="009F0C85"/>
    <w:rsid w:val="009F1BCB"/>
    <w:rsid w:val="009F1D70"/>
    <w:rsid w:val="009F2040"/>
    <w:rsid w:val="009F2136"/>
    <w:rsid w:val="009F23B2"/>
    <w:rsid w:val="009F306C"/>
    <w:rsid w:val="009F3289"/>
    <w:rsid w:val="009F353D"/>
    <w:rsid w:val="009F3967"/>
    <w:rsid w:val="009F3E84"/>
    <w:rsid w:val="009F4493"/>
    <w:rsid w:val="009F44E1"/>
    <w:rsid w:val="009F471A"/>
    <w:rsid w:val="009F498B"/>
    <w:rsid w:val="009F4A16"/>
    <w:rsid w:val="009F4B14"/>
    <w:rsid w:val="009F4B3C"/>
    <w:rsid w:val="009F4B46"/>
    <w:rsid w:val="009F4B51"/>
    <w:rsid w:val="009F4D28"/>
    <w:rsid w:val="009F5223"/>
    <w:rsid w:val="009F5407"/>
    <w:rsid w:val="009F59CB"/>
    <w:rsid w:val="009F60AE"/>
    <w:rsid w:val="009F6A47"/>
    <w:rsid w:val="009F6A58"/>
    <w:rsid w:val="009F6D11"/>
    <w:rsid w:val="009F7219"/>
    <w:rsid w:val="009F729F"/>
    <w:rsid w:val="009F76FA"/>
    <w:rsid w:val="009F7965"/>
    <w:rsid w:val="009F79AC"/>
    <w:rsid w:val="009F79B7"/>
    <w:rsid w:val="009F7EAE"/>
    <w:rsid w:val="00A000AD"/>
    <w:rsid w:val="00A0021E"/>
    <w:rsid w:val="00A002C3"/>
    <w:rsid w:val="00A00D3C"/>
    <w:rsid w:val="00A00DC6"/>
    <w:rsid w:val="00A01159"/>
    <w:rsid w:val="00A01A2C"/>
    <w:rsid w:val="00A01B27"/>
    <w:rsid w:val="00A01BCA"/>
    <w:rsid w:val="00A01C1A"/>
    <w:rsid w:val="00A01F1E"/>
    <w:rsid w:val="00A01F23"/>
    <w:rsid w:val="00A0239F"/>
    <w:rsid w:val="00A025B5"/>
    <w:rsid w:val="00A02E9E"/>
    <w:rsid w:val="00A03736"/>
    <w:rsid w:val="00A03A92"/>
    <w:rsid w:val="00A03C32"/>
    <w:rsid w:val="00A03D5B"/>
    <w:rsid w:val="00A04156"/>
    <w:rsid w:val="00A041FE"/>
    <w:rsid w:val="00A04628"/>
    <w:rsid w:val="00A0478C"/>
    <w:rsid w:val="00A0483C"/>
    <w:rsid w:val="00A049ED"/>
    <w:rsid w:val="00A04C9E"/>
    <w:rsid w:val="00A04E6A"/>
    <w:rsid w:val="00A04F30"/>
    <w:rsid w:val="00A04F6F"/>
    <w:rsid w:val="00A0562B"/>
    <w:rsid w:val="00A05CB9"/>
    <w:rsid w:val="00A05D05"/>
    <w:rsid w:val="00A06431"/>
    <w:rsid w:val="00A06D38"/>
    <w:rsid w:val="00A06FE7"/>
    <w:rsid w:val="00A0705D"/>
    <w:rsid w:val="00A0717E"/>
    <w:rsid w:val="00A072EC"/>
    <w:rsid w:val="00A0766C"/>
    <w:rsid w:val="00A076B4"/>
    <w:rsid w:val="00A07AF7"/>
    <w:rsid w:val="00A07B72"/>
    <w:rsid w:val="00A07C88"/>
    <w:rsid w:val="00A101D0"/>
    <w:rsid w:val="00A104BD"/>
    <w:rsid w:val="00A10CF1"/>
    <w:rsid w:val="00A10E3B"/>
    <w:rsid w:val="00A10E54"/>
    <w:rsid w:val="00A112EF"/>
    <w:rsid w:val="00A1139F"/>
    <w:rsid w:val="00A1166D"/>
    <w:rsid w:val="00A1169F"/>
    <w:rsid w:val="00A11909"/>
    <w:rsid w:val="00A119FE"/>
    <w:rsid w:val="00A11C69"/>
    <w:rsid w:val="00A11DE9"/>
    <w:rsid w:val="00A11F3F"/>
    <w:rsid w:val="00A11FE7"/>
    <w:rsid w:val="00A122FC"/>
    <w:rsid w:val="00A1232C"/>
    <w:rsid w:val="00A128BF"/>
    <w:rsid w:val="00A12BFC"/>
    <w:rsid w:val="00A12E83"/>
    <w:rsid w:val="00A12F42"/>
    <w:rsid w:val="00A12FB8"/>
    <w:rsid w:val="00A1314D"/>
    <w:rsid w:val="00A1333E"/>
    <w:rsid w:val="00A13B31"/>
    <w:rsid w:val="00A13C06"/>
    <w:rsid w:val="00A13ED2"/>
    <w:rsid w:val="00A13FE7"/>
    <w:rsid w:val="00A1402B"/>
    <w:rsid w:val="00A1409A"/>
    <w:rsid w:val="00A141B3"/>
    <w:rsid w:val="00A141E6"/>
    <w:rsid w:val="00A1422E"/>
    <w:rsid w:val="00A14337"/>
    <w:rsid w:val="00A1447D"/>
    <w:rsid w:val="00A147D1"/>
    <w:rsid w:val="00A14A30"/>
    <w:rsid w:val="00A14D3A"/>
    <w:rsid w:val="00A14FBD"/>
    <w:rsid w:val="00A15AA9"/>
    <w:rsid w:val="00A15D42"/>
    <w:rsid w:val="00A16129"/>
    <w:rsid w:val="00A16919"/>
    <w:rsid w:val="00A16930"/>
    <w:rsid w:val="00A16FCF"/>
    <w:rsid w:val="00A1791F"/>
    <w:rsid w:val="00A17D21"/>
    <w:rsid w:val="00A2019D"/>
    <w:rsid w:val="00A2054B"/>
    <w:rsid w:val="00A2091B"/>
    <w:rsid w:val="00A20AEE"/>
    <w:rsid w:val="00A20F2E"/>
    <w:rsid w:val="00A216BC"/>
    <w:rsid w:val="00A21700"/>
    <w:rsid w:val="00A21A16"/>
    <w:rsid w:val="00A21D35"/>
    <w:rsid w:val="00A221CC"/>
    <w:rsid w:val="00A2233E"/>
    <w:rsid w:val="00A2240E"/>
    <w:rsid w:val="00A228BD"/>
    <w:rsid w:val="00A22F98"/>
    <w:rsid w:val="00A22FA0"/>
    <w:rsid w:val="00A2313C"/>
    <w:rsid w:val="00A237B5"/>
    <w:rsid w:val="00A23C9C"/>
    <w:rsid w:val="00A247FB"/>
    <w:rsid w:val="00A24DD6"/>
    <w:rsid w:val="00A24DEB"/>
    <w:rsid w:val="00A24EE2"/>
    <w:rsid w:val="00A2510A"/>
    <w:rsid w:val="00A25420"/>
    <w:rsid w:val="00A2542B"/>
    <w:rsid w:val="00A254E7"/>
    <w:rsid w:val="00A2559D"/>
    <w:rsid w:val="00A265C6"/>
    <w:rsid w:val="00A266CB"/>
    <w:rsid w:val="00A26794"/>
    <w:rsid w:val="00A26C85"/>
    <w:rsid w:val="00A2718D"/>
    <w:rsid w:val="00A27394"/>
    <w:rsid w:val="00A274FA"/>
    <w:rsid w:val="00A27677"/>
    <w:rsid w:val="00A279B8"/>
    <w:rsid w:val="00A27A48"/>
    <w:rsid w:val="00A300A0"/>
    <w:rsid w:val="00A306FA"/>
    <w:rsid w:val="00A30784"/>
    <w:rsid w:val="00A308CD"/>
    <w:rsid w:val="00A30ADC"/>
    <w:rsid w:val="00A30BCD"/>
    <w:rsid w:val="00A30C06"/>
    <w:rsid w:val="00A30C44"/>
    <w:rsid w:val="00A30D71"/>
    <w:rsid w:val="00A30EEC"/>
    <w:rsid w:val="00A3184A"/>
    <w:rsid w:val="00A319DF"/>
    <w:rsid w:val="00A31ABA"/>
    <w:rsid w:val="00A3206B"/>
    <w:rsid w:val="00A32879"/>
    <w:rsid w:val="00A328AC"/>
    <w:rsid w:val="00A32A5F"/>
    <w:rsid w:val="00A32DC5"/>
    <w:rsid w:val="00A33062"/>
    <w:rsid w:val="00A330A1"/>
    <w:rsid w:val="00A33AE5"/>
    <w:rsid w:val="00A34130"/>
    <w:rsid w:val="00A34215"/>
    <w:rsid w:val="00A3434A"/>
    <w:rsid w:val="00A346D4"/>
    <w:rsid w:val="00A353B7"/>
    <w:rsid w:val="00A353D7"/>
    <w:rsid w:val="00A356F8"/>
    <w:rsid w:val="00A3579B"/>
    <w:rsid w:val="00A3581B"/>
    <w:rsid w:val="00A358CC"/>
    <w:rsid w:val="00A35A54"/>
    <w:rsid w:val="00A35ACD"/>
    <w:rsid w:val="00A35BB7"/>
    <w:rsid w:val="00A35DDB"/>
    <w:rsid w:val="00A36042"/>
    <w:rsid w:val="00A3678B"/>
    <w:rsid w:val="00A36D58"/>
    <w:rsid w:val="00A36DFB"/>
    <w:rsid w:val="00A3729E"/>
    <w:rsid w:val="00A373B7"/>
    <w:rsid w:val="00A3756E"/>
    <w:rsid w:val="00A375DA"/>
    <w:rsid w:val="00A37783"/>
    <w:rsid w:val="00A37C58"/>
    <w:rsid w:val="00A37CAC"/>
    <w:rsid w:val="00A4018C"/>
    <w:rsid w:val="00A40205"/>
    <w:rsid w:val="00A4023D"/>
    <w:rsid w:val="00A4028B"/>
    <w:rsid w:val="00A40AA5"/>
    <w:rsid w:val="00A40B67"/>
    <w:rsid w:val="00A40CB0"/>
    <w:rsid w:val="00A40EDB"/>
    <w:rsid w:val="00A40EE2"/>
    <w:rsid w:val="00A40F24"/>
    <w:rsid w:val="00A411DC"/>
    <w:rsid w:val="00A4173B"/>
    <w:rsid w:val="00A41798"/>
    <w:rsid w:val="00A417C7"/>
    <w:rsid w:val="00A41833"/>
    <w:rsid w:val="00A41A16"/>
    <w:rsid w:val="00A41D6C"/>
    <w:rsid w:val="00A42272"/>
    <w:rsid w:val="00A424B1"/>
    <w:rsid w:val="00A436F2"/>
    <w:rsid w:val="00A438C4"/>
    <w:rsid w:val="00A43D9B"/>
    <w:rsid w:val="00A43EB1"/>
    <w:rsid w:val="00A43EC5"/>
    <w:rsid w:val="00A44307"/>
    <w:rsid w:val="00A44487"/>
    <w:rsid w:val="00A44529"/>
    <w:rsid w:val="00A445A5"/>
    <w:rsid w:val="00A4499E"/>
    <w:rsid w:val="00A44CC9"/>
    <w:rsid w:val="00A454DB"/>
    <w:rsid w:val="00A45610"/>
    <w:rsid w:val="00A4569A"/>
    <w:rsid w:val="00A4573E"/>
    <w:rsid w:val="00A457DC"/>
    <w:rsid w:val="00A45808"/>
    <w:rsid w:val="00A4593B"/>
    <w:rsid w:val="00A45944"/>
    <w:rsid w:val="00A45A02"/>
    <w:rsid w:val="00A45C38"/>
    <w:rsid w:val="00A45FE0"/>
    <w:rsid w:val="00A46098"/>
    <w:rsid w:val="00A4609C"/>
    <w:rsid w:val="00A46E94"/>
    <w:rsid w:val="00A47129"/>
    <w:rsid w:val="00A47434"/>
    <w:rsid w:val="00A4785F"/>
    <w:rsid w:val="00A479DB"/>
    <w:rsid w:val="00A47B84"/>
    <w:rsid w:val="00A5041E"/>
    <w:rsid w:val="00A50462"/>
    <w:rsid w:val="00A504F9"/>
    <w:rsid w:val="00A50B50"/>
    <w:rsid w:val="00A50F58"/>
    <w:rsid w:val="00A51189"/>
    <w:rsid w:val="00A51630"/>
    <w:rsid w:val="00A51BE3"/>
    <w:rsid w:val="00A51CE7"/>
    <w:rsid w:val="00A51F5D"/>
    <w:rsid w:val="00A51FAF"/>
    <w:rsid w:val="00A520BE"/>
    <w:rsid w:val="00A52528"/>
    <w:rsid w:val="00A5291A"/>
    <w:rsid w:val="00A52CE3"/>
    <w:rsid w:val="00A53230"/>
    <w:rsid w:val="00A53441"/>
    <w:rsid w:val="00A536B9"/>
    <w:rsid w:val="00A53733"/>
    <w:rsid w:val="00A53888"/>
    <w:rsid w:val="00A53A7F"/>
    <w:rsid w:val="00A53E59"/>
    <w:rsid w:val="00A53EBB"/>
    <w:rsid w:val="00A5439D"/>
    <w:rsid w:val="00A54531"/>
    <w:rsid w:val="00A5479A"/>
    <w:rsid w:val="00A54907"/>
    <w:rsid w:val="00A54B3F"/>
    <w:rsid w:val="00A54BAA"/>
    <w:rsid w:val="00A54E50"/>
    <w:rsid w:val="00A54E51"/>
    <w:rsid w:val="00A54E95"/>
    <w:rsid w:val="00A54F86"/>
    <w:rsid w:val="00A54F9B"/>
    <w:rsid w:val="00A55114"/>
    <w:rsid w:val="00A55280"/>
    <w:rsid w:val="00A55ACD"/>
    <w:rsid w:val="00A55B71"/>
    <w:rsid w:val="00A55C89"/>
    <w:rsid w:val="00A55DB2"/>
    <w:rsid w:val="00A55E97"/>
    <w:rsid w:val="00A55EB6"/>
    <w:rsid w:val="00A55F1A"/>
    <w:rsid w:val="00A56315"/>
    <w:rsid w:val="00A5633B"/>
    <w:rsid w:val="00A567D6"/>
    <w:rsid w:val="00A56917"/>
    <w:rsid w:val="00A56F25"/>
    <w:rsid w:val="00A5751B"/>
    <w:rsid w:val="00A577B9"/>
    <w:rsid w:val="00A57848"/>
    <w:rsid w:val="00A57856"/>
    <w:rsid w:val="00A5B48B"/>
    <w:rsid w:val="00A600FF"/>
    <w:rsid w:val="00A60114"/>
    <w:rsid w:val="00A60313"/>
    <w:rsid w:val="00A60923"/>
    <w:rsid w:val="00A60933"/>
    <w:rsid w:val="00A60D42"/>
    <w:rsid w:val="00A60D5A"/>
    <w:rsid w:val="00A61B85"/>
    <w:rsid w:val="00A61D68"/>
    <w:rsid w:val="00A61DBB"/>
    <w:rsid w:val="00A61EE6"/>
    <w:rsid w:val="00A62028"/>
    <w:rsid w:val="00A620A1"/>
    <w:rsid w:val="00A6253B"/>
    <w:rsid w:val="00A62633"/>
    <w:rsid w:val="00A62937"/>
    <w:rsid w:val="00A63761"/>
    <w:rsid w:val="00A63916"/>
    <w:rsid w:val="00A648C3"/>
    <w:rsid w:val="00A648FB"/>
    <w:rsid w:val="00A64FD6"/>
    <w:rsid w:val="00A656B7"/>
    <w:rsid w:val="00A65725"/>
    <w:rsid w:val="00A6578B"/>
    <w:rsid w:val="00A65EA7"/>
    <w:rsid w:val="00A65FC0"/>
    <w:rsid w:val="00A66290"/>
    <w:rsid w:val="00A666BE"/>
    <w:rsid w:val="00A666D3"/>
    <w:rsid w:val="00A6699B"/>
    <w:rsid w:val="00A669CE"/>
    <w:rsid w:val="00A66EF9"/>
    <w:rsid w:val="00A67139"/>
    <w:rsid w:val="00A672C0"/>
    <w:rsid w:val="00A6735D"/>
    <w:rsid w:val="00A67622"/>
    <w:rsid w:val="00A67811"/>
    <w:rsid w:val="00A6789C"/>
    <w:rsid w:val="00A67D0C"/>
    <w:rsid w:val="00A710B3"/>
    <w:rsid w:val="00A7118D"/>
    <w:rsid w:val="00A720C9"/>
    <w:rsid w:val="00A72791"/>
    <w:rsid w:val="00A72ABE"/>
    <w:rsid w:val="00A72C74"/>
    <w:rsid w:val="00A72E1E"/>
    <w:rsid w:val="00A72EAF"/>
    <w:rsid w:val="00A72EB8"/>
    <w:rsid w:val="00A7367C"/>
    <w:rsid w:val="00A73797"/>
    <w:rsid w:val="00A73B0F"/>
    <w:rsid w:val="00A73C70"/>
    <w:rsid w:val="00A7408A"/>
    <w:rsid w:val="00A740BE"/>
    <w:rsid w:val="00A7439D"/>
    <w:rsid w:val="00A743D0"/>
    <w:rsid w:val="00A7507F"/>
    <w:rsid w:val="00A752A4"/>
    <w:rsid w:val="00A75462"/>
    <w:rsid w:val="00A75BCA"/>
    <w:rsid w:val="00A75F1F"/>
    <w:rsid w:val="00A76434"/>
    <w:rsid w:val="00A76569"/>
    <w:rsid w:val="00A76852"/>
    <w:rsid w:val="00A76A1C"/>
    <w:rsid w:val="00A76B57"/>
    <w:rsid w:val="00A76D92"/>
    <w:rsid w:val="00A76E75"/>
    <w:rsid w:val="00A7701B"/>
    <w:rsid w:val="00A77211"/>
    <w:rsid w:val="00A773C5"/>
    <w:rsid w:val="00A774DF"/>
    <w:rsid w:val="00A77679"/>
    <w:rsid w:val="00A7796D"/>
    <w:rsid w:val="00A77AF9"/>
    <w:rsid w:val="00A77C37"/>
    <w:rsid w:val="00A77CDD"/>
    <w:rsid w:val="00A802AC"/>
    <w:rsid w:val="00A804B7"/>
    <w:rsid w:val="00A81B9B"/>
    <w:rsid w:val="00A81D5C"/>
    <w:rsid w:val="00A81E30"/>
    <w:rsid w:val="00A81E3A"/>
    <w:rsid w:val="00A825B8"/>
    <w:rsid w:val="00A828BE"/>
    <w:rsid w:val="00A82CFE"/>
    <w:rsid w:val="00A835F7"/>
    <w:rsid w:val="00A83F5D"/>
    <w:rsid w:val="00A844A4"/>
    <w:rsid w:val="00A84634"/>
    <w:rsid w:val="00A846CC"/>
    <w:rsid w:val="00A84A3F"/>
    <w:rsid w:val="00A850C6"/>
    <w:rsid w:val="00A852FE"/>
    <w:rsid w:val="00A85884"/>
    <w:rsid w:val="00A85FCF"/>
    <w:rsid w:val="00A86009"/>
    <w:rsid w:val="00A860A9"/>
    <w:rsid w:val="00A8610C"/>
    <w:rsid w:val="00A862A0"/>
    <w:rsid w:val="00A86437"/>
    <w:rsid w:val="00A86B7E"/>
    <w:rsid w:val="00A870E2"/>
    <w:rsid w:val="00A87157"/>
    <w:rsid w:val="00A87473"/>
    <w:rsid w:val="00A876B4"/>
    <w:rsid w:val="00A878CC"/>
    <w:rsid w:val="00A87EC9"/>
    <w:rsid w:val="00A90149"/>
    <w:rsid w:val="00A9029D"/>
    <w:rsid w:val="00A903BF"/>
    <w:rsid w:val="00A90545"/>
    <w:rsid w:val="00A90DBC"/>
    <w:rsid w:val="00A90DC5"/>
    <w:rsid w:val="00A9148A"/>
    <w:rsid w:val="00A914F3"/>
    <w:rsid w:val="00A91648"/>
    <w:rsid w:val="00A9171D"/>
    <w:rsid w:val="00A91880"/>
    <w:rsid w:val="00A91C7A"/>
    <w:rsid w:val="00A92174"/>
    <w:rsid w:val="00A921BE"/>
    <w:rsid w:val="00A9246D"/>
    <w:rsid w:val="00A92799"/>
    <w:rsid w:val="00A92A58"/>
    <w:rsid w:val="00A92B7A"/>
    <w:rsid w:val="00A92B81"/>
    <w:rsid w:val="00A93606"/>
    <w:rsid w:val="00A93FDE"/>
    <w:rsid w:val="00A940F4"/>
    <w:rsid w:val="00A940F9"/>
    <w:rsid w:val="00A9472D"/>
    <w:rsid w:val="00A948FD"/>
    <w:rsid w:val="00A94DFD"/>
    <w:rsid w:val="00A9502E"/>
    <w:rsid w:val="00A95297"/>
    <w:rsid w:val="00A95C7B"/>
    <w:rsid w:val="00A95C85"/>
    <w:rsid w:val="00A9606C"/>
    <w:rsid w:val="00A96304"/>
    <w:rsid w:val="00A96399"/>
    <w:rsid w:val="00A964C1"/>
    <w:rsid w:val="00A96580"/>
    <w:rsid w:val="00A966C8"/>
    <w:rsid w:val="00A96DB7"/>
    <w:rsid w:val="00A97C57"/>
    <w:rsid w:val="00AA005E"/>
    <w:rsid w:val="00AA0117"/>
    <w:rsid w:val="00AA02F6"/>
    <w:rsid w:val="00AA046E"/>
    <w:rsid w:val="00AA063D"/>
    <w:rsid w:val="00AA06C8"/>
    <w:rsid w:val="00AA06F7"/>
    <w:rsid w:val="00AA0815"/>
    <w:rsid w:val="00AA0832"/>
    <w:rsid w:val="00AA09E1"/>
    <w:rsid w:val="00AA0A9F"/>
    <w:rsid w:val="00AA0AAB"/>
    <w:rsid w:val="00AA1259"/>
    <w:rsid w:val="00AA1506"/>
    <w:rsid w:val="00AA15FA"/>
    <w:rsid w:val="00AA19E0"/>
    <w:rsid w:val="00AA1BE4"/>
    <w:rsid w:val="00AA1CCC"/>
    <w:rsid w:val="00AA1D4F"/>
    <w:rsid w:val="00AA1D61"/>
    <w:rsid w:val="00AA2462"/>
    <w:rsid w:val="00AA2571"/>
    <w:rsid w:val="00AA2DCE"/>
    <w:rsid w:val="00AA2E0B"/>
    <w:rsid w:val="00AA3042"/>
    <w:rsid w:val="00AA32BB"/>
    <w:rsid w:val="00AA3474"/>
    <w:rsid w:val="00AA365D"/>
    <w:rsid w:val="00AA372B"/>
    <w:rsid w:val="00AA3941"/>
    <w:rsid w:val="00AA3ED1"/>
    <w:rsid w:val="00AA4089"/>
    <w:rsid w:val="00AA4481"/>
    <w:rsid w:val="00AA451F"/>
    <w:rsid w:val="00AA4760"/>
    <w:rsid w:val="00AA49D7"/>
    <w:rsid w:val="00AA4A49"/>
    <w:rsid w:val="00AA4CFD"/>
    <w:rsid w:val="00AA5527"/>
    <w:rsid w:val="00AA56CC"/>
    <w:rsid w:val="00AA5D32"/>
    <w:rsid w:val="00AA5D49"/>
    <w:rsid w:val="00AA5EE0"/>
    <w:rsid w:val="00AA5FB7"/>
    <w:rsid w:val="00AA620A"/>
    <w:rsid w:val="00AA6633"/>
    <w:rsid w:val="00AA67F5"/>
    <w:rsid w:val="00AA6BC3"/>
    <w:rsid w:val="00AA755D"/>
    <w:rsid w:val="00AA7999"/>
    <w:rsid w:val="00AA7EFA"/>
    <w:rsid w:val="00AB043E"/>
    <w:rsid w:val="00AB0714"/>
    <w:rsid w:val="00AB0835"/>
    <w:rsid w:val="00AB0BDD"/>
    <w:rsid w:val="00AB0D97"/>
    <w:rsid w:val="00AB12C8"/>
    <w:rsid w:val="00AB12CC"/>
    <w:rsid w:val="00AB1501"/>
    <w:rsid w:val="00AB2014"/>
    <w:rsid w:val="00AB2177"/>
    <w:rsid w:val="00AB21B4"/>
    <w:rsid w:val="00AB21CD"/>
    <w:rsid w:val="00AB21F4"/>
    <w:rsid w:val="00AB28DB"/>
    <w:rsid w:val="00AB2E0A"/>
    <w:rsid w:val="00AB30E6"/>
    <w:rsid w:val="00AB344D"/>
    <w:rsid w:val="00AB350D"/>
    <w:rsid w:val="00AB35A2"/>
    <w:rsid w:val="00AB3628"/>
    <w:rsid w:val="00AB367C"/>
    <w:rsid w:val="00AB397C"/>
    <w:rsid w:val="00AB3BAD"/>
    <w:rsid w:val="00AB3C7C"/>
    <w:rsid w:val="00AB3E71"/>
    <w:rsid w:val="00AB40D2"/>
    <w:rsid w:val="00AB454F"/>
    <w:rsid w:val="00AB490D"/>
    <w:rsid w:val="00AB4B17"/>
    <w:rsid w:val="00AB4CB3"/>
    <w:rsid w:val="00AB4E9F"/>
    <w:rsid w:val="00AB5174"/>
    <w:rsid w:val="00AB5F55"/>
    <w:rsid w:val="00AB6685"/>
    <w:rsid w:val="00AB682F"/>
    <w:rsid w:val="00AB6850"/>
    <w:rsid w:val="00AB6F09"/>
    <w:rsid w:val="00AB7BD6"/>
    <w:rsid w:val="00AB7CC7"/>
    <w:rsid w:val="00AC06C5"/>
    <w:rsid w:val="00AC08A4"/>
    <w:rsid w:val="00AC0D66"/>
    <w:rsid w:val="00AC0E29"/>
    <w:rsid w:val="00AC0E84"/>
    <w:rsid w:val="00AC11E4"/>
    <w:rsid w:val="00AC13B4"/>
    <w:rsid w:val="00AC13FF"/>
    <w:rsid w:val="00AC15B8"/>
    <w:rsid w:val="00AC1891"/>
    <w:rsid w:val="00AC1D7C"/>
    <w:rsid w:val="00AC2509"/>
    <w:rsid w:val="00AC2C67"/>
    <w:rsid w:val="00AC306A"/>
    <w:rsid w:val="00AC345C"/>
    <w:rsid w:val="00AC3A4A"/>
    <w:rsid w:val="00AC3D77"/>
    <w:rsid w:val="00AC414B"/>
    <w:rsid w:val="00AC41B8"/>
    <w:rsid w:val="00AC4724"/>
    <w:rsid w:val="00AC4A95"/>
    <w:rsid w:val="00AC4D1D"/>
    <w:rsid w:val="00AC55AC"/>
    <w:rsid w:val="00AC60EE"/>
    <w:rsid w:val="00AC63C4"/>
    <w:rsid w:val="00AC667D"/>
    <w:rsid w:val="00AC67DD"/>
    <w:rsid w:val="00AC68D5"/>
    <w:rsid w:val="00AC6D5B"/>
    <w:rsid w:val="00AC706A"/>
    <w:rsid w:val="00AC70AC"/>
    <w:rsid w:val="00AC7332"/>
    <w:rsid w:val="00AC7C97"/>
    <w:rsid w:val="00AC7E8B"/>
    <w:rsid w:val="00AC7EC2"/>
    <w:rsid w:val="00AD0374"/>
    <w:rsid w:val="00AD06D7"/>
    <w:rsid w:val="00AD0720"/>
    <w:rsid w:val="00AD085C"/>
    <w:rsid w:val="00AD1391"/>
    <w:rsid w:val="00AD1401"/>
    <w:rsid w:val="00AD19D8"/>
    <w:rsid w:val="00AD20C7"/>
    <w:rsid w:val="00AD233E"/>
    <w:rsid w:val="00AD24AE"/>
    <w:rsid w:val="00AD2ADD"/>
    <w:rsid w:val="00AD2F05"/>
    <w:rsid w:val="00AD31A6"/>
    <w:rsid w:val="00AD3366"/>
    <w:rsid w:val="00AD3415"/>
    <w:rsid w:val="00AD344F"/>
    <w:rsid w:val="00AD3869"/>
    <w:rsid w:val="00AD3909"/>
    <w:rsid w:val="00AD3B82"/>
    <w:rsid w:val="00AD3CA7"/>
    <w:rsid w:val="00AD4419"/>
    <w:rsid w:val="00AD48B1"/>
    <w:rsid w:val="00AD4CA1"/>
    <w:rsid w:val="00AD4D82"/>
    <w:rsid w:val="00AD54F2"/>
    <w:rsid w:val="00AD5524"/>
    <w:rsid w:val="00AD554B"/>
    <w:rsid w:val="00AD5B7D"/>
    <w:rsid w:val="00AD5BFC"/>
    <w:rsid w:val="00AD657D"/>
    <w:rsid w:val="00AD65CD"/>
    <w:rsid w:val="00AD661C"/>
    <w:rsid w:val="00AD6DCD"/>
    <w:rsid w:val="00AD72E0"/>
    <w:rsid w:val="00AD74A1"/>
    <w:rsid w:val="00AD7535"/>
    <w:rsid w:val="00AD768B"/>
    <w:rsid w:val="00AD76F9"/>
    <w:rsid w:val="00AD7905"/>
    <w:rsid w:val="00AE03E7"/>
    <w:rsid w:val="00AE0A75"/>
    <w:rsid w:val="00AE0B1B"/>
    <w:rsid w:val="00AE1106"/>
    <w:rsid w:val="00AE172C"/>
    <w:rsid w:val="00AE1BA7"/>
    <w:rsid w:val="00AE1DD7"/>
    <w:rsid w:val="00AE1E3F"/>
    <w:rsid w:val="00AE204D"/>
    <w:rsid w:val="00AE248F"/>
    <w:rsid w:val="00AE259B"/>
    <w:rsid w:val="00AE300A"/>
    <w:rsid w:val="00AE36CC"/>
    <w:rsid w:val="00AE3C7D"/>
    <w:rsid w:val="00AE3DDE"/>
    <w:rsid w:val="00AE42E3"/>
    <w:rsid w:val="00AE4550"/>
    <w:rsid w:val="00AE4D03"/>
    <w:rsid w:val="00AE583A"/>
    <w:rsid w:val="00AE5A52"/>
    <w:rsid w:val="00AE5EA6"/>
    <w:rsid w:val="00AE6A19"/>
    <w:rsid w:val="00AE70DF"/>
    <w:rsid w:val="00AE743F"/>
    <w:rsid w:val="00AE77AB"/>
    <w:rsid w:val="00AE7A83"/>
    <w:rsid w:val="00AE7B60"/>
    <w:rsid w:val="00AE7CDC"/>
    <w:rsid w:val="00AE7D03"/>
    <w:rsid w:val="00AE7E5C"/>
    <w:rsid w:val="00AE7F4E"/>
    <w:rsid w:val="00AE7F9E"/>
    <w:rsid w:val="00AF00D2"/>
    <w:rsid w:val="00AF068F"/>
    <w:rsid w:val="00AF0703"/>
    <w:rsid w:val="00AF0766"/>
    <w:rsid w:val="00AF0AB0"/>
    <w:rsid w:val="00AF0BF4"/>
    <w:rsid w:val="00AF0C40"/>
    <w:rsid w:val="00AF100F"/>
    <w:rsid w:val="00AF102A"/>
    <w:rsid w:val="00AF1092"/>
    <w:rsid w:val="00AF126E"/>
    <w:rsid w:val="00AF1368"/>
    <w:rsid w:val="00AF14D7"/>
    <w:rsid w:val="00AF19F8"/>
    <w:rsid w:val="00AF1B48"/>
    <w:rsid w:val="00AF1E9A"/>
    <w:rsid w:val="00AF1F8E"/>
    <w:rsid w:val="00AF2422"/>
    <w:rsid w:val="00AF29D7"/>
    <w:rsid w:val="00AF2BE6"/>
    <w:rsid w:val="00AF2DBE"/>
    <w:rsid w:val="00AF2DC0"/>
    <w:rsid w:val="00AF3868"/>
    <w:rsid w:val="00AF38D4"/>
    <w:rsid w:val="00AF3A35"/>
    <w:rsid w:val="00AF3C7B"/>
    <w:rsid w:val="00AF3D7F"/>
    <w:rsid w:val="00AF41FD"/>
    <w:rsid w:val="00AF435E"/>
    <w:rsid w:val="00AF492D"/>
    <w:rsid w:val="00AF49D6"/>
    <w:rsid w:val="00AF4CCC"/>
    <w:rsid w:val="00AF4D3D"/>
    <w:rsid w:val="00AF4DD2"/>
    <w:rsid w:val="00AF4E4B"/>
    <w:rsid w:val="00AF4F44"/>
    <w:rsid w:val="00AF53F8"/>
    <w:rsid w:val="00AF5F28"/>
    <w:rsid w:val="00AF6519"/>
    <w:rsid w:val="00AF68D1"/>
    <w:rsid w:val="00AF69C1"/>
    <w:rsid w:val="00AF69C2"/>
    <w:rsid w:val="00AF69D4"/>
    <w:rsid w:val="00AF6D0A"/>
    <w:rsid w:val="00AF6FA2"/>
    <w:rsid w:val="00AF70E7"/>
    <w:rsid w:val="00AF72C1"/>
    <w:rsid w:val="00AF72D5"/>
    <w:rsid w:val="00AF7544"/>
    <w:rsid w:val="00AF75F5"/>
    <w:rsid w:val="00AF7A6A"/>
    <w:rsid w:val="00AF7B38"/>
    <w:rsid w:val="00AF7F9C"/>
    <w:rsid w:val="00AF7FE3"/>
    <w:rsid w:val="00B00183"/>
    <w:rsid w:val="00B001F2"/>
    <w:rsid w:val="00B00400"/>
    <w:rsid w:val="00B00678"/>
    <w:rsid w:val="00B00738"/>
    <w:rsid w:val="00B0084B"/>
    <w:rsid w:val="00B0094D"/>
    <w:rsid w:val="00B00981"/>
    <w:rsid w:val="00B00A74"/>
    <w:rsid w:val="00B00B25"/>
    <w:rsid w:val="00B00C61"/>
    <w:rsid w:val="00B00F94"/>
    <w:rsid w:val="00B011B2"/>
    <w:rsid w:val="00B01296"/>
    <w:rsid w:val="00B0143F"/>
    <w:rsid w:val="00B01914"/>
    <w:rsid w:val="00B0199D"/>
    <w:rsid w:val="00B01A5A"/>
    <w:rsid w:val="00B01C3A"/>
    <w:rsid w:val="00B01C5D"/>
    <w:rsid w:val="00B01F66"/>
    <w:rsid w:val="00B0200A"/>
    <w:rsid w:val="00B023F1"/>
    <w:rsid w:val="00B028F3"/>
    <w:rsid w:val="00B02B1C"/>
    <w:rsid w:val="00B02D38"/>
    <w:rsid w:val="00B02DFE"/>
    <w:rsid w:val="00B0356A"/>
    <w:rsid w:val="00B0356D"/>
    <w:rsid w:val="00B035EB"/>
    <w:rsid w:val="00B036BC"/>
    <w:rsid w:val="00B03CA7"/>
    <w:rsid w:val="00B0427A"/>
    <w:rsid w:val="00B045C4"/>
    <w:rsid w:val="00B04E6F"/>
    <w:rsid w:val="00B05577"/>
    <w:rsid w:val="00B05624"/>
    <w:rsid w:val="00B059E6"/>
    <w:rsid w:val="00B059E9"/>
    <w:rsid w:val="00B05C46"/>
    <w:rsid w:val="00B05F49"/>
    <w:rsid w:val="00B06DD4"/>
    <w:rsid w:val="00B06E92"/>
    <w:rsid w:val="00B06FE4"/>
    <w:rsid w:val="00B073FD"/>
    <w:rsid w:val="00B07809"/>
    <w:rsid w:val="00B07B35"/>
    <w:rsid w:val="00B07BBB"/>
    <w:rsid w:val="00B07F5D"/>
    <w:rsid w:val="00B1012D"/>
    <w:rsid w:val="00B103C8"/>
    <w:rsid w:val="00B10C33"/>
    <w:rsid w:val="00B10D8A"/>
    <w:rsid w:val="00B1122C"/>
    <w:rsid w:val="00B114F2"/>
    <w:rsid w:val="00B115B5"/>
    <w:rsid w:val="00B119AD"/>
    <w:rsid w:val="00B11C44"/>
    <w:rsid w:val="00B11D73"/>
    <w:rsid w:val="00B11D9F"/>
    <w:rsid w:val="00B11FAB"/>
    <w:rsid w:val="00B11FD6"/>
    <w:rsid w:val="00B124E7"/>
    <w:rsid w:val="00B129A8"/>
    <w:rsid w:val="00B12A8D"/>
    <w:rsid w:val="00B12B70"/>
    <w:rsid w:val="00B12FC4"/>
    <w:rsid w:val="00B12FF4"/>
    <w:rsid w:val="00B13039"/>
    <w:rsid w:val="00B130B4"/>
    <w:rsid w:val="00B13253"/>
    <w:rsid w:val="00B132B2"/>
    <w:rsid w:val="00B1355A"/>
    <w:rsid w:val="00B13656"/>
    <w:rsid w:val="00B13F4A"/>
    <w:rsid w:val="00B143C5"/>
    <w:rsid w:val="00B14A04"/>
    <w:rsid w:val="00B14A4A"/>
    <w:rsid w:val="00B1520B"/>
    <w:rsid w:val="00B15591"/>
    <w:rsid w:val="00B15B11"/>
    <w:rsid w:val="00B15C17"/>
    <w:rsid w:val="00B15CC4"/>
    <w:rsid w:val="00B15D4C"/>
    <w:rsid w:val="00B1615B"/>
    <w:rsid w:val="00B161C1"/>
    <w:rsid w:val="00B1677A"/>
    <w:rsid w:val="00B167E8"/>
    <w:rsid w:val="00B16EAB"/>
    <w:rsid w:val="00B16EF4"/>
    <w:rsid w:val="00B17151"/>
    <w:rsid w:val="00B1761A"/>
    <w:rsid w:val="00B1788E"/>
    <w:rsid w:val="00B17AF5"/>
    <w:rsid w:val="00B17C40"/>
    <w:rsid w:val="00B20144"/>
    <w:rsid w:val="00B20312"/>
    <w:rsid w:val="00B20342"/>
    <w:rsid w:val="00B20C13"/>
    <w:rsid w:val="00B20CED"/>
    <w:rsid w:val="00B20FD2"/>
    <w:rsid w:val="00B2116C"/>
    <w:rsid w:val="00B211D0"/>
    <w:rsid w:val="00B21277"/>
    <w:rsid w:val="00B2175A"/>
    <w:rsid w:val="00B2177B"/>
    <w:rsid w:val="00B21B60"/>
    <w:rsid w:val="00B21BE1"/>
    <w:rsid w:val="00B22124"/>
    <w:rsid w:val="00B225D2"/>
    <w:rsid w:val="00B23347"/>
    <w:rsid w:val="00B23B86"/>
    <w:rsid w:val="00B23D3F"/>
    <w:rsid w:val="00B23E38"/>
    <w:rsid w:val="00B24415"/>
    <w:rsid w:val="00B244DE"/>
    <w:rsid w:val="00B244DF"/>
    <w:rsid w:val="00B244FE"/>
    <w:rsid w:val="00B24659"/>
    <w:rsid w:val="00B24AE1"/>
    <w:rsid w:val="00B25101"/>
    <w:rsid w:val="00B2518A"/>
    <w:rsid w:val="00B25561"/>
    <w:rsid w:val="00B257BD"/>
    <w:rsid w:val="00B2586E"/>
    <w:rsid w:val="00B25A3E"/>
    <w:rsid w:val="00B25AFF"/>
    <w:rsid w:val="00B25DC1"/>
    <w:rsid w:val="00B26100"/>
    <w:rsid w:val="00B26152"/>
    <w:rsid w:val="00B269D5"/>
    <w:rsid w:val="00B26A5F"/>
    <w:rsid w:val="00B26D59"/>
    <w:rsid w:val="00B2710B"/>
    <w:rsid w:val="00B27456"/>
    <w:rsid w:val="00B27532"/>
    <w:rsid w:val="00B2766B"/>
    <w:rsid w:val="00B278BA"/>
    <w:rsid w:val="00B27B12"/>
    <w:rsid w:val="00B27F69"/>
    <w:rsid w:val="00B30019"/>
    <w:rsid w:val="00B3004F"/>
    <w:rsid w:val="00B30157"/>
    <w:rsid w:val="00B30A6D"/>
    <w:rsid w:val="00B30B27"/>
    <w:rsid w:val="00B30E1E"/>
    <w:rsid w:val="00B30E38"/>
    <w:rsid w:val="00B31488"/>
    <w:rsid w:val="00B31CA3"/>
    <w:rsid w:val="00B31F50"/>
    <w:rsid w:val="00B322C5"/>
    <w:rsid w:val="00B32471"/>
    <w:rsid w:val="00B327AF"/>
    <w:rsid w:val="00B3285E"/>
    <w:rsid w:val="00B32892"/>
    <w:rsid w:val="00B328A0"/>
    <w:rsid w:val="00B328F6"/>
    <w:rsid w:val="00B32E95"/>
    <w:rsid w:val="00B32EBB"/>
    <w:rsid w:val="00B32FC0"/>
    <w:rsid w:val="00B33355"/>
    <w:rsid w:val="00B33753"/>
    <w:rsid w:val="00B337CD"/>
    <w:rsid w:val="00B33AC5"/>
    <w:rsid w:val="00B33BA7"/>
    <w:rsid w:val="00B33EFA"/>
    <w:rsid w:val="00B34027"/>
    <w:rsid w:val="00B3428B"/>
    <w:rsid w:val="00B342C3"/>
    <w:rsid w:val="00B345E4"/>
    <w:rsid w:val="00B34623"/>
    <w:rsid w:val="00B34661"/>
    <w:rsid w:val="00B34BE0"/>
    <w:rsid w:val="00B34DAE"/>
    <w:rsid w:val="00B3553B"/>
    <w:rsid w:val="00B35599"/>
    <w:rsid w:val="00B35F0E"/>
    <w:rsid w:val="00B3637D"/>
    <w:rsid w:val="00B36542"/>
    <w:rsid w:val="00B36BCB"/>
    <w:rsid w:val="00B36DB6"/>
    <w:rsid w:val="00B3705C"/>
    <w:rsid w:val="00B373A3"/>
    <w:rsid w:val="00B373F8"/>
    <w:rsid w:val="00B3751A"/>
    <w:rsid w:val="00B376BB"/>
    <w:rsid w:val="00B37902"/>
    <w:rsid w:val="00B37B30"/>
    <w:rsid w:val="00B403C2"/>
    <w:rsid w:val="00B40946"/>
    <w:rsid w:val="00B40AA7"/>
    <w:rsid w:val="00B40BC7"/>
    <w:rsid w:val="00B40CD4"/>
    <w:rsid w:val="00B413C4"/>
    <w:rsid w:val="00B41775"/>
    <w:rsid w:val="00B41D7F"/>
    <w:rsid w:val="00B41F59"/>
    <w:rsid w:val="00B420B4"/>
    <w:rsid w:val="00B423CA"/>
    <w:rsid w:val="00B42517"/>
    <w:rsid w:val="00B42BB1"/>
    <w:rsid w:val="00B42D86"/>
    <w:rsid w:val="00B42DC6"/>
    <w:rsid w:val="00B42E32"/>
    <w:rsid w:val="00B42F97"/>
    <w:rsid w:val="00B430C0"/>
    <w:rsid w:val="00B43949"/>
    <w:rsid w:val="00B4394E"/>
    <w:rsid w:val="00B43ABF"/>
    <w:rsid w:val="00B43DA9"/>
    <w:rsid w:val="00B43EBF"/>
    <w:rsid w:val="00B43FAF"/>
    <w:rsid w:val="00B4402C"/>
    <w:rsid w:val="00B442B4"/>
    <w:rsid w:val="00B44452"/>
    <w:rsid w:val="00B444F5"/>
    <w:rsid w:val="00B448EF"/>
    <w:rsid w:val="00B44F81"/>
    <w:rsid w:val="00B452E0"/>
    <w:rsid w:val="00B45408"/>
    <w:rsid w:val="00B454E2"/>
    <w:rsid w:val="00B456A4"/>
    <w:rsid w:val="00B45741"/>
    <w:rsid w:val="00B45E11"/>
    <w:rsid w:val="00B46106"/>
    <w:rsid w:val="00B46460"/>
    <w:rsid w:val="00B464F9"/>
    <w:rsid w:val="00B46889"/>
    <w:rsid w:val="00B469A3"/>
    <w:rsid w:val="00B46B2F"/>
    <w:rsid w:val="00B46BC9"/>
    <w:rsid w:val="00B46DA0"/>
    <w:rsid w:val="00B46E36"/>
    <w:rsid w:val="00B4748C"/>
    <w:rsid w:val="00B47A2A"/>
    <w:rsid w:val="00B5011A"/>
    <w:rsid w:val="00B504B8"/>
    <w:rsid w:val="00B50814"/>
    <w:rsid w:val="00B50FBA"/>
    <w:rsid w:val="00B510AB"/>
    <w:rsid w:val="00B514C2"/>
    <w:rsid w:val="00B5154E"/>
    <w:rsid w:val="00B5161C"/>
    <w:rsid w:val="00B516A2"/>
    <w:rsid w:val="00B51702"/>
    <w:rsid w:val="00B51725"/>
    <w:rsid w:val="00B51798"/>
    <w:rsid w:val="00B51BA5"/>
    <w:rsid w:val="00B51C1F"/>
    <w:rsid w:val="00B51CD7"/>
    <w:rsid w:val="00B51FBA"/>
    <w:rsid w:val="00B52101"/>
    <w:rsid w:val="00B52435"/>
    <w:rsid w:val="00B52586"/>
    <w:rsid w:val="00B52B43"/>
    <w:rsid w:val="00B52BE6"/>
    <w:rsid w:val="00B53051"/>
    <w:rsid w:val="00B537FC"/>
    <w:rsid w:val="00B53992"/>
    <w:rsid w:val="00B539BF"/>
    <w:rsid w:val="00B540DC"/>
    <w:rsid w:val="00B541F1"/>
    <w:rsid w:val="00B544C8"/>
    <w:rsid w:val="00B54E61"/>
    <w:rsid w:val="00B55198"/>
    <w:rsid w:val="00B5526B"/>
    <w:rsid w:val="00B5553F"/>
    <w:rsid w:val="00B5583C"/>
    <w:rsid w:val="00B55BC6"/>
    <w:rsid w:val="00B55FAF"/>
    <w:rsid w:val="00B562F5"/>
    <w:rsid w:val="00B565D0"/>
    <w:rsid w:val="00B565E3"/>
    <w:rsid w:val="00B56961"/>
    <w:rsid w:val="00B56A2B"/>
    <w:rsid w:val="00B56C8C"/>
    <w:rsid w:val="00B5716E"/>
    <w:rsid w:val="00B57196"/>
    <w:rsid w:val="00B573AF"/>
    <w:rsid w:val="00B57691"/>
    <w:rsid w:val="00B57779"/>
    <w:rsid w:val="00B5789B"/>
    <w:rsid w:val="00B578BC"/>
    <w:rsid w:val="00B57A5A"/>
    <w:rsid w:val="00B57E0C"/>
    <w:rsid w:val="00B57EE1"/>
    <w:rsid w:val="00B57F7B"/>
    <w:rsid w:val="00B605D1"/>
    <w:rsid w:val="00B60626"/>
    <w:rsid w:val="00B60C50"/>
    <w:rsid w:val="00B60D6E"/>
    <w:rsid w:val="00B61505"/>
    <w:rsid w:val="00B6155B"/>
    <w:rsid w:val="00B61BC6"/>
    <w:rsid w:val="00B61C61"/>
    <w:rsid w:val="00B61CE1"/>
    <w:rsid w:val="00B61FDC"/>
    <w:rsid w:val="00B62191"/>
    <w:rsid w:val="00B6292A"/>
    <w:rsid w:val="00B62D95"/>
    <w:rsid w:val="00B6380B"/>
    <w:rsid w:val="00B6381E"/>
    <w:rsid w:val="00B63986"/>
    <w:rsid w:val="00B63CC3"/>
    <w:rsid w:val="00B64065"/>
    <w:rsid w:val="00B640EB"/>
    <w:rsid w:val="00B641E7"/>
    <w:rsid w:val="00B64271"/>
    <w:rsid w:val="00B64453"/>
    <w:rsid w:val="00B64E82"/>
    <w:rsid w:val="00B651A3"/>
    <w:rsid w:val="00B656DE"/>
    <w:rsid w:val="00B656FB"/>
    <w:rsid w:val="00B659D6"/>
    <w:rsid w:val="00B66359"/>
    <w:rsid w:val="00B666D7"/>
    <w:rsid w:val="00B668D7"/>
    <w:rsid w:val="00B66A07"/>
    <w:rsid w:val="00B676E6"/>
    <w:rsid w:val="00B678BE"/>
    <w:rsid w:val="00B6799E"/>
    <w:rsid w:val="00B67C41"/>
    <w:rsid w:val="00B67D27"/>
    <w:rsid w:val="00B70149"/>
    <w:rsid w:val="00B702FF"/>
    <w:rsid w:val="00B703EC"/>
    <w:rsid w:val="00B7055C"/>
    <w:rsid w:val="00B70655"/>
    <w:rsid w:val="00B7074A"/>
    <w:rsid w:val="00B7075C"/>
    <w:rsid w:val="00B7080E"/>
    <w:rsid w:val="00B70A0D"/>
    <w:rsid w:val="00B70A7A"/>
    <w:rsid w:val="00B70CD2"/>
    <w:rsid w:val="00B715AC"/>
    <w:rsid w:val="00B71815"/>
    <w:rsid w:val="00B71A70"/>
    <w:rsid w:val="00B71A82"/>
    <w:rsid w:val="00B71FF2"/>
    <w:rsid w:val="00B7223F"/>
    <w:rsid w:val="00B7254F"/>
    <w:rsid w:val="00B727B2"/>
    <w:rsid w:val="00B72BF4"/>
    <w:rsid w:val="00B72DC5"/>
    <w:rsid w:val="00B72E5F"/>
    <w:rsid w:val="00B731DB"/>
    <w:rsid w:val="00B73435"/>
    <w:rsid w:val="00B73B74"/>
    <w:rsid w:val="00B73B96"/>
    <w:rsid w:val="00B742B3"/>
    <w:rsid w:val="00B749D5"/>
    <w:rsid w:val="00B74B42"/>
    <w:rsid w:val="00B74D32"/>
    <w:rsid w:val="00B74FAE"/>
    <w:rsid w:val="00B751D7"/>
    <w:rsid w:val="00B751EB"/>
    <w:rsid w:val="00B75840"/>
    <w:rsid w:val="00B75A2A"/>
    <w:rsid w:val="00B75BEA"/>
    <w:rsid w:val="00B75E1A"/>
    <w:rsid w:val="00B764E5"/>
    <w:rsid w:val="00B7686A"/>
    <w:rsid w:val="00B76D56"/>
    <w:rsid w:val="00B76D5E"/>
    <w:rsid w:val="00B76FA4"/>
    <w:rsid w:val="00B770C0"/>
    <w:rsid w:val="00B770E8"/>
    <w:rsid w:val="00B77396"/>
    <w:rsid w:val="00B77549"/>
    <w:rsid w:val="00B776DD"/>
    <w:rsid w:val="00B7782F"/>
    <w:rsid w:val="00B779C5"/>
    <w:rsid w:val="00B77BD4"/>
    <w:rsid w:val="00B77C75"/>
    <w:rsid w:val="00B77CD8"/>
    <w:rsid w:val="00B80275"/>
    <w:rsid w:val="00B8035D"/>
    <w:rsid w:val="00B80B1F"/>
    <w:rsid w:val="00B80CEF"/>
    <w:rsid w:val="00B81087"/>
    <w:rsid w:val="00B8109A"/>
    <w:rsid w:val="00B8113A"/>
    <w:rsid w:val="00B813A2"/>
    <w:rsid w:val="00B81457"/>
    <w:rsid w:val="00B8174C"/>
    <w:rsid w:val="00B81D6E"/>
    <w:rsid w:val="00B82326"/>
    <w:rsid w:val="00B8276E"/>
    <w:rsid w:val="00B828C6"/>
    <w:rsid w:val="00B828E7"/>
    <w:rsid w:val="00B82B83"/>
    <w:rsid w:val="00B82B85"/>
    <w:rsid w:val="00B82E3F"/>
    <w:rsid w:val="00B834B4"/>
    <w:rsid w:val="00B839FF"/>
    <w:rsid w:val="00B83D2E"/>
    <w:rsid w:val="00B83E9C"/>
    <w:rsid w:val="00B83ED7"/>
    <w:rsid w:val="00B83FB1"/>
    <w:rsid w:val="00B84102"/>
    <w:rsid w:val="00B844A4"/>
    <w:rsid w:val="00B84770"/>
    <w:rsid w:val="00B84840"/>
    <w:rsid w:val="00B853AE"/>
    <w:rsid w:val="00B85453"/>
    <w:rsid w:val="00B85E1F"/>
    <w:rsid w:val="00B860B4"/>
    <w:rsid w:val="00B86815"/>
    <w:rsid w:val="00B86A1A"/>
    <w:rsid w:val="00B86B7E"/>
    <w:rsid w:val="00B86B7F"/>
    <w:rsid w:val="00B86E3C"/>
    <w:rsid w:val="00B87422"/>
    <w:rsid w:val="00B879D9"/>
    <w:rsid w:val="00B87B17"/>
    <w:rsid w:val="00B87B1D"/>
    <w:rsid w:val="00B87BE9"/>
    <w:rsid w:val="00B87F25"/>
    <w:rsid w:val="00B90251"/>
    <w:rsid w:val="00B908DE"/>
    <w:rsid w:val="00B908EF"/>
    <w:rsid w:val="00B90BC1"/>
    <w:rsid w:val="00B90C94"/>
    <w:rsid w:val="00B90DCA"/>
    <w:rsid w:val="00B90F8F"/>
    <w:rsid w:val="00B91297"/>
    <w:rsid w:val="00B91788"/>
    <w:rsid w:val="00B92269"/>
    <w:rsid w:val="00B92528"/>
    <w:rsid w:val="00B926CA"/>
    <w:rsid w:val="00B92F60"/>
    <w:rsid w:val="00B9317E"/>
    <w:rsid w:val="00B931CE"/>
    <w:rsid w:val="00B93335"/>
    <w:rsid w:val="00B933FC"/>
    <w:rsid w:val="00B93663"/>
    <w:rsid w:val="00B93FA3"/>
    <w:rsid w:val="00B945F3"/>
    <w:rsid w:val="00B948C9"/>
    <w:rsid w:val="00B94D96"/>
    <w:rsid w:val="00B95150"/>
    <w:rsid w:val="00B951EC"/>
    <w:rsid w:val="00B953B3"/>
    <w:rsid w:val="00B95B07"/>
    <w:rsid w:val="00B9621B"/>
    <w:rsid w:val="00B962B0"/>
    <w:rsid w:val="00B9631A"/>
    <w:rsid w:val="00B968E3"/>
    <w:rsid w:val="00B9718E"/>
    <w:rsid w:val="00B97278"/>
    <w:rsid w:val="00B97300"/>
    <w:rsid w:val="00B975E0"/>
    <w:rsid w:val="00B97998"/>
    <w:rsid w:val="00B979AD"/>
    <w:rsid w:val="00B97A83"/>
    <w:rsid w:val="00BA0522"/>
    <w:rsid w:val="00BA05C1"/>
    <w:rsid w:val="00BA0CEE"/>
    <w:rsid w:val="00BA0D5C"/>
    <w:rsid w:val="00BA0DFE"/>
    <w:rsid w:val="00BA1471"/>
    <w:rsid w:val="00BA15C4"/>
    <w:rsid w:val="00BA168D"/>
    <w:rsid w:val="00BA1945"/>
    <w:rsid w:val="00BA1A51"/>
    <w:rsid w:val="00BA1D58"/>
    <w:rsid w:val="00BA1F8E"/>
    <w:rsid w:val="00BA2278"/>
    <w:rsid w:val="00BA2FF8"/>
    <w:rsid w:val="00BA3413"/>
    <w:rsid w:val="00BA3A53"/>
    <w:rsid w:val="00BA3B22"/>
    <w:rsid w:val="00BA3BA8"/>
    <w:rsid w:val="00BA3E5F"/>
    <w:rsid w:val="00BA40B8"/>
    <w:rsid w:val="00BA420E"/>
    <w:rsid w:val="00BA449B"/>
    <w:rsid w:val="00BA45A5"/>
    <w:rsid w:val="00BA4C56"/>
    <w:rsid w:val="00BA4CBA"/>
    <w:rsid w:val="00BA4FF3"/>
    <w:rsid w:val="00BA5252"/>
    <w:rsid w:val="00BA529D"/>
    <w:rsid w:val="00BA5A07"/>
    <w:rsid w:val="00BA5EA1"/>
    <w:rsid w:val="00BA6A67"/>
    <w:rsid w:val="00BA6D3B"/>
    <w:rsid w:val="00BA7268"/>
    <w:rsid w:val="00BA73C9"/>
    <w:rsid w:val="00BA75ED"/>
    <w:rsid w:val="00BA76F3"/>
    <w:rsid w:val="00BA7722"/>
    <w:rsid w:val="00BA7AB8"/>
    <w:rsid w:val="00BA7E19"/>
    <w:rsid w:val="00BA7FED"/>
    <w:rsid w:val="00BB0AD9"/>
    <w:rsid w:val="00BB0E2D"/>
    <w:rsid w:val="00BB0FAF"/>
    <w:rsid w:val="00BB1137"/>
    <w:rsid w:val="00BB14B3"/>
    <w:rsid w:val="00BB175A"/>
    <w:rsid w:val="00BB18C2"/>
    <w:rsid w:val="00BB18FF"/>
    <w:rsid w:val="00BB19DB"/>
    <w:rsid w:val="00BB1C93"/>
    <w:rsid w:val="00BB243F"/>
    <w:rsid w:val="00BB2E4E"/>
    <w:rsid w:val="00BB3533"/>
    <w:rsid w:val="00BB38DF"/>
    <w:rsid w:val="00BB39B3"/>
    <w:rsid w:val="00BB3D1E"/>
    <w:rsid w:val="00BB4042"/>
    <w:rsid w:val="00BB412B"/>
    <w:rsid w:val="00BB4171"/>
    <w:rsid w:val="00BB4410"/>
    <w:rsid w:val="00BB474E"/>
    <w:rsid w:val="00BB50A7"/>
    <w:rsid w:val="00BB513D"/>
    <w:rsid w:val="00BB588A"/>
    <w:rsid w:val="00BB5EE3"/>
    <w:rsid w:val="00BB5F5B"/>
    <w:rsid w:val="00BB621B"/>
    <w:rsid w:val="00BB6485"/>
    <w:rsid w:val="00BB6507"/>
    <w:rsid w:val="00BB6571"/>
    <w:rsid w:val="00BB6627"/>
    <w:rsid w:val="00BB6698"/>
    <w:rsid w:val="00BB6729"/>
    <w:rsid w:val="00BB6A5A"/>
    <w:rsid w:val="00BB6EB4"/>
    <w:rsid w:val="00BB70BD"/>
    <w:rsid w:val="00BB72FB"/>
    <w:rsid w:val="00BB737F"/>
    <w:rsid w:val="00BB7635"/>
    <w:rsid w:val="00BB7666"/>
    <w:rsid w:val="00BB7C13"/>
    <w:rsid w:val="00BB7DB0"/>
    <w:rsid w:val="00BC049B"/>
    <w:rsid w:val="00BC085E"/>
    <w:rsid w:val="00BC0D06"/>
    <w:rsid w:val="00BC0E68"/>
    <w:rsid w:val="00BC0FD6"/>
    <w:rsid w:val="00BC1736"/>
    <w:rsid w:val="00BC1D5A"/>
    <w:rsid w:val="00BC2C2C"/>
    <w:rsid w:val="00BC35DC"/>
    <w:rsid w:val="00BC3619"/>
    <w:rsid w:val="00BC366D"/>
    <w:rsid w:val="00BC3AA5"/>
    <w:rsid w:val="00BC3AC7"/>
    <w:rsid w:val="00BC3CED"/>
    <w:rsid w:val="00BC4662"/>
    <w:rsid w:val="00BC4AB5"/>
    <w:rsid w:val="00BC4B1A"/>
    <w:rsid w:val="00BC4DD7"/>
    <w:rsid w:val="00BC51AC"/>
    <w:rsid w:val="00BC6535"/>
    <w:rsid w:val="00BC65CE"/>
    <w:rsid w:val="00BC6CF8"/>
    <w:rsid w:val="00BC6FF2"/>
    <w:rsid w:val="00BC7440"/>
    <w:rsid w:val="00BC7567"/>
    <w:rsid w:val="00BC7781"/>
    <w:rsid w:val="00BC77F3"/>
    <w:rsid w:val="00BC78C6"/>
    <w:rsid w:val="00BD02D6"/>
    <w:rsid w:val="00BD034F"/>
    <w:rsid w:val="00BD03B4"/>
    <w:rsid w:val="00BD042D"/>
    <w:rsid w:val="00BD054B"/>
    <w:rsid w:val="00BD07A3"/>
    <w:rsid w:val="00BD0AC7"/>
    <w:rsid w:val="00BD0E22"/>
    <w:rsid w:val="00BD0EEB"/>
    <w:rsid w:val="00BD0F8C"/>
    <w:rsid w:val="00BD12BB"/>
    <w:rsid w:val="00BD1535"/>
    <w:rsid w:val="00BD153F"/>
    <w:rsid w:val="00BD180A"/>
    <w:rsid w:val="00BD1D67"/>
    <w:rsid w:val="00BD2181"/>
    <w:rsid w:val="00BD2868"/>
    <w:rsid w:val="00BD2A8F"/>
    <w:rsid w:val="00BD2C39"/>
    <w:rsid w:val="00BD2DFA"/>
    <w:rsid w:val="00BD2EAB"/>
    <w:rsid w:val="00BD319B"/>
    <w:rsid w:val="00BD326B"/>
    <w:rsid w:val="00BD349D"/>
    <w:rsid w:val="00BD34BB"/>
    <w:rsid w:val="00BD37C1"/>
    <w:rsid w:val="00BD3AB5"/>
    <w:rsid w:val="00BD446B"/>
    <w:rsid w:val="00BD4579"/>
    <w:rsid w:val="00BD45F9"/>
    <w:rsid w:val="00BD4610"/>
    <w:rsid w:val="00BD471D"/>
    <w:rsid w:val="00BD4A51"/>
    <w:rsid w:val="00BD4A76"/>
    <w:rsid w:val="00BD4B63"/>
    <w:rsid w:val="00BD5038"/>
    <w:rsid w:val="00BD514E"/>
    <w:rsid w:val="00BD52D6"/>
    <w:rsid w:val="00BD56AA"/>
    <w:rsid w:val="00BD578F"/>
    <w:rsid w:val="00BD5CFB"/>
    <w:rsid w:val="00BD5D3B"/>
    <w:rsid w:val="00BD614C"/>
    <w:rsid w:val="00BD660C"/>
    <w:rsid w:val="00BD67DE"/>
    <w:rsid w:val="00BD6A29"/>
    <w:rsid w:val="00BD7041"/>
    <w:rsid w:val="00BD7526"/>
    <w:rsid w:val="00BD7964"/>
    <w:rsid w:val="00BD7BE2"/>
    <w:rsid w:val="00BE009B"/>
    <w:rsid w:val="00BE01B9"/>
    <w:rsid w:val="00BE02B7"/>
    <w:rsid w:val="00BE07F6"/>
    <w:rsid w:val="00BE0963"/>
    <w:rsid w:val="00BE0980"/>
    <w:rsid w:val="00BE0A26"/>
    <w:rsid w:val="00BE0CB4"/>
    <w:rsid w:val="00BE0EE0"/>
    <w:rsid w:val="00BE113F"/>
    <w:rsid w:val="00BE11F4"/>
    <w:rsid w:val="00BE1787"/>
    <w:rsid w:val="00BE1BD6"/>
    <w:rsid w:val="00BE1C02"/>
    <w:rsid w:val="00BE1D26"/>
    <w:rsid w:val="00BE22CF"/>
    <w:rsid w:val="00BE269D"/>
    <w:rsid w:val="00BE2BDA"/>
    <w:rsid w:val="00BE3140"/>
    <w:rsid w:val="00BE34AE"/>
    <w:rsid w:val="00BE359F"/>
    <w:rsid w:val="00BE3733"/>
    <w:rsid w:val="00BE3902"/>
    <w:rsid w:val="00BE3B1B"/>
    <w:rsid w:val="00BE3B98"/>
    <w:rsid w:val="00BE3EE5"/>
    <w:rsid w:val="00BE4B72"/>
    <w:rsid w:val="00BE4CC3"/>
    <w:rsid w:val="00BE4F9A"/>
    <w:rsid w:val="00BE500A"/>
    <w:rsid w:val="00BE5085"/>
    <w:rsid w:val="00BE5763"/>
    <w:rsid w:val="00BE5ACA"/>
    <w:rsid w:val="00BE6021"/>
    <w:rsid w:val="00BE658F"/>
    <w:rsid w:val="00BE67D5"/>
    <w:rsid w:val="00BE6FC9"/>
    <w:rsid w:val="00BE706E"/>
    <w:rsid w:val="00BE7186"/>
    <w:rsid w:val="00BE74ED"/>
    <w:rsid w:val="00BE78AE"/>
    <w:rsid w:val="00BE7C1E"/>
    <w:rsid w:val="00BE7D8F"/>
    <w:rsid w:val="00BE7F4E"/>
    <w:rsid w:val="00BF00A4"/>
    <w:rsid w:val="00BF040F"/>
    <w:rsid w:val="00BF0438"/>
    <w:rsid w:val="00BF07AF"/>
    <w:rsid w:val="00BF0C6D"/>
    <w:rsid w:val="00BF0DFD"/>
    <w:rsid w:val="00BF1014"/>
    <w:rsid w:val="00BF1172"/>
    <w:rsid w:val="00BF1380"/>
    <w:rsid w:val="00BF1611"/>
    <w:rsid w:val="00BF1680"/>
    <w:rsid w:val="00BF19C2"/>
    <w:rsid w:val="00BF28F0"/>
    <w:rsid w:val="00BF2914"/>
    <w:rsid w:val="00BF2FCE"/>
    <w:rsid w:val="00BF3886"/>
    <w:rsid w:val="00BF448D"/>
    <w:rsid w:val="00BF44E2"/>
    <w:rsid w:val="00BF48A3"/>
    <w:rsid w:val="00BF4C6A"/>
    <w:rsid w:val="00BF50B8"/>
    <w:rsid w:val="00BF55B5"/>
    <w:rsid w:val="00BF55F8"/>
    <w:rsid w:val="00BF595B"/>
    <w:rsid w:val="00BF5ECF"/>
    <w:rsid w:val="00BF6929"/>
    <w:rsid w:val="00BF6C4F"/>
    <w:rsid w:val="00BF6DB9"/>
    <w:rsid w:val="00BF6E25"/>
    <w:rsid w:val="00BF7341"/>
    <w:rsid w:val="00BF7597"/>
    <w:rsid w:val="00BF7A7B"/>
    <w:rsid w:val="00BF7ABA"/>
    <w:rsid w:val="00BF7C61"/>
    <w:rsid w:val="00C0015C"/>
    <w:rsid w:val="00C002AA"/>
    <w:rsid w:val="00C004D3"/>
    <w:rsid w:val="00C005AE"/>
    <w:rsid w:val="00C00688"/>
    <w:rsid w:val="00C00E09"/>
    <w:rsid w:val="00C00EF5"/>
    <w:rsid w:val="00C011FB"/>
    <w:rsid w:val="00C014FF"/>
    <w:rsid w:val="00C01584"/>
    <w:rsid w:val="00C02221"/>
    <w:rsid w:val="00C027C5"/>
    <w:rsid w:val="00C032B6"/>
    <w:rsid w:val="00C033D5"/>
    <w:rsid w:val="00C033E1"/>
    <w:rsid w:val="00C03BA7"/>
    <w:rsid w:val="00C03FB8"/>
    <w:rsid w:val="00C04209"/>
    <w:rsid w:val="00C04712"/>
    <w:rsid w:val="00C04841"/>
    <w:rsid w:val="00C04A0C"/>
    <w:rsid w:val="00C04C9C"/>
    <w:rsid w:val="00C0525D"/>
    <w:rsid w:val="00C0539A"/>
    <w:rsid w:val="00C05A3D"/>
    <w:rsid w:val="00C05AD2"/>
    <w:rsid w:val="00C05B29"/>
    <w:rsid w:val="00C06088"/>
    <w:rsid w:val="00C061BC"/>
    <w:rsid w:val="00C0623D"/>
    <w:rsid w:val="00C0697A"/>
    <w:rsid w:val="00C06ABF"/>
    <w:rsid w:val="00C06D84"/>
    <w:rsid w:val="00C06E96"/>
    <w:rsid w:val="00C071DF"/>
    <w:rsid w:val="00C07E15"/>
    <w:rsid w:val="00C07EE1"/>
    <w:rsid w:val="00C1010E"/>
    <w:rsid w:val="00C1016A"/>
    <w:rsid w:val="00C10256"/>
    <w:rsid w:val="00C10272"/>
    <w:rsid w:val="00C103E9"/>
    <w:rsid w:val="00C10575"/>
    <w:rsid w:val="00C10629"/>
    <w:rsid w:val="00C109A2"/>
    <w:rsid w:val="00C10AB2"/>
    <w:rsid w:val="00C10B23"/>
    <w:rsid w:val="00C1133E"/>
    <w:rsid w:val="00C11489"/>
    <w:rsid w:val="00C11586"/>
    <w:rsid w:val="00C1251D"/>
    <w:rsid w:val="00C12655"/>
    <w:rsid w:val="00C129ED"/>
    <w:rsid w:val="00C12BB6"/>
    <w:rsid w:val="00C130B2"/>
    <w:rsid w:val="00C1366A"/>
    <w:rsid w:val="00C1375A"/>
    <w:rsid w:val="00C13A98"/>
    <w:rsid w:val="00C13C9C"/>
    <w:rsid w:val="00C143B7"/>
    <w:rsid w:val="00C14F68"/>
    <w:rsid w:val="00C14FD1"/>
    <w:rsid w:val="00C15D0D"/>
    <w:rsid w:val="00C15D43"/>
    <w:rsid w:val="00C16038"/>
    <w:rsid w:val="00C163FE"/>
    <w:rsid w:val="00C16586"/>
    <w:rsid w:val="00C16C87"/>
    <w:rsid w:val="00C1798D"/>
    <w:rsid w:val="00C17B1F"/>
    <w:rsid w:val="00C17C63"/>
    <w:rsid w:val="00C20113"/>
    <w:rsid w:val="00C2044A"/>
    <w:rsid w:val="00C20AB8"/>
    <w:rsid w:val="00C20C32"/>
    <w:rsid w:val="00C20DE0"/>
    <w:rsid w:val="00C21359"/>
    <w:rsid w:val="00C2135C"/>
    <w:rsid w:val="00C2136D"/>
    <w:rsid w:val="00C213EE"/>
    <w:rsid w:val="00C214D8"/>
    <w:rsid w:val="00C214EF"/>
    <w:rsid w:val="00C2150A"/>
    <w:rsid w:val="00C21672"/>
    <w:rsid w:val="00C2167A"/>
    <w:rsid w:val="00C21D30"/>
    <w:rsid w:val="00C21E3F"/>
    <w:rsid w:val="00C21FCE"/>
    <w:rsid w:val="00C22232"/>
    <w:rsid w:val="00C22790"/>
    <w:rsid w:val="00C227E0"/>
    <w:rsid w:val="00C227F0"/>
    <w:rsid w:val="00C22836"/>
    <w:rsid w:val="00C23310"/>
    <w:rsid w:val="00C23436"/>
    <w:rsid w:val="00C23E60"/>
    <w:rsid w:val="00C23E61"/>
    <w:rsid w:val="00C2414A"/>
    <w:rsid w:val="00C24276"/>
    <w:rsid w:val="00C245B2"/>
    <w:rsid w:val="00C24806"/>
    <w:rsid w:val="00C2486E"/>
    <w:rsid w:val="00C24905"/>
    <w:rsid w:val="00C24C0E"/>
    <w:rsid w:val="00C253CD"/>
    <w:rsid w:val="00C25CF0"/>
    <w:rsid w:val="00C2647C"/>
    <w:rsid w:val="00C26540"/>
    <w:rsid w:val="00C26B15"/>
    <w:rsid w:val="00C272E3"/>
    <w:rsid w:val="00C2753A"/>
    <w:rsid w:val="00C278F8"/>
    <w:rsid w:val="00C2791F"/>
    <w:rsid w:val="00C279D5"/>
    <w:rsid w:val="00C27C13"/>
    <w:rsid w:val="00C27C15"/>
    <w:rsid w:val="00C27D35"/>
    <w:rsid w:val="00C30053"/>
    <w:rsid w:val="00C30417"/>
    <w:rsid w:val="00C3045F"/>
    <w:rsid w:val="00C30979"/>
    <w:rsid w:val="00C30B3E"/>
    <w:rsid w:val="00C30BB2"/>
    <w:rsid w:val="00C31521"/>
    <w:rsid w:val="00C31560"/>
    <w:rsid w:val="00C3182B"/>
    <w:rsid w:val="00C31965"/>
    <w:rsid w:val="00C31A9A"/>
    <w:rsid w:val="00C31E9E"/>
    <w:rsid w:val="00C32374"/>
    <w:rsid w:val="00C323AC"/>
    <w:rsid w:val="00C32425"/>
    <w:rsid w:val="00C32857"/>
    <w:rsid w:val="00C32AF6"/>
    <w:rsid w:val="00C32BD4"/>
    <w:rsid w:val="00C331E3"/>
    <w:rsid w:val="00C337F4"/>
    <w:rsid w:val="00C33C30"/>
    <w:rsid w:val="00C33D0A"/>
    <w:rsid w:val="00C33F8C"/>
    <w:rsid w:val="00C3421B"/>
    <w:rsid w:val="00C344DD"/>
    <w:rsid w:val="00C34B4B"/>
    <w:rsid w:val="00C34C9D"/>
    <w:rsid w:val="00C34CE9"/>
    <w:rsid w:val="00C34E29"/>
    <w:rsid w:val="00C34E4D"/>
    <w:rsid w:val="00C34F16"/>
    <w:rsid w:val="00C351C1"/>
    <w:rsid w:val="00C355ED"/>
    <w:rsid w:val="00C35973"/>
    <w:rsid w:val="00C35F77"/>
    <w:rsid w:val="00C361AE"/>
    <w:rsid w:val="00C36981"/>
    <w:rsid w:val="00C36A2A"/>
    <w:rsid w:val="00C36E6A"/>
    <w:rsid w:val="00C37002"/>
    <w:rsid w:val="00C3712B"/>
    <w:rsid w:val="00C3779D"/>
    <w:rsid w:val="00C37BF1"/>
    <w:rsid w:val="00C37C02"/>
    <w:rsid w:val="00C37E1B"/>
    <w:rsid w:val="00C40453"/>
    <w:rsid w:val="00C4096A"/>
    <w:rsid w:val="00C40C58"/>
    <w:rsid w:val="00C41354"/>
    <w:rsid w:val="00C413A4"/>
    <w:rsid w:val="00C4151B"/>
    <w:rsid w:val="00C41715"/>
    <w:rsid w:val="00C421D8"/>
    <w:rsid w:val="00C422BA"/>
    <w:rsid w:val="00C4234B"/>
    <w:rsid w:val="00C423D7"/>
    <w:rsid w:val="00C42CD4"/>
    <w:rsid w:val="00C42E09"/>
    <w:rsid w:val="00C42E93"/>
    <w:rsid w:val="00C4328B"/>
    <w:rsid w:val="00C43467"/>
    <w:rsid w:val="00C441B0"/>
    <w:rsid w:val="00C44353"/>
    <w:rsid w:val="00C44992"/>
    <w:rsid w:val="00C44C9B"/>
    <w:rsid w:val="00C44C9D"/>
    <w:rsid w:val="00C45199"/>
    <w:rsid w:val="00C45250"/>
    <w:rsid w:val="00C45257"/>
    <w:rsid w:val="00C456FD"/>
    <w:rsid w:val="00C45741"/>
    <w:rsid w:val="00C459D2"/>
    <w:rsid w:val="00C45B94"/>
    <w:rsid w:val="00C45F82"/>
    <w:rsid w:val="00C46106"/>
    <w:rsid w:val="00C46205"/>
    <w:rsid w:val="00C462E6"/>
    <w:rsid w:val="00C46BDC"/>
    <w:rsid w:val="00C46FAC"/>
    <w:rsid w:val="00C470FE"/>
    <w:rsid w:val="00C4722F"/>
    <w:rsid w:val="00C47368"/>
    <w:rsid w:val="00C4755E"/>
    <w:rsid w:val="00C47C2E"/>
    <w:rsid w:val="00C50429"/>
    <w:rsid w:val="00C506A8"/>
    <w:rsid w:val="00C50846"/>
    <w:rsid w:val="00C5092D"/>
    <w:rsid w:val="00C50CF1"/>
    <w:rsid w:val="00C50F61"/>
    <w:rsid w:val="00C5111A"/>
    <w:rsid w:val="00C512F6"/>
    <w:rsid w:val="00C5154E"/>
    <w:rsid w:val="00C51B62"/>
    <w:rsid w:val="00C51E31"/>
    <w:rsid w:val="00C51EF3"/>
    <w:rsid w:val="00C51F62"/>
    <w:rsid w:val="00C52201"/>
    <w:rsid w:val="00C523CA"/>
    <w:rsid w:val="00C524A5"/>
    <w:rsid w:val="00C525BB"/>
    <w:rsid w:val="00C52782"/>
    <w:rsid w:val="00C52A51"/>
    <w:rsid w:val="00C52CC8"/>
    <w:rsid w:val="00C52D1C"/>
    <w:rsid w:val="00C52D1F"/>
    <w:rsid w:val="00C536FF"/>
    <w:rsid w:val="00C5381B"/>
    <w:rsid w:val="00C53E5E"/>
    <w:rsid w:val="00C53E72"/>
    <w:rsid w:val="00C546D8"/>
    <w:rsid w:val="00C54824"/>
    <w:rsid w:val="00C548C4"/>
    <w:rsid w:val="00C54A57"/>
    <w:rsid w:val="00C54BDC"/>
    <w:rsid w:val="00C54FB7"/>
    <w:rsid w:val="00C55231"/>
    <w:rsid w:val="00C552B7"/>
    <w:rsid w:val="00C55398"/>
    <w:rsid w:val="00C558AC"/>
    <w:rsid w:val="00C55C36"/>
    <w:rsid w:val="00C55F5A"/>
    <w:rsid w:val="00C565F3"/>
    <w:rsid w:val="00C56787"/>
    <w:rsid w:val="00C5696F"/>
    <w:rsid w:val="00C5698F"/>
    <w:rsid w:val="00C56B8B"/>
    <w:rsid w:val="00C56E7A"/>
    <w:rsid w:val="00C57316"/>
    <w:rsid w:val="00C573E1"/>
    <w:rsid w:val="00C57CF3"/>
    <w:rsid w:val="00C60318"/>
    <w:rsid w:val="00C609B5"/>
    <w:rsid w:val="00C60A45"/>
    <w:rsid w:val="00C60D9A"/>
    <w:rsid w:val="00C61498"/>
    <w:rsid w:val="00C61ED2"/>
    <w:rsid w:val="00C62581"/>
    <w:rsid w:val="00C626BB"/>
    <w:rsid w:val="00C626D7"/>
    <w:rsid w:val="00C62793"/>
    <w:rsid w:val="00C63193"/>
    <w:rsid w:val="00C636AA"/>
    <w:rsid w:val="00C63731"/>
    <w:rsid w:val="00C63C81"/>
    <w:rsid w:val="00C63DB4"/>
    <w:rsid w:val="00C64446"/>
    <w:rsid w:val="00C64938"/>
    <w:rsid w:val="00C64D23"/>
    <w:rsid w:val="00C64E1B"/>
    <w:rsid w:val="00C65061"/>
    <w:rsid w:val="00C650EE"/>
    <w:rsid w:val="00C65323"/>
    <w:rsid w:val="00C655F2"/>
    <w:rsid w:val="00C65E05"/>
    <w:rsid w:val="00C66290"/>
    <w:rsid w:val="00C66338"/>
    <w:rsid w:val="00C66416"/>
    <w:rsid w:val="00C667B6"/>
    <w:rsid w:val="00C66FD0"/>
    <w:rsid w:val="00C670D2"/>
    <w:rsid w:val="00C6737E"/>
    <w:rsid w:val="00C673A5"/>
    <w:rsid w:val="00C6794B"/>
    <w:rsid w:val="00C679EB"/>
    <w:rsid w:val="00C67CC1"/>
    <w:rsid w:val="00C70788"/>
    <w:rsid w:val="00C715D3"/>
    <w:rsid w:val="00C7176A"/>
    <w:rsid w:val="00C71988"/>
    <w:rsid w:val="00C72231"/>
    <w:rsid w:val="00C7261F"/>
    <w:rsid w:val="00C72668"/>
    <w:rsid w:val="00C72A63"/>
    <w:rsid w:val="00C72B0B"/>
    <w:rsid w:val="00C72E4A"/>
    <w:rsid w:val="00C7308F"/>
    <w:rsid w:val="00C73335"/>
    <w:rsid w:val="00C734BD"/>
    <w:rsid w:val="00C735BB"/>
    <w:rsid w:val="00C73639"/>
    <w:rsid w:val="00C73882"/>
    <w:rsid w:val="00C74119"/>
    <w:rsid w:val="00C7417B"/>
    <w:rsid w:val="00C74359"/>
    <w:rsid w:val="00C74609"/>
    <w:rsid w:val="00C74796"/>
    <w:rsid w:val="00C7494C"/>
    <w:rsid w:val="00C749A6"/>
    <w:rsid w:val="00C74B87"/>
    <w:rsid w:val="00C75A15"/>
    <w:rsid w:val="00C75BE5"/>
    <w:rsid w:val="00C7663A"/>
    <w:rsid w:val="00C76FB6"/>
    <w:rsid w:val="00C77466"/>
    <w:rsid w:val="00C774E5"/>
    <w:rsid w:val="00C778B5"/>
    <w:rsid w:val="00C77B60"/>
    <w:rsid w:val="00C77C58"/>
    <w:rsid w:val="00C77EBB"/>
    <w:rsid w:val="00C80153"/>
    <w:rsid w:val="00C80183"/>
    <w:rsid w:val="00C80EEF"/>
    <w:rsid w:val="00C81083"/>
    <w:rsid w:val="00C811FE"/>
    <w:rsid w:val="00C817A5"/>
    <w:rsid w:val="00C81843"/>
    <w:rsid w:val="00C81F9C"/>
    <w:rsid w:val="00C827A0"/>
    <w:rsid w:val="00C8296F"/>
    <w:rsid w:val="00C82D5D"/>
    <w:rsid w:val="00C82F7D"/>
    <w:rsid w:val="00C83704"/>
    <w:rsid w:val="00C83F48"/>
    <w:rsid w:val="00C843D9"/>
    <w:rsid w:val="00C84439"/>
    <w:rsid w:val="00C84778"/>
    <w:rsid w:val="00C848DA"/>
    <w:rsid w:val="00C84EA8"/>
    <w:rsid w:val="00C84EEC"/>
    <w:rsid w:val="00C85099"/>
    <w:rsid w:val="00C85729"/>
    <w:rsid w:val="00C85864"/>
    <w:rsid w:val="00C85F9D"/>
    <w:rsid w:val="00C861B1"/>
    <w:rsid w:val="00C865E6"/>
    <w:rsid w:val="00C86744"/>
    <w:rsid w:val="00C868A5"/>
    <w:rsid w:val="00C86BEE"/>
    <w:rsid w:val="00C86C15"/>
    <w:rsid w:val="00C87194"/>
    <w:rsid w:val="00C87321"/>
    <w:rsid w:val="00C873AA"/>
    <w:rsid w:val="00C87B1B"/>
    <w:rsid w:val="00C90410"/>
    <w:rsid w:val="00C90741"/>
    <w:rsid w:val="00C90983"/>
    <w:rsid w:val="00C917BD"/>
    <w:rsid w:val="00C917C0"/>
    <w:rsid w:val="00C91A18"/>
    <w:rsid w:val="00C91AE6"/>
    <w:rsid w:val="00C91FBF"/>
    <w:rsid w:val="00C92309"/>
    <w:rsid w:val="00C9236A"/>
    <w:rsid w:val="00C9295B"/>
    <w:rsid w:val="00C92D97"/>
    <w:rsid w:val="00C93599"/>
    <w:rsid w:val="00C937DB"/>
    <w:rsid w:val="00C93CBE"/>
    <w:rsid w:val="00C93D76"/>
    <w:rsid w:val="00C942A3"/>
    <w:rsid w:val="00C9492A"/>
    <w:rsid w:val="00C94A3C"/>
    <w:rsid w:val="00C94BF4"/>
    <w:rsid w:val="00C94C84"/>
    <w:rsid w:val="00C94F3F"/>
    <w:rsid w:val="00C9507A"/>
    <w:rsid w:val="00C95212"/>
    <w:rsid w:val="00C957CF"/>
    <w:rsid w:val="00C958CA"/>
    <w:rsid w:val="00C95C00"/>
    <w:rsid w:val="00C96171"/>
    <w:rsid w:val="00C961EF"/>
    <w:rsid w:val="00C96508"/>
    <w:rsid w:val="00C96B24"/>
    <w:rsid w:val="00C96C5A"/>
    <w:rsid w:val="00C96FC9"/>
    <w:rsid w:val="00C97041"/>
    <w:rsid w:val="00C9741E"/>
    <w:rsid w:val="00C9787B"/>
    <w:rsid w:val="00C97901"/>
    <w:rsid w:val="00C97C6F"/>
    <w:rsid w:val="00C97D17"/>
    <w:rsid w:val="00C97E00"/>
    <w:rsid w:val="00C97E26"/>
    <w:rsid w:val="00CA00ED"/>
    <w:rsid w:val="00CA049D"/>
    <w:rsid w:val="00CA0A66"/>
    <w:rsid w:val="00CA0E88"/>
    <w:rsid w:val="00CA1049"/>
    <w:rsid w:val="00CA1221"/>
    <w:rsid w:val="00CA1343"/>
    <w:rsid w:val="00CA1400"/>
    <w:rsid w:val="00CA1488"/>
    <w:rsid w:val="00CA1A7D"/>
    <w:rsid w:val="00CA1AA2"/>
    <w:rsid w:val="00CA1D54"/>
    <w:rsid w:val="00CA1E01"/>
    <w:rsid w:val="00CA20AC"/>
    <w:rsid w:val="00CA21EB"/>
    <w:rsid w:val="00CA2438"/>
    <w:rsid w:val="00CA3070"/>
    <w:rsid w:val="00CA3308"/>
    <w:rsid w:val="00CA331D"/>
    <w:rsid w:val="00CA3D48"/>
    <w:rsid w:val="00CA409D"/>
    <w:rsid w:val="00CA4491"/>
    <w:rsid w:val="00CA45D8"/>
    <w:rsid w:val="00CA4B3E"/>
    <w:rsid w:val="00CA4B63"/>
    <w:rsid w:val="00CA4D8E"/>
    <w:rsid w:val="00CA5276"/>
    <w:rsid w:val="00CA54AA"/>
    <w:rsid w:val="00CA5689"/>
    <w:rsid w:val="00CA5754"/>
    <w:rsid w:val="00CA5A01"/>
    <w:rsid w:val="00CA5ACA"/>
    <w:rsid w:val="00CA5D11"/>
    <w:rsid w:val="00CA5EFD"/>
    <w:rsid w:val="00CA5FD7"/>
    <w:rsid w:val="00CA5FE1"/>
    <w:rsid w:val="00CA637E"/>
    <w:rsid w:val="00CA6781"/>
    <w:rsid w:val="00CA6887"/>
    <w:rsid w:val="00CA68B1"/>
    <w:rsid w:val="00CA6BEA"/>
    <w:rsid w:val="00CA6C16"/>
    <w:rsid w:val="00CA72E3"/>
    <w:rsid w:val="00CA7424"/>
    <w:rsid w:val="00CA7BDB"/>
    <w:rsid w:val="00CA7C60"/>
    <w:rsid w:val="00CA7EB0"/>
    <w:rsid w:val="00CA7F11"/>
    <w:rsid w:val="00CB04AE"/>
    <w:rsid w:val="00CB0563"/>
    <w:rsid w:val="00CB0AED"/>
    <w:rsid w:val="00CB0BEE"/>
    <w:rsid w:val="00CB0D28"/>
    <w:rsid w:val="00CB0EF8"/>
    <w:rsid w:val="00CB1047"/>
    <w:rsid w:val="00CB126D"/>
    <w:rsid w:val="00CB1686"/>
    <w:rsid w:val="00CB1E3F"/>
    <w:rsid w:val="00CB20BA"/>
    <w:rsid w:val="00CB2B13"/>
    <w:rsid w:val="00CB2CA5"/>
    <w:rsid w:val="00CB2D5C"/>
    <w:rsid w:val="00CB341F"/>
    <w:rsid w:val="00CB3690"/>
    <w:rsid w:val="00CB44BF"/>
    <w:rsid w:val="00CB45DA"/>
    <w:rsid w:val="00CB4AD0"/>
    <w:rsid w:val="00CB552D"/>
    <w:rsid w:val="00CB572A"/>
    <w:rsid w:val="00CB5E2C"/>
    <w:rsid w:val="00CB62F8"/>
    <w:rsid w:val="00CB631A"/>
    <w:rsid w:val="00CB653E"/>
    <w:rsid w:val="00CB6783"/>
    <w:rsid w:val="00CB6B5C"/>
    <w:rsid w:val="00CB7151"/>
    <w:rsid w:val="00CB7993"/>
    <w:rsid w:val="00CB7998"/>
    <w:rsid w:val="00CC084F"/>
    <w:rsid w:val="00CC0C00"/>
    <w:rsid w:val="00CC0D2A"/>
    <w:rsid w:val="00CC0E75"/>
    <w:rsid w:val="00CC0F27"/>
    <w:rsid w:val="00CC10AF"/>
    <w:rsid w:val="00CC10FB"/>
    <w:rsid w:val="00CC111F"/>
    <w:rsid w:val="00CC15A0"/>
    <w:rsid w:val="00CC21FA"/>
    <w:rsid w:val="00CC240D"/>
    <w:rsid w:val="00CC2515"/>
    <w:rsid w:val="00CC25F4"/>
    <w:rsid w:val="00CC2676"/>
    <w:rsid w:val="00CC2823"/>
    <w:rsid w:val="00CC2873"/>
    <w:rsid w:val="00CC29DE"/>
    <w:rsid w:val="00CC3187"/>
    <w:rsid w:val="00CC38C3"/>
    <w:rsid w:val="00CC3ADE"/>
    <w:rsid w:val="00CC41B1"/>
    <w:rsid w:val="00CC4226"/>
    <w:rsid w:val="00CC44F5"/>
    <w:rsid w:val="00CC48BA"/>
    <w:rsid w:val="00CC4DCB"/>
    <w:rsid w:val="00CC4EEC"/>
    <w:rsid w:val="00CC4F30"/>
    <w:rsid w:val="00CC5445"/>
    <w:rsid w:val="00CC58FC"/>
    <w:rsid w:val="00CC625D"/>
    <w:rsid w:val="00CC62C3"/>
    <w:rsid w:val="00CC6402"/>
    <w:rsid w:val="00CC64AC"/>
    <w:rsid w:val="00CC65EA"/>
    <w:rsid w:val="00CC68AA"/>
    <w:rsid w:val="00CC6BA7"/>
    <w:rsid w:val="00CC6D78"/>
    <w:rsid w:val="00CC744E"/>
    <w:rsid w:val="00CC7526"/>
    <w:rsid w:val="00CC794E"/>
    <w:rsid w:val="00CD000F"/>
    <w:rsid w:val="00CD01AB"/>
    <w:rsid w:val="00CD0C5C"/>
    <w:rsid w:val="00CD0D84"/>
    <w:rsid w:val="00CD0DFE"/>
    <w:rsid w:val="00CD0FA7"/>
    <w:rsid w:val="00CD14E1"/>
    <w:rsid w:val="00CD15F9"/>
    <w:rsid w:val="00CD1646"/>
    <w:rsid w:val="00CD16F9"/>
    <w:rsid w:val="00CD19A6"/>
    <w:rsid w:val="00CD1C26"/>
    <w:rsid w:val="00CD1E92"/>
    <w:rsid w:val="00CD29D5"/>
    <w:rsid w:val="00CD2A4D"/>
    <w:rsid w:val="00CD33A2"/>
    <w:rsid w:val="00CD33F8"/>
    <w:rsid w:val="00CD3B27"/>
    <w:rsid w:val="00CD3BA5"/>
    <w:rsid w:val="00CD3C5F"/>
    <w:rsid w:val="00CD4AE4"/>
    <w:rsid w:val="00CD5193"/>
    <w:rsid w:val="00CD56F0"/>
    <w:rsid w:val="00CD5ECA"/>
    <w:rsid w:val="00CD5F17"/>
    <w:rsid w:val="00CD61A5"/>
    <w:rsid w:val="00CD63E8"/>
    <w:rsid w:val="00CD653E"/>
    <w:rsid w:val="00CD69D1"/>
    <w:rsid w:val="00CD6B29"/>
    <w:rsid w:val="00CD6D7E"/>
    <w:rsid w:val="00CD716C"/>
    <w:rsid w:val="00CD7FB3"/>
    <w:rsid w:val="00CE027B"/>
    <w:rsid w:val="00CE0357"/>
    <w:rsid w:val="00CE0803"/>
    <w:rsid w:val="00CE0ABE"/>
    <w:rsid w:val="00CE0E33"/>
    <w:rsid w:val="00CE0FF2"/>
    <w:rsid w:val="00CE137F"/>
    <w:rsid w:val="00CE172A"/>
    <w:rsid w:val="00CE20DF"/>
    <w:rsid w:val="00CE239A"/>
    <w:rsid w:val="00CE23B7"/>
    <w:rsid w:val="00CE245F"/>
    <w:rsid w:val="00CE254A"/>
    <w:rsid w:val="00CE2BAA"/>
    <w:rsid w:val="00CE33AD"/>
    <w:rsid w:val="00CE3625"/>
    <w:rsid w:val="00CE3877"/>
    <w:rsid w:val="00CE40CE"/>
    <w:rsid w:val="00CE47C1"/>
    <w:rsid w:val="00CE480D"/>
    <w:rsid w:val="00CE5326"/>
    <w:rsid w:val="00CE563A"/>
    <w:rsid w:val="00CE56EA"/>
    <w:rsid w:val="00CE5E1A"/>
    <w:rsid w:val="00CE5E78"/>
    <w:rsid w:val="00CE632C"/>
    <w:rsid w:val="00CE63C1"/>
    <w:rsid w:val="00CE6A12"/>
    <w:rsid w:val="00CE6C55"/>
    <w:rsid w:val="00CE6DE0"/>
    <w:rsid w:val="00CE73E7"/>
    <w:rsid w:val="00CE759F"/>
    <w:rsid w:val="00CE7684"/>
    <w:rsid w:val="00CE76C7"/>
    <w:rsid w:val="00CE79BF"/>
    <w:rsid w:val="00CE7DA9"/>
    <w:rsid w:val="00CE7EFD"/>
    <w:rsid w:val="00CF012C"/>
    <w:rsid w:val="00CF0496"/>
    <w:rsid w:val="00CF0569"/>
    <w:rsid w:val="00CF06C0"/>
    <w:rsid w:val="00CF0C17"/>
    <w:rsid w:val="00CF0E91"/>
    <w:rsid w:val="00CF1095"/>
    <w:rsid w:val="00CF11E6"/>
    <w:rsid w:val="00CF17BE"/>
    <w:rsid w:val="00CF18C1"/>
    <w:rsid w:val="00CF1A2F"/>
    <w:rsid w:val="00CF1DC5"/>
    <w:rsid w:val="00CF25F8"/>
    <w:rsid w:val="00CF2C18"/>
    <w:rsid w:val="00CF2EB8"/>
    <w:rsid w:val="00CF3597"/>
    <w:rsid w:val="00CF38D3"/>
    <w:rsid w:val="00CF39A8"/>
    <w:rsid w:val="00CF3A84"/>
    <w:rsid w:val="00CF3C26"/>
    <w:rsid w:val="00CF3F6B"/>
    <w:rsid w:val="00CF41D8"/>
    <w:rsid w:val="00CF41EA"/>
    <w:rsid w:val="00CF43F8"/>
    <w:rsid w:val="00CF470F"/>
    <w:rsid w:val="00CF47EE"/>
    <w:rsid w:val="00CF5633"/>
    <w:rsid w:val="00CF5AA0"/>
    <w:rsid w:val="00CF6668"/>
    <w:rsid w:val="00CF691C"/>
    <w:rsid w:val="00CF69B5"/>
    <w:rsid w:val="00CF69C7"/>
    <w:rsid w:val="00CF6C86"/>
    <w:rsid w:val="00CF6D8A"/>
    <w:rsid w:val="00CF712D"/>
    <w:rsid w:val="00CF7281"/>
    <w:rsid w:val="00CF7870"/>
    <w:rsid w:val="00CF7B60"/>
    <w:rsid w:val="00CF7BCF"/>
    <w:rsid w:val="00CF7DFC"/>
    <w:rsid w:val="00D00647"/>
    <w:rsid w:val="00D00BF3"/>
    <w:rsid w:val="00D00E2F"/>
    <w:rsid w:val="00D01C6E"/>
    <w:rsid w:val="00D01CB5"/>
    <w:rsid w:val="00D01F78"/>
    <w:rsid w:val="00D02115"/>
    <w:rsid w:val="00D022D4"/>
    <w:rsid w:val="00D02C4A"/>
    <w:rsid w:val="00D02D73"/>
    <w:rsid w:val="00D02E5E"/>
    <w:rsid w:val="00D0334A"/>
    <w:rsid w:val="00D03719"/>
    <w:rsid w:val="00D03DC0"/>
    <w:rsid w:val="00D03FC7"/>
    <w:rsid w:val="00D04529"/>
    <w:rsid w:val="00D04543"/>
    <w:rsid w:val="00D04632"/>
    <w:rsid w:val="00D04A8F"/>
    <w:rsid w:val="00D04BC3"/>
    <w:rsid w:val="00D04C17"/>
    <w:rsid w:val="00D05609"/>
    <w:rsid w:val="00D0577E"/>
    <w:rsid w:val="00D05971"/>
    <w:rsid w:val="00D05F0F"/>
    <w:rsid w:val="00D05FC7"/>
    <w:rsid w:val="00D063DE"/>
    <w:rsid w:val="00D06460"/>
    <w:rsid w:val="00D069D4"/>
    <w:rsid w:val="00D06B36"/>
    <w:rsid w:val="00D06D71"/>
    <w:rsid w:val="00D06E49"/>
    <w:rsid w:val="00D07134"/>
    <w:rsid w:val="00D07276"/>
    <w:rsid w:val="00D07571"/>
    <w:rsid w:val="00D07A40"/>
    <w:rsid w:val="00D07AE9"/>
    <w:rsid w:val="00D07B72"/>
    <w:rsid w:val="00D07D91"/>
    <w:rsid w:val="00D07F57"/>
    <w:rsid w:val="00D10139"/>
    <w:rsid w:val="00D10184"/>
    <w:rsid w:val="00D1067D"/>
    <w:rsid w:val="00D108BE"/>
    <w:rsid w:val="00D11424"/>
    <w:rsid w:val="00D117C8"/>
    <w:rsid w:val="00D119BE"/>
    <w:rsid w:val="00D1218D"/>
    <w:rsid w:val="00D125A5"/>
    <w:rsid w:val="00D12772"/>
    <w:rsid w:val="00D12AE9"/>
    <w:rsid w:val="00D12C58"/>
    <w:rsid w:val="00D12D84"/>
    <w:rsid w:val="00D12F1D"/>
    <w:rsid w:val="00D13149"/>
    <w:rsid w:val="00D133F2"/>
    <w:rsid w:val="00D13549"/>
    <w:rsid w:val="00D136DC"/>
    <w:rsid w:val="00D13868"/>
    <w:rsid w:val="00D13916"/>
    <w:rsid w:val="00D13D59"/>
    <w:rsid w:val="00D13D73"/>
    <w:rsid w:val="00D13EE6"/>
    <w:rsid w:val="00D140B4"/>
    <w:rsid w:val="00D14206"/>
    <w:rsid w:val="00D14330"/>
    <w:rsid w:val="00D14A0E"/>
    <w:rsid w:val="00D14C00"/>
    <w:rsid w:val="00D15685"/>
    <w:rsid w:val="00D156CF"/>
    <w:rsid w:val="00D15952"/>
    <w:rsid w:val="00D15A9E"/>
    <w:rsid w:val="00D15B8A"/>
    <w:rsid w:val="00D15D58"/>
    <w:rsid w:val="00D16063"/>
    <w:rsid w:val="00D16556"/>
    <w:rsid w:val="00D16BF5"/>
    <w:rsid w:val="00D16C57"/>
    <w:rsid w:val="00D16FBD"/>
    <w:rsid w:val="00D17560"/>
    <w:rsid w:val="00D17660"/>
    <w:rsid w:val="00D17A3A"/>
    <w:rsid w:val="00D17A7B"/>
    <w:rsid w:val="00D17D18"/>
    <w:rsid w:val="00D17F11"/>
    <w:rsid w:val="00D17FA4"/>
    <w:rsid w:val="00D2002E"/>
    <w:rsid w:val="00D201D3"/>
    <w:rsid w:val="00D202BF"/>
    <w:rsid w:val="00D20D5B"/>
    <w:rsid w:val="00D20E11"/>
    <w:rsid w:val="00D20EE3"/>
    <w:rsid w:val="00D20F02"/>
    <w:rsid w:val="00D2132E"/>
    <w:rsid w:val="00D21EDE"/>
    <w:rsid w:val="00D222CE"/>
    <w:rsid w:val="00D224EA"/>
    <w:rsid w:val="00D227FD"/>
    <w:rsid w:val="00D23B9D"/>
    <w:rsid w:val="00D24239"/>
    <w:rsid w:val="00D249EE"/>
    <w:rsid w:val="00D24D9A"/>
    <w:rsid w:val="00D24FAD"/>
    <w:rsid w:val="00D251AA"/>
    <w:rsid w:val="00D251C1"/>
    <w:rsid w:val="00D25658"/>
    <w:rsid w:val="00D25C50"/>
    <w:rsid w:val="00D25E33"/>
    <w:rsid w:val="00D26757"/>
    <w:rsid w:val="00D267F6"/>
    <w:rsid w:val="00D269F0"/>
    <w:rsid w:val="00D26A74"/>
    <w:rsid w:val="00D2702F"/>
    <w:rsid w:val="00D2711B"/>
    <w:rsid w:val="00D273BE"/>
    <w:rsid w:val="00D27569"/>
    <w:rsid w:val="00D27862"/>
    <w:rsid w:val="00D27AE2"/>
    <w:rsid w:val="00D27D90"/>
    <w:rsid w:val="00D27DDF"/>
    <w:rsid w:val="00D27F8C"/>
    <w:rsid w:val="00D300C5"/>
    <w:rsid w:val="00D301A8"/>
    <w:rsid w:val="00D308B7"/>
    <w:rsid w:val="00D309E1"/>
    <w:rsid w:val="00D30E2B"/>
    <w:rsid w:val="00D30F9D"/>
    <w:rsid w:val="00D311E2"/>
    <w:rsid w:val="00D3125E"/>
    <w:rsid w:val="00D3164F"/>
    <w:rsid w:val="00D316E5"/>
    <w:rsid w:val="00D319E3"/>
    <w:rsid w:val="00D31A2C"/>
    <w:rsid w:val="00D31B8D"/>
    <w:rsid w:val="00D31C20"/>
    <w:rsid w:val="00D31D84"/>
    <w:rsid w:val="00D32645"/>
    <w:rsid w:val="00D32B0D"/>
    <w:rsid w:val="00D32F19"/>
    <w:rsid w:val="00D33644"/>
    <w:rsid w:val="00D3369D"/>
    <w:rsid w:val="00D33842"/>
    <w:rsid w:val="00D339F7"/>
    <w:rsid w:val="00D345DB"/>
    <w:rsid w:val="00D34E17"/>
    <w:rsid w:val="00D3582F"/>
    <w:rsid w:val="00D35DCC"/>
    <w:rsid w:val="00D363BE"/>
    <w:rsid w:val="00D364A6"/>
    <w:rsid w:val="00D3667B"/>
    <w:rsid w:val="00D367E8"/>
    <w:rsid w:val="00D368E7"/>
    <w:rsid w:val="00D36D1B"/>
    <w:rsid w:val="00D36E51"/>
    <w:rsid w:val="00D3717A"/>
    <w:rsid w:val="00D371D1"/>
    <w:rsid w:val="00D374CD"/>
    <w:rsid w:val="00D37750"/>
    <w:rsid w:val="00D37AB8"/>
    <w:rsid w:val="00D37AB9"/>
    <w:rsid w:val="00D37AFF"/>
    <w:rsid w:val="00D37D5D"/>
    <w:rsid w:val="00D37DAE"/>
    <w:rsid w:val="00D37EF6"/>
    <w:rsid w:val="00D37EFD"/>
    <w:rsid w:val="00D40B3A"/>
    <w:rsid w:val="00D40C96"/>
    <w:rsid w:val="00D40DDF"/>
    <w:rsid w:val="00D411F8"/>
    <w:rsid w:val="00D4139B"/>
    <w:rsid w:val="00D415A0"/>
    <w:rsid w:val="00D4165F"/>
    <w:rsid w:val="00D41F5E"/>
    <w:rsid w:val="00D41F6F"/>
    <w:rsid w:val="00D423E6"/>
    <w:rsid w:val="00D430C6"/>
    <w:rsid w:val="00D4316F"/>
    <w:rsid w:val="00D43D16"/>
    <w:rsid w:val="00D440DF"/>
    <w:rsid w:val="00D44158"/>
    <w:rsid w:val="00D44534"/>
    <w:rsid w:val="00D44B16"/>
    <w:rsid w:val="00D450B2"/>
    <w:rsid w:val="00D45525"/>
    <w:rsid w:val="00D456F9"/>
    <w:rsid w:val="00D45707"/>
    <w:rsid w:val="00D4596C"/>
    <w:rsid w:val="00D45D30"/>
    <w:rsid w:val="00D4611A"/>
    <w:rsid w:val="00D467FE"/>
    <w:rsid w:val="00D46995"/>
    <w:rsid w:val="00D46ABF"/>
    <w:rsid w:val="00D4732E"/>
    <w:rsid w:val="00D47840"/>
    <w:rsid w:val="00D478E7"/>
    <w:rsid w:val="00D47C93"/>
    <w:rsid w:val="00D47E29"/>
    <w:rsid w:val="00D47F80"/>
    <w:rsid w:val="00D50691"/>
    <w:rsid w:val="00D508C9"/>
    <w:rsid w:val="00D50B5B"/>
    <w:rsid w:val="00D50CD8"/>
    <w:rsid w:val="00D5126E"/>
    <w:rsid w:val="00D5243E"/>
    <w:rsid w:val="00D5249A"/>
    <w:rsid w:val="00D5283D"/>
    <w:rsid w:val="00D528BE"/>
    <w:rsid w:val="00D528CC"/>
    <w:rsid w:val="00D52E9C"/>
    <w:rsid w:val="00D537ED"/>
    <w:rsid w:val="00D53B17"/>
    <w:rsid w:val="00D53BF3"/>
    <w:rsid w:val="00D53F3F"/>
    <w:rsid w:val="00D54440"/>
    <w:rsid w:val="00D54A87"/>
    <w:rsid w:val="00D54B51"/>
    <w:rsid w:val="00D54E72"/>
    <w:rsid w:val="00D54F09"/>
    <w:rsid w:val="00D55602"/>
    <w:rsid w:val="00D556E1"/>
    <w:rsid w:val="00D558D2"/>
    <w:rsid w:val="00D558FF"/>
    <w:rsid w:val="00D55907"/>
    <w:rsid w:val="00D5590E"/>
    <w:rsid w:val="00D55B3C"/>
    <w:rsid w:val="00D563E3"/>
    <w:rsid w:val="00D564C6"/>
    <w:rsid w:val="00D56651"/>
    <w:rsid w:val="00D56D9F"/>
    <w:rsid w:val="00D56F6D"/>
    <w:rsid w:val="00D57BB9"/>
    <w:rsid w:val="00D57D8E"/>
    <w:rsid w:val="00D57E03"/>
    <w:rsid w:val="00D6001F"/>
    <w:rsid w:val="00D60577"/>
    <w:rsid w:val="00D61219"/>
    <w:rsid w:val="00D61424"/>
    <w:rsid w:val="00D627DB"/>
    <w:rsid w:val="00D6289B"/>
    <w:rsid w:val="00D62994"/>
    <w:rsid w:val="00D62ED4"/>
    <w:rsid w:val="00D63135"/>
    <w:rsid w:val="00D63216"/>
    <w:rsid w:val="00D63262"/>
    <w:rsid w:val="00D63571"/>
    <w:rsid w:val="00D63BC4"/>
    <w:rsid w:val="00D63F14"/>
    <w:rsid w:val="00D6450A"/>
    <w:rsid w:val="00D6487A"/>
    <w:rsid w:val="00D649CB"/>
    <w:rsid w:val="00D64C93"/>
    <w:rsid w:val="00D64D17"/>
    <w:rsid w:val="00D6544C"/>
    <w:rsid w:val="00D654F8"/>
    <w:rsid w:val="00D65967"/>
    <w:rsid w:val="00D65C41"/>
    <w:rsid w:val="00D661C6"/>
    <w:rsid w:val="00D66250"/>
    <w:rsid w:val="00D66C9E"/>
    <w:rsid w:val="00D66FCA"/>
    <w:rsid w:val="00D675B9"/>
    <w:rsid w:val="00D677D1"/>
    <w:rsid w:val="00D67ECA"/>
    <w:rsid w:val="00D70298"/>
    <w:rsid w:val="00D70336"/>
    <w:rsid w:val="00D70357"/>
    <w:rsid w:val="00D7042A"/>
    <w:rsid w:val="00D70550"/>
    <w:rsid w:val="00D705EA"/>
    <w:rsid w:val="00D70E9C"/>
    <w:rsid w:val="00D7151C"/>
    <w:rsid w:val="00D71A5C"/>
    <w:rsid w:val="00D71AC1"/>
    <w:rsid w:val="00D71B0D"/>
    <w:rsid w:val="00D72012"/>
    <w:rsid w:val="00D72022"/>
    <w:rsid w:val="00D7220F"/>
    <w:rsid w:val="00D72465"/>
    <w:rsid w:val="00D7279F"/>
    <w:rsid w:val="00D72A84"/>
    <w:rsid w:val="00D72C52"/>
    <w:rsid w:val="00D72E7B"/>
    <w:rsid w:val="00D72ED7"/>
    <w:rsid w:val="00D731AB"/>
    <w:rsid w:val="00D73282"/>
    <w:rsid w:val="00D735E3"/>
    <w:rsid w:val="00D7368C"/>
    <w:rsid w:val="00D73896"/>
    <w:rsid w:val="00D73C59"/>
    <w:rsid w:val="00D73C6A"/>
    <w:rsid w:val="00D73FAA"/>
    <w:rsid w:val="00D7402F"/>
    <w:rsid w:val="00D74112"/>
    <w:rsid w:val="00D7416D"/>
    <w:rsid w:val="00D74290"/>
    <w:rsid w:val="00D74803"/>
    <w:rsid w:val="00D74813"/>
    <w:rsid w:val="00D749F6"/>
    <w:rsid w:val="00D74ACC"/>
    <w:rsid w:val="00D74F5C"/>
    <w:rsid w:val="00D74F8D"/>
    <w:rsid w:val="00D75494"/>
    <w:rsid w:val="00D7549B"/>
    <w:rsid w:val="00D7672D"/>
    <w:rsid w:val="00D76732"/>
    <w:rsid w:val="00D76752"/>
    <w:rsid w:val="00D769E2"/>
    <w:rsid w:val="00D76A6A"/>
    <w:rsid w:val="00D76BF4"/>
    <w:rsid w:val="00D76C2B"/>
    <w:rsid w:val="00D76D17"/>
    <w:rsid w:val="00D76FCA"/>
    <w:rsid w:val="00D7709A"/>
    <w:rsid w:val="00D771E1"/>
    <w:rsid w:val="00D77282"/>
    <w:rsid w:val="00D77383"/>
    <w:rsid w:val="00D775BA"/>
    <w:rsid w:val="00D779FE"/>
    <w:rsid w:val="00D77E94"/>
    <w:rsid w:val="00D7E3D9"/>
    <w:rsid w:val="00D80258"/>
    <w:rsid w:val="00D80302"/>
    <w:rsid w:val="00D806B6"/>
    <w:rsid w:val="00D80B83"/>
    <w:rsid w:val="00D80D62"/>
    <w:rsid w:val="00D80D6A"/>
    <w:rsid w:val="00D80FB2"/>
    <w:rsid w:val="00D81757"/>
    <w:rsid w:val="00D81C77"/>
    <w:rsid w:val="00D81F0F"/>
    <w:rsid w:val="00D82182"/>
    <w:rsid w:val="00D82259"/>
    <w:rsid w:val="00D822C0"/>
    <w:rsid w:val="00D823D2"/>
    <w:rsid w:val="00D82555"/>
    <w:rsid w:val="00D827C8"/>
    <w:rsid w:val="00D83CA8"/>
    <w:rsid w:val="00D83D38"/>
    <w:rsid w:val="00D84189"/>
    <w:rsid w:val="00D84315"/>
    <w:rsid w:val="00D84B84"/>
    <w:rsid w:val="00D84C91"/>
    <w:rsid w:val="00D855F7"/>
    <w:rsid w:val="00D8633D"/>
    <w:rsid w:val="00D86345"/>
    <w:rsid w:val="00D8655F"/>
    <w:rsid w:val="00D86ACF"/>
    <w:rsid w:val="00D870B0"/>
    <w:rsid w:val="00D873E1"/>
    <w:rsid w:val="00D87929"/>
    <w:rsid w:val="00D87C1D"/>
    <w:rsid w:val="00D904DC"/>
    <w:rsid w:val="00D905D5"/>
    <w:rsid w:val="00D9062D"/>
    <w:rsid w:val="00D90ADF"/>
    <w:rsid w:val="00D90B11"/>
    <w:rsid w:val="00D90C4D"/>
    <w:rsid w:val="00D90C9C"/>
    <w:rsid w:val="00D90CF2"/>
    <w:rsid w:val="00D90CFF"/>
    <w:rsid w:val="00D90EDE"/>
    <w:rsid w:val="00D90F40"/>
    <w:rsid w:val="00D910DC"/>
    <w:rsid w:val="00D91961"/>
    <w:rsid w:val="00D91B6C"/>
    <w:rsid w:val="00D9204A"/>
    <w:rsid w:val="00D9205E"/>
    <w:rsid w:val="00D921C5"/>
    <w:rsid w:val="00D924FC"/>
    <w:rsid w:val="00D92CD2"/>
    <w:rsid w:val="00D93A90"/>
    <w:rsid w:val="00D940CE"/>
    <w:rsid w:val="00D941EB"/>
    <w:rsid w:val="00D95097"/>
    <w:rsid w:val="00D9525B"/>
    <w:rsid w:val="00D95961"/>
    <w:rsid w:val="00D95C89"/>
    <w:rsid w:val="00D95DA0"/>
    <w:rsid w:val="00D9626D"/>
    <w:rsid w:val="00D964A5"/>
    <w:rsid w:val="00D964D8"/>
    <w:rsid w:val="00D967B2"/>
    <w:rsid w:val="00D96A2D"/>
    <w:rsid w:val="00D96B83"/>
    <w:rsid w:val="00D96C5E"/>
    <w:rsid w:val="00D974EB"/>
    <w:rsid w:val="00D97AF0"/>
    <w:rsid w:val="00D97B6D"/>
    <w:rsid w:val="00D97F44"/>
    <w:rsid w:val="00DA020D"/>
    <w:rsid w:val="00DA04E0"/>
    <w:rsid w:val="00DA075D"/>
    <w:rsid w:val="00DA1525"/>
    <w:rsid w:val="00DA168A"/>
    <w:rsid w:val="00DA1A82"/>
    <w:rsid w:val="00DA1C3C"/>
    <w:rsid w:val="00DA20F5"/>
    <w:rsid w:val="00DA222F"/>
    <w:rsid w:val="00DA26ED"/>
    <w:rsid w:val="00DA290F"/>
    <w:rsid w:val="00DA3292"/>
    <w:rsid w:val="00DA32BA"/>
    <w:rsid w:val="00DA34F5"/>
    <w:rsid w:val="00DA35F3"/>
    <w:rsid w:val="00DA3C88"/>
    <w:rsid w:val="00DA3CF5"/>
    <w:rsid w:val="00DA3D9E"/>
    <w:rsid w:val="00DA4457"/>
    <w:rsid w:val="00DA46B8"/>
    <w:rsid w:val="00DA47B2"/>
    <w:rsid w:val="00DA52B0"/>
    <w:rsid w:val="00DA53C2"/>
    <w:rsid w:val="00DA562D"/>
    <w:rsid w:val="00DA5A6A"/>
    <w:rsid w:val="00DA5CE3"/>
    <w:rsid w:val="00DA5F15"/>
    <w:rsid w:val="00DA674E"/>
    <w:rsid w:val="00DA6930"/>
    <w:rsid w:val="00DA6B56"/>
    <w:rsid w:val="00DA6C7F"/>
    <w:rsid w:val="00DA6D03"/>
    <w:rsid w:val="00DA6E17"/>
    <w:rsid w:val="00DA6FC4"/>
    <w:rsid w:val="00DA7E4A"/>
    <w:rsid w:val="00DB0039"/>
    <w:rsid w:val="00DB02BE"/>
    <w:rsid w:val="00DB06CE"/>
    <w:rsid w:val="00DB08AC"/>
    <w:rsid w:val="00DB0A2E"/>
    <w:rsid w:val="00DB0AA3"/>
    <w:rsid w:val="00DB0CED"/>
    <w:rsid w:val="00DB129A"/>
    <w:rsid w:val="00DB19CB"/>
    <w:rsid w:val="00DB1B44"/>
    <w:rsid w:val="00DB1D7D"/>
    <w:rsid w:val="00DB1EBF"/>
    <w:rsid w:val="00DB21D5"/>
    <w:rsid w:val="00DB243F"/>
    <w:rsid w:val="00DB2958"/>
    <w:rsid w:val="00DB2A28"/>
    <w:rsid w:val="00DB2AC4"/>
    <w:rsid w:val="00DB334E"/>
    <w:rsid w:val="00DB354E"/>
    <w:rsid w:val="00DB3910"/>
    <w:rsid w:val="00DB3968"/>
    <w:rsid w:val="00DB3A63"/>
    <w:rsid w:val="00DB3CEC"/>
    <w:rsid w:val="00DB3CF5"/>
    <w:rsid w:val="00DB430A"/>
    <w:rsid w:val="00DB4324"/>
    <w:rsid w:val="00DB46EC"/>
    <w:rsid w:val="00DB4A10"/>
    <w:rsid w:val="00DB4A7F"/>
    <w:rsid w:val="00DB4D3A"/>
    <w:rsid w:val="00DB4ECC"/>
    <w:rsid w:val="00DB501C"/>
    <w:rsid w:val="00DB5188"/>
    <w:rsid w:val="00DB5A3C"/>
    <w:rsid w:val="00DB5D35"/>
    <w:rsid w:val="00DB66BD"/>
    <w:rsid w:val="00DB6931"/>
    <w:rsid w:val="00DB6A2F"/>
    <w:rsid w:val="00DB6B7D"/>
    <w:rsid w:val="00DB6E6E"/>
    <w:rsid w:val="00DB7067"/>
    <w:rsid w:val="00DB707B"/>
    <w:rsid w:val="00DB713C"/>
    <w:rsid w:val="00DB773F"/>
    <w:rsid w:val="00DB7B89"/>
    <w:rsid w:val="00DB7C25"/>
    <w:rsid w:val="00DB7CE4"/>
    <w:rsid w:val="00DB7D2B"/>
    <w:rsid w:val="00DC03FE"/>
    <w:rsid w:val="00DC0A5C"/>
    <w:rsid w:val="00DC11B2"/>
    <w:rsid w:val="00DC131D"/>
    <w:rsid w:val="00DC14EB"/>
    <w:rsid w:val="00DC15AC"/>
    <w:rsid w:val="00DC1682"/>
    <w:rsid w:val="00DC17AD"/>
    <w:rsid w:val="00DC19FF"/>
    <w:rsid w:val="00DC1BF3"/>
    <w:rsid w:val="00DC1CDD"/>
    <w:rsid w:val="00DC1D03"/>
    <w:rsid w:val="00DC205C"/>
    <w:rsid w:val="00DC23D4"/>
    <w:rsid w:val="00DC267E"/>
    <w:rsid w:val="00DC2829"/>
    <w:rsid w:val="00DC2D68"/>
    <w:rsid w:val="00DC2E29"/>
    <w:rsid w:val="00DC314E"/>
    <w:rsid w:val="00DC3209"/>
    <w:rsid w:val="00DC335B"/>
    <w:rsid w:val="00DC35D7"/>
    <w:rsid w:val="00DC3820"/>
    <w:rsid w:val="00DC395C"/>
    <w:rsid w:val="00DC3C36"/>
    <w:rsid w:val="00DC439F"/>
    <w:rsid w:val="00DC48E2"/>
    <w:rsid w:val="00DC5099"/>
    <w:rsid w:val="00DC51A2"/>
    <w:rsid w:val="00DC52CE"/>
    <w:rsid w:val="00DC57F3"/>
    <w:rsid w:val="00DC5870"/>
    <w:rsid w:val="00DC5897"/>
    <w:rsid w:val="00DC6176"/>
    <w:rsid w:val="00DC61EA"/>
    <w:rsid w:val="00DC6283"/>
    <w:rsid w:val="00DC62FE"/>
    <w:rsid w:val="00DC6761"/>
    <w:rsid w:val="00DC6933"/>
    <w:rsid w:val="00DC6BA4"/>
    <w:rsid w:val="00DC6C6D"/>
    <w:rsid w:val="00DC6F53"/>
    <w:rsid w:val="00DC721C"/>
    <w:rsid w:val="00DC7568"/>
    <w:rsid w:val="00DC7574"/>
    <w:rsid w:val="00DC7840"/>
    <w:rsid w:val="00DC7AC7"/>
    <w:rsid w:val="00DC7B0A"/>
    <w:rsid w:val="00DC7C84"/>
    <w:rsid w:val="00DC7D6B"/>
    <w:rsid w:val="00DD02CE"/>
    <w:rsid w:val="00DD074A"/>
    <w:rsid w:val="00DD0AA8"/>
    <w:rsid w:val="00DD1324"/>
    <w:rsid w:val="00DD15CC"/>
    <w:rsid w:val="00DD1721"/>
    <w:rsid w:val="00DD1D0C"/>
    <w:rsid w:val="00DD1D7E"/>
    <w:rsid w:val="00DD1E76"/>
    <w:rsid w:val="00DD2159"/>
    <w:rsid w:val="00DD24E7"/>
    <w:rsid w:val="00DD29FC"/>
    <w:rsid w:val="00DD2DE6"/>
    <w:rsid w:val="00DD3052"/>
    <w:rsid w:val="00DD3E81"/>
    <w:rsid w:val="00DD3EF1"/>
    <w:rsid w:val="00DD468C"/>
    <w:rsid w:val="00DD48ED"/>
    <w:rsid w:val="00DD4AC5"/>
    <w:rsid w:val="00DD4B21"/>
    <w:rsid w:val="00DD4BB5"/>
    <w:rsid w:val="00DD4C42"/>
    <w:rsid w:val="00DD4D1A"/>
    <w:rsid w:val="00DD4E1B"/>
    <w:rsid w:val="00DD52A3"/>
    <w:rsid w:val="00DD54D3"/>
    <w:rsid w:val="00DD55A4"/>
    <w:rsid w:val="00DD590D"/>
    <w:rsid w:val="00DD5960"/>
    <w:rsid w:val="00DD5C45"/>
    <w:rsid w:val="00DD5F67"/>
    <w:rsid w:val="00DD60EC"/>
    <w:rsid w:val="00DD63BB"/>
    <w:rsid w:val="00DD6578"/>
    <w:rsid w:val="00DD6D7E"/>
    <w:rsid w:val="00DD7775"/>
    <w:rsid w:val="00DD77B4"/>
    <w:rsid w:val="00DD7DAA"/>
    <w:rsid w:val="00DD7EB8"/>
    <w:rsid w:val="00DE016A"/>
    <w:rsid w:val="00DE05D7"/>
    <w:rsid w:val="00DE0A03"/>
    <w:rsid w:val="00DE0BA9"/>
    <w:rsid w:val="00DE1474"/>
    <w:rsid w:val="00DE147A"/>
    <w:rsid w:val="00DE1983"/>
    <w:rsid w:val="00DE1A8E"/>
    <w:rsid w:val="00DE1C1C"/>
    <w:rsid w:val="00DE1FCC"/>
    <w:rsid w:val="00DE2029"/>
    <w:rsid w:val="00DE25D6"/>
    <w:rsid w:val="00DE29B2"/>
    <w:rsid w:val="00DE2E25"/>
    <w:rsid w:val="00DE3131"/>
    <w:rsid w:val="00DE31E6"/>
    <w:rsid w:val="00DE32FF"/>
    <w:rsid w:val="00DE3859"/>
    <w:rsid w:val="00DE3F23"/>
    <w:rsid w:val="00DE523D"/>
    <w:rsid w:val="00DE546E"/>
    <w:rsid w:val="00DE5492"/>
    <w:rsid w:val="00DE57E3"/>
    <w:rsid w:val="00DE6C7C"/>
    <w:rsid w:val="00DE6D94"/>
    <w:rsid w:val="00DE6E59"/>
    <w:rsid w:val="00DE7123"/>
    <w:rsid w:val="00DE71CE"/>
    <w:rsid w:val="00DE777B"/>
    <w:rsid w:val="00DE79D1"/>
    <w:rsid w:val="00DE7A66"/>
    <w:rsid w:val="00DE7AAA"/>
    <w:rsid w:val="00DE7ACA"/>
    <w:rsid w:val="00DE7B45"/>
    <w:rsid w:val="00DF004C"/>
    <w:rsid w:val="00DF0142"/>
    <w:rsid w:val="00DF0272"/>
    <w:rsid w:val="00DF029A"/>
    <w:rsid w:val="00DF120C"/>
    <w:rsid w:val="00DF1A54"/>
    <w:rsid w:val="00DF1CEE"/>
    <w:rsid w:val="00DF1F91"/>
    <w:rsid w:val="00DF253D"/>
    <w:rsid w:val="00DF25AD"/>
    <w:rsid w:val="00DF25B5"/>
    <w:rsid w:val="00DF2998"/>
    <w:rsid w:val="00DF2B49"/>
    <w:rsid w:val="00DF308B"/>
    <w:rsid w:val="00DF3D55"/>
    <w:rsid w:val="00DF3EF7"/>
    <w:rsid w:val="00DF3F54"/>
    <w:rsid w:val="00DF405E"/>
    <w:rsid w:val="00DF41DF"/>
    <w:rsid w:val="00DF4C7F"/>
    <w:rsid w:val="00DF4FE4"/>
    <w:rsid w:val="00DF5265"/>
    <w:rsid w:val="00DF5B19"/>
    <w:rsid w:val="00DF5D42"/>
    <w:rsid w:val="00DF6042"/>
    <w:rsid w:val="00DF6E1F"/>
    <w:rsid w:val="00DF7689"/>
    <w:rsid w:val="00DF7D90"/>
    <w:rsid w:val="00E00532"/>
    <w:rsid w:val="00E0055B"/>
    <w:rsid w:val="00E018A8"/>
    <w:rsid w:val="00E01A27"/>
    <w:rsid w:val="00E01C01"/>
    <w:rsid w:val="00E01CBF"/>
    <w:rsid w:val="00E01D94"/>
    <w:rsid w:val="00E020E8"/>
    <w:rsid w:val="00E02144"/>
    <w:rsid w:val="00E021CD"/>
    <w:rsid w:val="00E026A2"/>
    <w:rsid w:val="00E0297C"/>
    <w:rsid w:val="00E02999"/>
    <w:rsid w:val="00E02D37"/>
    <w:rsid w:val="00E0358C"/>
    <w:rsid w:val="00E03B8B"/>
    <w:rsid w:val="00E040A3"/>
    <w:rsid w:val="00E042E9"/>
    <w:rsid w:val="00E044D3"/>
    <w:rsid w:val="00E04C5C"/>
    <w:rsid w:val="00E04DC2"/>
    <w:rsid w:val="00E05057"/>
    <w:rsid w:val="00E052D4"/>
    <w:rsid w:val="00E05F3A"/>
    <w:rsid w:val="00E061B9"/>
    <w:rsid w:val="00E068CC"/>
    <w:rsid w:val="00E06AAA"/>
    <w:rsid w:val="00E070C0"/>
    <w:rsid w:val="00E0713D"/>
    <w:rsid w:val="00E0786D"/>
    <w:rsid w:val="00E078B2"/>
    <w:rsid w:val="00E07A2E"/>
    <w:rsid w:val="00E1045B"/>
    <w:rsid w:val="00E10674"/>
    <w:rsid w:val="00E10DB8"/>
    <w:rsid w:val="00E10F15"/>
    <w:rsid w:val="00E11181"/>
    <w:rsid w:val="00E11384"/>
    <w:rsid w:val="00E114EA"/>
    <w:rsid w:val="00E11665"/>
    <w:rsid w:val="00E117BC"/>
    <w:rsid w:val="00E1183C"/>
    <w:rsid w:val="00E124E2"/>
    <w:rsid w:val="00E129E2"/>
    <w:rsid w:val="00E12C1B"/>
    <w:rsid w:val="00E12F79"/>
    <w:rsid w:val="00E135D4"/>
    <w:rsid w:val="00E1382C"/>
    <w:rsid w:val="00E13A6A"/>
    <w:rsid w:val="00E13AB0"/>
    <w:rsid w:val="00E13AC2"/>
    <w:rsid w:val="00E13B9D"/>
    <w:rsid w:val="00E1417A"/>
    <w:rsid w:val="00E143C0"/>
    <w:rsid w:val="00E1456F"/>
    <w:rsid w:val="00E147FC"/>
    <w:rsid w:val="00E14891"/>
    <w:rsid w:val="00E14D39"/>
    <w:rsid w:val="00E1521E"/>
    <w:rsid w:val="00E15257"/>
    <w:rsid w:val="00E1538A"/>
    <w:rsid w:val="00E1539A"/>
    <w:rsid w:val="00E15495"/>
    <w:rsid w:val="00E157EB"/>
    <w:rsid w:val="00E15A98"/>
    <w:rsid w:val="00E15D51"/>
    <w:rsid w:val="00E1631E"/>
    <w:rsid w:val="00E16AE3"/>
    <w:rsid w:val="00E16C1D"/>
    <w:rsid w:val="00E16CEC"/>
    <w:rsid w:val="00E16F6D"/>
    <w:rsid w:val="00E16FE4"/>
    <w:rsid w:val="00E170F5"/>
    <w:rsid w:val="00E173E7"/>
    <w:rsid w:val="00E179F6"/>
    <w:rsid w:val="00E17B1E"/>
    <w:rsid w:val="00E17BA5"/>
    <w:rsid w:val="00E17D16"/>
    <w:rsid w:val="00E200D0"/>
    <w:rsid w:val="00E202C0"/>
    <w:rsid w:val="00E203AA"/>
    <w:rsid w:val="00E204C5"/>
    <w:rsid w:val="00E2069F"/>
    <w:rsid w:val="00E21035"/>
    <w:rsid w:val="00E21325"/>
    <w:rsid w:val="00E21653"/>
    <w:rsid w:val="00E216AA"/>
    <w:rsid w:val="00E218CD"/>
    <w:rsid w:val="00E2192B"/>
    <w:rsid w:val="00E219F0"/>
    <w:rsid w:val="00E21FBD"/>
    <w:rsid w:val="00E220A3"/>
    <w:rsid w:val="00E2281E"/>
    <w:rsid w:val="00E22BC9"/>
    <w:rsid w:val="00E22C39"/>
    <w:rsid w:val="00E22C8F"/>
    <w:rsid w:val="00E23048"/>
    <w:rsid w:val="00E233DF"/>
    <w:rsid w:val="00E237CB"/>
    <w:rsid w:val="00E238C2"/>
    <w:rsid w:val="00E23A9C"/>
    <w:rsid w:val="00E23B86"/>
    <w:rsid w:val="00E23C76"/>
    <w:rsid w:val="00E23F6A"/>
    <w:rsid w:val="00E241BC"/>
    <w:rsid w:val="00E24260"/>
    <w:rsid w:val="00E2434C"/>
    <w:rsid w:val="00E24863"/>
    <w:rsid w:val="00E2497D"/>
    <w:rsid w:val="00E24B5C"/>
    <w:rsid w:val="00E250D0"/>
    <w:rsid w:val="00E25238"/>
    <w:rsid w:val="00E2538F"/>
    <w:rsid w:val="00E25529"/>
    <w:rsid w:val="00E2586A"/>
    <w:rsid w:val="00E2642F"/>
    <w:rsid w:val="00E2730A"/>
    <w:rsid w:val="00E27508"/>
    <w:rsid w:val="00E27E92"/>
    <w:rsid w:val="00E301A2"/>
    <w:rsid w:val="00E305BA"/>
    <w:rsid w:val="00E30D4C"/>
    <w:rsid w:val="00E30DC9"/>
    <w:rsid w:val="00E317CA"/>
    <w:rsid w:val="00E31B8A"/>
    <w:rsid w:val="00E320A5"/>
    <w:rsid w:val="00E321AA"/>
    <w:rsid w:val="00E3224A"/>
    <w:rsid w:val="00E32419"/>
    <w:rsid w:val="00E32740"/>
    <w:rsid w:val="00E328A3"/>
    <w:rsid w:val="00E32B6B"/>
    <w:rsid w:val="00E32E3D"/>
    <w:rsid w:val="00E33766"/>
    <w:rsid w:val="00E340CB"/>
    <w:rsid w:val="00E342C6"/>
    <w:rsid w:val="00E3432B"/>
    <w:rsid w:val="00E34364"/>
    <w:rsid w:val="00E345AC"/>
    <w:rsid w:val="00E3480B"/>
    <w:rsid w:val="00E34C9D"/>
    <w:rsid w:val="00E34F90"/>
    <w:rsid w:val="00E35BAA"/>
    <w:rsid w:val="00E35F81"/>
    <w:rsid w:val="00E362DA"/>
    <w:rsid w:val="00E36334"/>
    <w:rsid w:val="00E3640D"/>
    <w:rsid w:val="00E36ED0"/>
    <w:rsid w:val="00E3708E"/>
    <w:rsid w:val="00E372EF"/>
    <w:rsid w:val="00E37989"/>
    <w:rsid w:val="00E400CD"/>
    <w:rsid w:val="00E40125"/>
    <w:rsid w:val="00E410EB"/>
    <w:rsid w:val="00E41287"/>
    <w:rsid w:val="00E41425"/>
    <w:rsid w:val="00E41477"/>
    <w:rsid w:val="00E41551"/>
    <w:rsid w:val="00E419DD"/>
    <w:rsid w:val="00E41A13"/>
    <w:rsid w:val="00E41CA1"/>
    <w:rsid w:val="00E41EDF"/>
    <w:rsid w:val="00E41FD9"/>
    <w:rsid w:val="00E42141"/>
    <w:rsid w:val="00E42247"/>
    <w:rsid w:val="00E42850"/>
    <w:rsid w:val="00E42A3F"/>
    <w:rsid w:val="00E42D9F"/>
    <w:rsid w:val="00E4304D"/>
    <w:rsid w:val="00E43196"/>
    <w:rsid w:val="00E432AF"/>
    <w:rsid w:val="00E432D3"/>
    <w:rsid w:val="00E43656"/>
    <w:rsid w:val="00E43B8F"/>
    <w:rsid w:val="00E44203"/>
    <w:rsid w:val="00E44777"/>
    <w:rsid w:val="00E453F9"/>
    <w:rsid w:val="00E45450"/>
    <w:rsid w:val="00E45477"/>
    <w:rsid w:val="00E45A72"/>
    <w:rsid w:val="00E45F11"/>
    <w:rsid w:val="00E46039"/>
    <w:rsid w:val="00E463D7"/>
    <w:rsid w:val="00E464AB"/>
    <w:rsid w:val="00E464E3"/>
    <w:rsid w:val="00E46615"/>
    <w:rsid w:val="00E4678E"/>
    <w:rsid w:val="00E46874"/>
    <w:rsid w:val="00E46A3D"/>
    <w:rsid w:val="00E46A5C"/>
    <w:rsid w:val="00E46AE2"/>
    <w:rsid w:val="00E46B0A"/>
    <w:rsid w:val="00E47930"/>
    <w:rsid w:val="00E47992"/>
    <w:rsid w:val="00E47AA2"/>
    <w:rsid w:val="00E47F73"/>
    <w:rsid w:val="00E50206"/>
    <w:rsid w:val="00E50434"/>
    <w:rsid w:val="00E5120C"/>
    <w:rsid w:val="00E51251"/>
    <w:rsid w:val="00E51519"/>
    <w:rsid w:val="00E51AB5"/>
    <w:rsid w:val="00E51EA9"/>
    <w:rsid w:val="00E51F90"/>
    <w:rsid w:val="00E520CA"/>
    <w:rsid w:val="00E521E8"/>
    <w:rsid w:val="00E5252A"/>
    <w:rsid w:val="00E529D4"/>
    <w:rsid w:val="00E52C23"/>
    <w:rsid w:val="00E52D07"/>
    <w:rsid w:val="00E52F7A"/>
    <w:rsid w:val="00E5374D"/>
    <w:rsid w:val="00E53D34"/>
    <w:rsid w:val="00E53F88"/>
    <w:rsid w:val="00E53FE2"/>
    <w:rsid w:val="00E545D6"/>
    <w:rsid w:val="00E548E8"/>
    <w:rsid w:val="00E54953"/>
    <w:rsid w:val="00E553C5"/>
    <w:rsid w:val="00E55636"/>
    <w:rsid w:val="00E556CD"/>
    <w:rsid w:val="00E55950"/>
    <w:rsid w:val="00E55AA2"/>
    <w:rsid w:val="00E55BE9"/>
    <w:rsid w:val="00E567C1"/>
    <w:rsid w:val="00E569DC"/>
    <w:rsid w:val="00E56D22"/>
    <w:rsid w:val="00E56F02"/>
    <w:rsid w:val="00E570EA"/>
    <w:rsid w:val="00E5779F"/>
    <w:rsid w:val="00E57A05"/>
    <w:rsid w:val="00E57CDA"/>
    <w:rsid w:val="00E57FEF"/>
    <w:rsid w:val="00E6019E"/>
    <w:rsid w:val="00E6023C"/>
    <w:rsid w:val="00E6023F"/>
    <w:rsid w:val="00E6050C"/>
    <w:rsid w:val="00E60595"/>
    <w:rsid w:val="00E60D48"/>
    <w:rsid w:val="00E60E09"/>
    <w:rsid w:val="00E61862"/>
    <w:rsid w:val="00E61945"/>
    <w:rsid w:val="00E61C40"/>
    <w:rsid w:val="00E627E3"/>
    <w:rsid w:val="00E6293A"/>
    <w:rsid w:val="00E62B3D"/>
    <w:rsid w:val="00E62E6F"/>
    <w:rsid w:val="00E62EEC"/>
    <w:rsid w:val="00E632AC"/>
    <w:rsid w:val="00E633C2"/>
    <w:rsid w:val="00E6393C"/>
    <w:rsid w:val="00E639D0"/>
    <w:rsid w:val="00E639EC"/>
    <w:rsid w:val="00E63C34"/>
    <w:rsid w:val="00E63DEB"/>
    <w:rsid w:val="00E6420F"/>
    <w:rsid w:val="00E648D9"/>
    <w:rsid w:val="00E64D80"/>
    <w:rsid w:val="00E65064"/>
    <w:rsid w:val="00E652B2"/>
    <w:rsid w:val="00E65725"/>
    <w:rsid w:val="00E65BCA"/>
    <w:rsid w:val="00E65DF3"/>
    <w:rsid w:val="00E66544"/>
    <w:rsid w:val="00E66F39"/>
    <w:rsid w:val="00E67017"/>
    <w:rsid w:val="00E6780C"/>
    <w:rsid w:val="00E6B7EB"/>
    <w:rsid w:val="00E70057"/>
    <w:rsid w:val="00E701E7"/>
    <w:rsid w:val="00E70979"/>
    <w:rsid w:val="00E70A52"/>
    <w:rsid w:val="00E70D4F"/>
    <w:rsid w:val="00E70D9E"/>
    <w:rsid w:val="00E710F1"/>
    <w:rsid w:val="00E7127B"/>
    <w:rsid w:val="00E71B4E"/>
    <w:rsid w:val="00E726F1"/>
    <w:rsid w:val="00E72B01"/>
    <w:rsid w:val="00E72E3C"/>
    <w:rsid w:val="00E72F5A"/>
    <w:rsid w:val="00E732DE"/>
    <w:rsid w:val="00E73523"/>
    <w:rsid w:val="00E736A0"/>
    <w:rsid w:val="00E73704"/>
    <w:rsid w:val="00E73B6A"/>
    <w:rsid w:val="00E74AC5"/>
    <w:rsid w:val="00E74C89"/>
    <w:rsid w:val="00E7507F"/>
    <w:rsid w:val="00E75111"/>
    <w:rsid w:val="00E752D4"/>
    <w:rsid w:val="00E75D9C"/>
    <w:rsid w:val="00E75F54"/>
    <w:rsid w:val="00E76741"/>
    <w:rsid w:val="00E7696E"/>
    <w:rsid w:val="00E76B7B"/>
    <w:rsid w:val="00E76F77"/>
    <w:rsid w:val="00E7738E"/>
    <w:rsid w:val="00E77AEB"/>
    <w:rsid w:val="00E77C12"/>
    <w:rsid w:val="00E77E24"/>
    <w:rsid w:val="00E803A2"/>
    <w:rsid w:val="00E80449"/>
    <w:rsid w:val="00E804C7"/>
    <w:rsid w:val="00E808DF"/>
    <w:rsid w:val="00E8099D"/>
    <w:rsid w:val="00E80CB3"/>
    <w:rsid w:val="00E81017"/>
    <w:rsid w:val="00E8152B"/>
    <w:rsid w:val="00E8159C"/>
    <w:rsid w:val="00E81EDD"/>
    <w:rsid w:val="00E82020"/>
    <w:rsid w:val="00E823D4"/>
    <w:rsid w:val="00E829F9"/>
    <w:rsid w:val="00E82B47"/>
    <w:rsid w:val="00E82F09"/>
    <w:rsid w:val="00E8329C"/>
    <w:rsid w:val="00E8346C"/>
    <w:rsid w:val="00E83DAB"/>
    <w:rsid w:val="00E84222"/>
    <w:rsid w:val="00E845D0"/>
    <w:rsid w:val="00E84969"/>
    <w:rsid w:val="00E84BB8"/>
    <w:rsid w:val="00E84C03"/>
    <w:rsid w:val="00E851A8"/>
    <w:rsid w:val="00E851DE"/>
    <w:rsid w:val="00E855AF"/>
    <w:rsid w:val="00E857FC"/>
    <w:rsid w:val="00E8598D"/>
    <w:rsid w:val="00E85CEA"/>
    <w:rsid w:val="00E86389"/>
    <w:rsid w:val="00E86673"/>
    <w:rsid w:val="00E86B47"/>
    <w:rsid w:val="00E875B8"/>
    <w:rsid w:val="00E877B1"/>
    <w:rsid w:val="00E87A6D"/>
    <w:rsid w:val="00E87B7A"/>
    <w:rsid w:val="00E87E84"/>
    <w:rsid w:val="00E87F78"/>
    <w:rsid w:val="00E902FC"/>
    <w:rsid w:val="00E90329"/>
    <w:rsid w:val="00E90DE4"/>
    <w:rsid w:val="00E90F1C"/>
    <w:rsid w:val="00E90F6D"/>
    <w:rsid w:val="00E912D8"/>
    <w:rsid w:val="00E91833"/>
    <w:rsid w:val="00E91928"/>
    <w:rsid w:val="00E91A05"/>
    <w:rsid w:val="00E91D40"/>
    <w:rsid w:val="00E91FBD"/>
    <w:rsid w:val="00E92042"/>
    <w:rsid w:val="00E920FB"/>
    <w:rsid w:val="00E923A3"/>
    <w:rsid w:val="00E923D9"/>
    <w:rsid w:val="00E924A6"/>
    <w:rsid w:val="00E92BF0"/>
    <w:rsid w:val="00E9361F"/>
    <w:rsid w:val="00E93808"/>
    <w:rsid w:val="00E93D68"/>
    <w:rsid w:val="00E93DCA"/>
    <w:rsid w:val="00E94319"/>
    <w:rsid w:val="00E9468D"/>
    <w:rsid w:val="00E948F0"/>
    <w:rsid w:val="00E94E94"/>
    <w:rsid w:val="00E9520E"/>
    <w:rsid w:val="00E956BC"/>
    <w:rsid w:val="00E95708"/>
    <w:rsid w:val="00E958F7"/>
    <w:rsid w:val="00E959F2"/>
    <w:rsid w:val="00E96167"/>
    <w:rsid w:val="00E9634F"/>
    <w:rsid w:val="00E966BE"/>
    <w:rsid w:val="00E96A89"/>
    <w:rsid w:val="00E96B2F"/>
    <w:rsid w:val="00E96CAB"/>
    <w:rsid w:val="00E96CF0"/>
    <w:rsid w:val="00E97742"/>
    <w:rsid w:val="00EA02DD"/>
    <w:rsid w:val="00EA049F"/>
    <w:rsid w:val="00EA04CD"/>
    <w:rsid w:val="00EA05ED"/>
    <w:rsid w:val="00EA0945"/>
    <w:rsid w:val="00EA0C36"/>
    <w:rsid w:val="00EA112B"/>
    <w:rsid w:val="00EA11DE"/>
    <w:rsid w:val="00EA175E"/>
    <w:rsid w:val="00EA180B"/>
    <w:rsid w:val="00EA1D8D"/>
    <w:rsid w:val="00EA1DD2"/>
    <w:rsid w:val="00EA230E"/>
    <w:rsid w:val="00EA23CE"/>
    <w:rsid w:val="00EA2556"/>
    <w:rsid w:val="00EA2870"/>
    <w:rsid w:val="00EA299F"/>
    <w:rsid w:val="00EA2CFC"/>
    <w:rsid w:val="00EA2D8D"/>
    <w:rsid w:val="00EA3116"/>
    <w:rsid w:val="00EA322C"/>
    <w:rsid w:val="00EA33FF"/>
    <w:rsid w:val="00EA349E"/>
    <w:rsid w:val="00EA37B0"/>
    <w:rsid w:val="00EA3AC9"/>
    <w:rsid w:val="00EA3B9F"/>
    <w:rsid w:val="00EA41CA"/>
    <w:rsid w:val="00EA4431"/>
    <w:rsid w:val="00EA4B43"/>
    <w:rsid w:val="00EA4C76"/>
    <w:rsid w:val="00EA4F81"/>
    <w:rsid w:val="00EA55AF"/>
    <w:rsid w:val="00EA5919"/>
    <w:rsid w:val="00EA5C6A"/>
    <w:rsid w:val="00EA61ED"/>
    <w:rsid w:val="00EA6421"/>
    <w:rsid w:val="00EA6456"/>
    <w:rsid w:val="00EA6588"/>
    <w:rsid w:val="00EA6F66"/>
    <w:rsid w:val="00EA7131"/>
    <w:rsid w:val="00EA7B5B"/>
    <w:rsid w:val="00EA7F3E"/>
    <w:rsid w:val="00EB07D8"/>
    <w:rsid w:val="00EB086B"/>
    <w:rsid w:val="00EB0C02"/>
    <w:rsid w:val="00EB0E0A"/>
    <w:rsid w:val="00EB10A7"/>
    <w:rsid w:val="00EB10F1"/>
    <w:rsid w:val="00EB11E1"/>
    <w:rsid w:val="00EB1530"/>
    <w:rsid w:val="00EB17B0"/>
    <w:rsid w:val="00EB1836"/>
    <w:rsid w:val="00EB2242"/>
    <w:rsid w:val="00EB23F9"/>
    <w:rsid w:val="00EB28AC"/>
    <w:rsid w:val="00EB2959"/>
    <w:rsid w:val="00EB2AAD"/>
    <w:rsid w:val="00EB331B"/>
    <w:rsid w:val="00EB3602"/>
    <w:rsid w:val="00EB3A97"/>
    <w:rsid w:val="00EB3EA1"/>
    <w:rsid w:val="00EB4B6D"/>
    <w:rsid w:val="00EB4BE7"/>
    <w:rsid w:val="00EB4C35"/>
    <w:rsid w:val="00EB4E3F"/>
    <w:rsid w:val="00EB53A3"/>
    <w:rsid w:val="00EB562E"/>
    <w:rsid w:val="00EB5681"/>
    <w:rsid w:val="00EB5798"/>
    <w:rsid w:val="00EB6003"/>
    <w:rsid w:val="00EB6175"/>
    <w:rsid w:val="00EB6253"/>
    <w:rsid w:val="00EB62CF"/>
    <w:rsid w:val="00EB6320"/>
    <w:rsid w:val="00EB6396"/>
    <w:rsid w:val="00EB68B1"/>
    <w:rsid w:val="00EB6AE4"/>
    <w:rsid w:val="00EB6C9D"/>
    <w:rsid w:val="00EB74FB"/>
    <w:rsid w:val="00EB75ED"/>
    <w:rsid w:val="00EB7BA5"/>
    <w:rsid w:val="00EC081B"/>
    <w:rsid w:val="00EC08D7"/>
    <w:rsid w:val="00EC0A4F"/>
    <w:rsid w:val="00EC0ABD"/>
    <w:rsid w:val="00EC0D5E"/>
    <w:rsid w:val="00EC0E4B"/>
    <w:rsid w:val="00EC0ED7"/>
    <w:rsid w:val="00EC2097"/>
    <w:rsid w:val="00EC2992"/>
    <w:rsid w:val="00EC30DA"/>
    <w:rsid w:val="00EC33DA"/>
    <w:rsid w:val="00EC344B"/>
    <w:rsid w:val="00EC34E1"/>
    <w:rsid w:val="00EC358A"/>
    <w:rsid w:val="00EC36AF"/>
    <w:rsid w:val="00EC3A6F"/>
    <w:rsid w:val="00EC3C65"/>
    <w:rsid w:val="00EC3C87"/>
    <w:rsid w:val="00EC3E3C"/>
    <w:rsid w:val="00EC3E87"/>
    <w:rsid w:val="00EC3E8B"/>
    <w:rsid w:val="00EC4094"/>
    <w:rsid w:val="00EC4E01"/>
    <w:rsid w:val="00EC4E67"/>
    <w:rsid w:val="00EC4FD4"/>
    <w:rsid w:val="00EC53A9"/>
    <w:rsid w:val="00EC5722"/>
    <w:rsid w:val="00EC5807"/>
    <w:rsid w:val="00EC5867"/>
    <w:rsid w:val="00EC5987"/>
    <w:rsid w:val="00EC5A12"/>
    <w:rsid w:val="00EC5A32"/>
    <w:rsid w:val="00EC5E1B"/>
    <w:rsid w:val="00EC61BF"/>
    <w:rsid w:val="00EC65BF"/>
    <w:rsid w:val="00EC6976"/>
    <w:rsid w:val="00EC6D3A"/>
    <w:rsid w:val="00EC6E41"/>
    <w:rsid w:val="00EC709F"/>
    <w:rsid w:val="00EC7274"/>
    <w:rsid w:val="00EC781C"/>
    <w:rsid w:val="00EC7971"/>
    <w:rsid w:val="00EC7A6A"/>
    <w:rsid w:val="00ED0134"/>
    <w:rsid w:val="00ED025F"/>
    <w:rsid w:val="00ED04E3"/>
    <w:rsid w:val="00ED067F"/>
    <w:rsid w:val="00ED0951"/>
    <w:rsid w:val="00ED0D32"/>
    <w:rsid w:val="00ED112A"/>
    <w:rsid w:val="00ED1179"/>
    <w:rsid w:val="00ED156A"/>
    <w:rsid w:val="00ED1862"/>
    <w:rsid w:val="00ED1D2C"/>
    <w:rsid w:val="00ED216D"/>
    <w:rsid w:val="00ED2320"/>
    <w:rsid w:val="00ED258B"/>
    <w:rsid w:val="00ED27F9"/>
    <w:rsid w:val="00ED2AD1"/>
    <w:rsid w:val="00ED2CEB"/>
    <w:rsid w:val="00ED2F16"/>
    <w:rsid w:val="00ED320F"/>
    <w:rsid w:val="00ED3463"/>
    <w:rsid w:val="00ED34C8"/>
    <w:rsid w:val="00ED3571"/>
    <w:rsid w:val="00ED35AC"/>
    <w:rsid w:val="00ED3B37"/>
    <w:rsid w:val="00ED3BAD"/>
    <w:rsid w:val="00ED3C59"/>
    <w:rsid w:val="00ED3DAC"/>
    <w:rsid w:val="00ED3DD4"/>
    <w:rsid w:val="00ED43DE"/>
    <w:rsid w:val="00ED4563"/>
    <w:rsid w:val="00ED4C11"/>
    <w:rsid w:val="00ED4DA6"/>
    <w:rsid w:val="00ED4DF4"/>
    <w:rsid w:val="00ED4E28"/>
    <w:rsid w:val="00ED4EF8"/>
    <w:rsid w:val="00ED52BE"/>
    <w:rsid w:val="00ED530B"/>
    <w:rsid w:val="00ED534D"/>
    <w:rsid w:val="00ED56CD"/>
    <w:rsid w:val="00ED5786"/>
    <w:rsid w:val="00ED5E2C"/>
    <w:rsid w:val="00ED5E9F"/>
    <w:rsid w:val="00ED6314"/>
    <w:rsid w:val="00ED63C3"/>
    <w:rsid w:val="00ED6403"/>
    <w:rsid w:val="00ED661B"/>
    <w:rsid w:val="00ED67F8"/>
    <w:rsid w:val="00ED79D4"/>
    <w:rsid w:val="00ED7B79"/>
    <w:rsid w:val="00EE03B3"/>
    <w:rsid w:val="00EE0964"/>
    <w:rsid w:val="00EE098F"/>
    <w:rsid w:val="00EE09AC"/>
    <w:rsid w:val="00EE0A9E"/>
    <w:rsid w:val="00EE14AE"/>
    <w:rsid w:val="00EE1883"/>
    <w:rsid w:val="00EE22E0"/>
    <w:rsid w:val="00EE26FC"/>
    <w:rsid w:val="00EE2BDD"/>
    <w:rsid w:val="00EE2FA2"/>
    <w:rsid w:val="00EE3311"/>
    <w:rsid w:val="00EE3739"/>
    <w:rsid w:val="00EE3CFE"/>
    <w:rsid w:val="00EE4142"/>
    <w:rsid w:val="00EE41FA"/>
    <w:rsid w:val="00EE4AB5"/>
    <w:rsid w:val="00EE4C36"/>
    <w:rsid w:val="00EE509B"/>
    <w:rsid w:val="00EE5766"/>
    <w:rsid w:val="00EE60D2"/>
    <w:rsid w:val="00EE6A39"/>
    <w:rsid w:val="00EE6C8F"/>
    <w:rsid w:val="00EE7095"/>
    <w:rsid w:val="00EE78B4"/>
    <w:rsid w:val="00EE7A51"/>
    <w:rsid w:val="00EE7B48"/>
    <w:rsid w:val="00EF0087"/>
    <w:rsid w:val="00EF05F9"/>
    <w:rsid w:val="00EF0BEF"/>
    <w:rsid w:val="00EF1059"/>
    <w:rsid w:val="00EF1195"/>
    <w:rsid w:val="00EF12C5"/>
    <w:rsid w:val="00EF158E"/>
    <w:rsid w:val="00EF15AB"/>
    <w:rsid w:val="00EF171D"/>
    <w:rsid w:val="00EF17A8"/>
    <w:rsid w:val="00EF2787"/>
    <w:rsid w:val="00EF2886"/>
    <w:rsid w:val="00EF316A"/>
    <w:rsid w:val="00EF328F"/>
    <w:rsid w:val="00EF32F9"/>
    <w:rsid w:val="00EF3682"/>
    <w:rsid w:val="00EF3AC5"/>
    <w:rsid w:val="00EF3B4A"/>
    <w:rsid w:val="00EF400A"/>
    <w:rsid w:val="00EF410D"/>
    <w:rsid w:val="00EF4CBC"/>
    <w:rsid w:val="00EF4F66"/>
    <w:rsid w:val="00EF50D8"/>
    <w:rsid w:val="00EF520A"/>
    <w:rsid w:val="00EF5533"/>
    <w:rsid w:val="00EF5638"/>
    <w:rsid w:val="00EF576C"/>
    <w:rsid w:val="00EF5C18"/>
    <w:rsid w:val="00EF5C1F"/>
    <w:rsid w:val="00EF5C90"/>
    <w:rsid w:val="00EF5D93"/>
    <w:rsid w:val="00EF5DDE"/>
    <w:rsid w:val="00EF5E4B"/>
    <w:rsid w:val="00EF6ECB"/>
    <w:rsid w:val="00EF6F83"/>
    <w:rsid w:val="00EF6FA8"/>
    <w:rsid w:val="00EF705D"/>
    <w:rsid w:val="00EF74B7"/>
    <w:rsid w:val="00EF7CEB"/>
    <w:rsid w:val="00F0038C"/>
    <w:rsid w:val="00F0062E"/>
    <w:rsid w:val="00F0065A"/>
    <w:rsid w:val="00F00868"/>
    <w:rsid w:val="00F00D39"/>
    <w:rsid w:val="00F00DAF"/>
    <w:rsid w:val="00F0141F"/>
    <w:rsid w:val="00F01B8C"/>
    <w:rsid w:val="00F01C5C"/>
    <w:rsid w:val="00F02062"/>
    <w:rsid w:val="00F020C2"/>
    <w:rsid w:val="00F02255"/>
    <w:rsid w:val="00F02879"/>
    <w:rsid w:val="00F029CC"/>
    <w:rsid w:val="00F02E86"/>
    <w:rsid w:val="00F0309B"/>
    <w:rsid w:val="00F030E3"/>
    <w:rsid w:val="00F0337E"/>
    <w:rsid w:val="00F0341A"/>
    <w:rsid w:val="00F039E2"/>
    <w:rsid w:val="00F03CB8"/>
    <w:rsid w:val="00F03DD1"/>
    <w:rsid w:val="00F04041"/>
    <w:rsid w:val="00F042B3"/>
    <w:rsid w:val="00F0478B"/>
    <w:rsid w:val="00F047BA"/>
    <w:rsid w:val="00F04996"/>
    <w:rsid w:val="00F04A5C"/>
    <w:rsid w:val="00F04B30"/>
    <w:rsid w:val="00F04C5C"/>
    <w:rsid w:val="00F05192"/>
    <w:rsid w:val="00F053A2"/>
    <w:rsid w:val="00F0551A"/>
    <w:rsid w:val="00F0557D"/>
    <w:rsid w:val="00F05ADB"/>
    <w:rsid w:val="00F05DB0"/>
    <w:rsid w:val="00F05E0B"/>
    <w:rsid w:val="00F05EBF"/>
    <w:rsid w:val="00F06597"/>
    <w:rsid w:val="00F07108"/>
    <w:rsid w:val="00F0726E"/>
    <w:rsid w:val="00F077A7"/>
    <w:rsid w:val="00F07931"/>
    <w:rsid w:val="00F07E98"/>
    <w:rsid w:val="00F10178"/>
    <w:rsid w:val="00F10181"/>
    <w:rsid w:val="00F10795"/>
    <w:rsid w:val="00F108D9"/>
    <w:rsid w:val="00F10D7F"/>
    <w:rsid w:val="00F11336"/>
    <w:rsid w:val="00F122B7"/>
    <w:rsid w:val="00F1232E"/>
    <w:rsid w:val="00F12C04"/>
    <w:rsid w:val="00F12DBE"/>
    <w:rsid w:val="00F1320C"/>
    <w:rsid w:val="00F1366D"/>
    <w:rsid w:val="00F13A9F"/>
    <w:rsid w:val="00F13EEC"/>
    <w:rsid w:val="00F13F6E"/>
    <w:rsid w:val="00F13F88"/>
    <w:rsid w:val="00F146AE"/>
    <w:rsid w:val="00F14A46"/>
    <w:rsid w:val="00F14DDB"/>
    <w:rsid w:val="00F152E9"/>
    <w:rsid w:val="00F153DE"/>
    <w:rsid w:val="00F15518"/>
    <w:rsid w:val="00F1555F"/>
    <w:rsid w:val="00F156BC"/>
    <w:rsid w:val="00F15C06"/>
    <w:rsid w:val="00F15D7B"/>
    <w:rsid w:val="00F1611E"/>
    <w:rsid w:val="00F165DE"/>
    <w:rsid w:val="00F166C4"/>
    <w:rsid w:val="00F16A3D"/>
    <w:rsid w:val="00F1701E"/>
    <w:rsid w:val="00F17250"/>
    <w:rsid w:val="00F178DE"/>
    <w:rsid w:val="00F178E8"/>
    <w:rsid w:val="00F17BC1"/>
    <w:rsid w:val="00F17EF0"/>
    <w:rsid w:val="00F17F2C"/>
    <w:rsid w:val="00F18538"/>
    <w:rsid w:val="00F202CE"/>
    <w:rsid w:val="00F202CF"/>
    <w:rsid w:val="00F20305"/>
    <w:rsid w:val="00F203FA"/>
    <w:rsid w:val="00F20631"/>
    <w:rsid w:val="00F20685"/>
    <w:rsid w:val="00F21511"/>
    <w:rsid w:val="00F21591"/>
    <w:rsid w:val="00F218BC"/>
    <w:rsid w:val="00F21C07"/>
    <w:rsid w:val="00F221D4"/>
    <w:rsid w:val="00F2247D"/>
    <w:rsid w:val="00F23296"/>
    <w:rsid w:val="00F23D82"/>
    <w:rsid w:val="00F23EAC"/>
    <w:rsid w:val="00F24182"/>
    <w:rsid w:val="00F24275"/>
    <w:rsid w:val="00F2462E"/>
    <w:rsid w:val="00F246C2"/>
    <w:rsid w:val="00F2488F"/>
    <w:rsid w:val="00F249BB"/>
    <w:rsid w:val="00F24EAA"/>
    <w:rsid w:val="00F252D3"/>
    <w:rsid w:val="00F258C3"/>
    <w:rsid w:val="00F25EFF"/>
    <w:rsid w:val="00F25F7B"/>
    <w:rsid w:val="00F26528"/>
    <w:rsid w:val="00F26B2A"/>
    <w:rsid w:val="00F26B75"/>
    <w:rsid w:val="00F26C29"/>
    <w:rsid w:val="00F26E0B"/>
    <w:rsid w:val="00F26F7D"/>
    <w:rsid w:val="00F27656"/>
    <w:rsid w:val="00F2769B"/>
    <w:rsid w:val="00F276C6"/>
    <w:rsid w:val="00F27A5C"/>
    <w:rsid w:val="00F27B8C"/>
    <w:rsid w:val="00F30E7F"/>
    <w:rsid w:val="00F30E92"/>
    <w:rsid w:val="00F30E9D"/>
    <w:rsid w:val="00F30FDC"/>
    <w:rsid w:val="00F3109A"/>
    <w:rsid w:val="00F31356"/>
    <w:rsid w:val="00F31D30"/>
    <w:rsid w:val="00F32043"/>
    <w:rsid w:val="00F321C5"/>
    <w:rsid w:val="00F3286B"/>
    <w:rsid w:val="00F32B10"/>
    <w:rsid w:val="00F32C4F"/>
    <w:rsid w:val="00F32CCE"/>
    <w:rsid w:val="00F33154"/>
    <w:rsid w:val="00F33680"/>
    <w:rsid w:val="00F33F77"/>
    <w:rsid w:val="00F34023"/>
    <w:rsid w:val="00F34D16"/>
    <w:rsid w:val="00F34F1B"/>
    <w:rsid w:val="00F34FBC"/>
    <w:rsid w:val="00F3510C"/>
    <w:rsid w:val="00F3514E"/>
    <w:rsid w:val="00F356F8"/>
    <w:rsid w:val="00F359D8"/>
    <w:rsid w:val="00F35A6F"/>
    <w:rsid w:val="00F35F31"/>
    <w:rsid w:val="00F36063"/>
    <w:rsid w:val="00F3612A"/>
    <w:rsid w:val="00F36431"/>
    <w:rsid w:val="00F3671B"/>
    <w:rsid w:val="00F36F68"/>
    <w:rsid w:val="00F37856"/>
    <w:rsid w:val="00F37D0A"/>
    <w:rsid w:val="00F40389"/>
    <w:rsid w:val="00F40949"/>
    <w:rsid w:val="00F40B71"/>
    <w:rsid w:val="00F410C4"/>
    <w:rsid w:val="00F41523"/>
    <w:rsid w:val="00F41737"/>
    <w:rsid w:val="00F42412"/>
    <w:rsid w:val="00F4249A"/>
    <w:rsid w:val="00F42528"/>
    <w:rsid w:val="00F42C68"/>
    <w:rsid w:val="00F42EE2"/>
    <w:rsid w:val="00F43130"/>
    <w:rsid w:val="00F4327D"/>
    <w:rsid w:val="00F437F4"/>
    <w:rsid w:val="00F444AC"/>
    <w:rsid w:val="00F44D46"/>
    <w:rsid w:val="00F44FB9"/>
    <w:rsid w:val="00F450AF"/>
    <w:rsid w:val="00F452FF"/>
    <w:rsid w:val="00F45E8A"/>
    <w:rsid w:val="00F462EF"/>
    <w:rsid w:val="00F463F4"/>
    <w:rsid w:val="00F464EB"/>
    <w:rsid w:val="00F469D4"/>
    <w:rsid w:val="00F46A0A"/>
    <w:rsid w:val="00F46CFC"/>
    <w:rsid w:val="00F46FE4"/>
    <w:rsid w:val="00F4779D"/>
    <w:rsid w:val="00F47804"/>
    <w:rsid w:val="00F47846"/>
    <w:rsid w:val="00F47881"/>
    <w:rsid w:val="00F478C1"/>
    <w:rsid w:val="00F479A6"/>
    <w:rsid w:val="00F47B3B"/>
    <w:rsid w:val="00F47CA9"/>
    <w:rsid w:val="00F47D3F"/>
    <w:rsid w:val="00F47FD6"/>
    <w:rsid w:val="00F501D2"/>
    <w:rsid w:val="00F50376"/>
    <w:rsid w:val="00F503BE"/>
    <w:rsid w:val="00F503C2"/>
    <w:rsid w:val="00F503DA"/>
    <w:rsid w:val="00F50B40"/>
    <w:rsid w:val="00F50D2D"/>
    <w:rsid w:val="00F50E6D"/>
    <w:rsid w:val="00F50EFC"/>
    <w:rsid w:val="00F50F33"/>
    <w:rsid w:val="00F5106D"/>
    <w:rsid w:val="00F5140D"/>
    <w:rsid w:val="00F517FE"/>
    <w:rsid w:val="00F51928"/>
    <w:rsid w:val="00F51AFC"/>
    <w:rsid w:val="00F51B27"/>
    <w:rsid w:val="00F51B91"/>
    <w:rsid w:val="00F51BE3"/>
    <w:rsid w:val="00F51CD1"/>
    <w:rsid w:val="00F52324"/>
    <w:rsid w:val="00F524B5"/>
    <w:rsid w:val="00F52811"/>
    <w:rsid w:val="00F5311E"/>
    <w:rsid w:val="00F531EC"/>
    <w:rsid w:val="00F5361D"/>
    <w:rsid w:val="00F53C04"/>
    <w:rsid w:val="00F54366"/>
    <w:rsid w:val="00F54674"/>
    <w:rsid w:val="00F54C23"/>
    <w:rsid w:val="00F54EC7"/>
    <w:rsid w:val="00F55034"/>
    <w:rsid w:val="00F5535D"/>
    <w:rsid w:val="00F55684"/>
    <w:rsid w:val="00F557CC"/>
    <w:rsid w:val="00F557DD"/>
    <w:rsid w:val="00F55E4F"/>
    <w:rsid w:val="00F55FF5"/>
    <w:rsid w:val="00F5630B"/>
    <w:rsid w:val="00F56FD2"/>
    <w:rsid w:val="00F57A18"/>
    <w:rsid w:val="00F57D5F"/>
    <w:rsid w:val="00F57FC6"/>
    <w:rsid w:val="00F60383"/>
    <w:rsid w:val="00F60450"/>
    <w:rsid w:val="00F6079C"/>
    <w:rsid w:val="00F60ACA"/>
    <w:rsid w:val="00F60C6D"/>
    <w:rsid w:val="00F611F9"/>
    <w:rsid w:val="00F61401"/>
    <w:rsid w:val="00F6152E"/>
    <w:rsid w:val="00F615AB"/>
    <w:rsid w:val="00F6160F"/>
    <w:rsid w:val="00F61A9D"/>
    <w:rsid w:val="00F61CE6"/>
    <w:rsid w:val="00F6208E"/>
    <w:rsid w:val="00F6219D"/>
    <w:rsid w:val="00F622B0"/>
    <w:rsid w:val="00F622CE"/>
    <w:rsid w:val="00F623C5"/>
    <w:rsid w:val="00F62959"/>
    <w:rsid w:val="00F62B91"/>
    <w:rsid w:val="00F6350E"/>
    <w:rsid w:val="00F63808"/>
    <w:rsid w:val="00F63949"/>
    <w:rsid w:val="00F6397F"/>
    <w:rsid w:val="00F63BCA"/>
    <w:rsid w:val="00F63FD6"/>
    <w:rsid w:val="00F64137"/>
    <w:rsid w:val="00F6420E"/>
    <w:rsid w:val="00F643EF"/>
    <w:rsid w:val="00F645CD"/>
    <w:rsid w:val="00F649E9"/>
    <w:rsid w:val="00F64B79"/>
    <w:rsid w:val="00F65501"/>
    <w:rsid w:val="00F6598B"/>
    <w:rsid w:val="00F65D2A"/>
    <w:rsid w:val="00F65FD2"/>
    <w:rsid w:val="00F666AE"/>
    <w:rsid w:val="00F66AC9"/>
    <w:rsid w:val="00F66DE4"/>
    <w:rsid w:val="00F66EEF"/>
    <w:rsid w:val="00F673E7"/>
    <w:rsid w:val="00F67481"/>
    <w:rsid w:val="00F6750C"/>
    <w:rsid w:val="00F67627"/>
    <w:rsid w:val="00F70054"/>
    <w:rsid w:val="00F700DC"/>
    <w:rsid w:val="00F70216"/>
    <w:rsid w:val="00F7029D"/>
    <w:rsid w:val="00F70A85"/>
    <w:rsid w:val="00F70F83"/>
    <w:rsid w:val="00F70FA7"/>
    <w:rsid w:val="00F714B9"/>
    <w:rsid w:val="00F71AAF"/>
    <w:rsid w:val="00F71E0F"/>
    <w:rsid w:val="00F722F4"/>
    <w:rsid w:val="00F725AA"/>
    <w:rsid w:val="00F72C9E"/>
    <w:rsid w:val="00F7341F"/>
    <w:rsid w:val="00F7359D"/>
    <w:rsid w:val="00F736A1"/>
    <w:rsid w:val="00F737A9"/>
    <w:rsid w:val="00F738F5"/>
    <w:rsid w:val="00F73B04"/>
    <w:rsid w:val="00F73BDC"/>
    <w:rsid w:val="00F74354"/>
    <w:rsid w:val="00F75524"/>
    <w:rsid w:val="00F75700"/>
    <w:rsid w:val="00F758F2"/>
    <w:rsid w:val="00F7637F"/>
    <w:rsid w:val="00F7665D"/>
    <w:rsid w:val="00F76CA6"/>
    <w:rsid w:val="00F76EE3"/>
    <w:rsid w:val="00F7738F"/>
    <w:rsid w:val="00F774E4"/>
    <w:rsid w:val="00F77587"/>
    <w:rsid w:val="00F7779D"/>
    <w:rsid w:val="00F802D4"/>
    <w:rsid w:val="00F803BA"/>
    <w:rsid w:val="00F806E1"/>
    <w:rsid w:val="00F80E99"/>
    <w:rsid w:val="00F81324"/>
    <w:rsid w:val="00F818DB"/>
    <w:rsid w:val="00F81E72"/>
    <w:rsid w:val="00F82110"/>
    <w:rsid w:val="00F8232D"/>
    <w:rsid w:val="00F827C4"/>
    <w:rsid w:val="00F82A12"/>
    <w:rsid w:val="00F82BCB"/>
    <w:rsid w:val="00F83061"/>
    <w:rsid w:val="00F83149"/>
    <w:rsid w:val="00F8320E"/>
    <w:rsid w:val="00F83254"/>
    <w:rsid w:val="00F83281"/>
    <w:rsid w:val="00F833F1"/>
    <w:rsid w:val="00F834D2"/>
    <w:rsid w:val="00F837E8"/>
    <w:rsid w:val="00F83BEF"/>
    <w:rsid w:val="00F83C83"/>
    <w:rsid w:val="00F841F9"/>
    <w:rsid w:val="00F842D1"/>
    <w:rsid w:val="00F84313"/>
    <w:rsid w:val="00F84690"/>
    <w:rsid w:val="00F848AC"/>
    <w:rsid w:val="00F84A85"/>
    <w:rsid w:val="00F84B41"/>
    <w:rsid w:val="00F84E59"/>
    <w:rsid w:val="00F8519B"/>
    <w:rsid w:val="00F855CA"/>
    <w:rsid w:val="00F857F3"/>
    <w:rsid w:val="00F85AEB"/>
    <w:rsid w:val="00F85B58"/>
    <w:rsid w:val="00F85B8B"/>
    <w:rsid w:val="00F85E1F"/>
    <w:rsid w:val="00F862BE"/>
    <w:rsid w:val="00F866C9"/>
    <w:rsid w:val="00F86ECA"/>
    <w:rsid w:val="00F86FDD"/>
    <w:rsid w:val="00F870A6"/>
    <w:rsid w:val="00F8752B"/>
    <w:rsid w:val="00F87790"/>
    <w:rsid w:val="00F87B72"/>
    <w:rsid w:val="00F87E69"/>
    <w:rsid w:val="00F9086C"/>
    <w:rsid w:val="00F91117"/>
    <w:rsid w:val="00F9115E"/>
    <w:rsid w:val="00F91383"/>
    <w:rsid w:val="00F91C15"/>
    <w:rsid w:val="00F91F07"/>
    <w:rsid w:val="00F9233D"/>
    <w:rsid w:val="00F923F7"/>
    <w:rsid w:val="00F92836"/>
    <w:rsid w:val="00F92868"/>
    <w:rsid w:val="00F92F2A"/>
    <w:rsid w:val="00F93305"/>
    <w:rsid w:val="00F93820"/>
    <w:rsid w:val="00F93956"/>
    <w:rsid w:val="00F93ADB"/>
    <w:rsid w:val="00F93C4D"/>
    <w:rsid w:val="00F93D7F"/>
    <w:rsid w:val="00F93D98"/>
    <w:rsid w:val="00F940AA"/>
    <w:rsid w:val="00F9438E"/>
    <w:rsid w:val="00F9476A"/>
    <w:rsid w:val="00F947F9"/>
    <w:rsid w:val="00F948BA"/>
    <w:rsid w:val="00F94EA8"/>
    <w:rsid w:val="00F94EEB"/>
    <w:rsid w:val="00F956C9"/>
    <w:rsid w:val="00F95C19"/>
    <w:rsid w:val="00F95C93"/>
    <w:rsid w:val="00F96410"/>
    <w:rsid w:val="00F9659E"/>
    <w:rsid w:val="00F9681B"/>
    <w:rsid w:val="00F96A89"/>
    <w:rsid w:val="00F96D1E"/>
    <w:rsid w:val="00F97437"/>
    <w:rsid w:val="00F975C5"/>
    <w:rsid w:val="00F978A0"/>
    <w:rsid w:val="00F97F02"/>
    <w:rsid w:val="00FA017E"/>
    <w:rsid w:val="00FA09F6"/>
    <w:rsid w:val="00FA0A6B"/>
    <w:rsid w:val="00FA0AB6"/>
    <w:rsid w:val="00FA0C9C"/>
    <w:rsid w:val="00FA0EFB"/>
    <w:rsid w:val="00FA106C"/>
    <w:rsid w:val="00FA112B"/>
    <w:rsid w:val="00FA1795"/>
    <w:rsid w:val="00FA1A37"/>
    <w:rsid w:val="00FA1C58"/>
    <w:rsid w:val="00FA1D67"/>
    <w:rsid w:val="00FA1DB1"/>
    <w:rsid w:val="00FA1DE5"/>
    <w:rsid w:val="00FA21E4"/>
    <w:rsid w:val="00FA21F3"/>
    <w:rsid w:val="00FA2508"/>
    <w:rsid w:val="00FA25AD"/>
    <w:rsid w:val="00FA260A"/>
    <w:rsid w:val="00FA267C"/>
    <w:rsid w:val="00FA2727"/>
    <w:rsid w:val="00FA2C11"/>
    <w:rsid w:val="00FA2D5B"/>
    <w:rsid w:val="00FA2E35"/>
    <w:rsid w:val="00FA2FDA"/>
    <w:rsid w:val="00FA3128"/>
    <w:rsid w:val="00FA3324"/>
    <w:rsid w:val="00FA34AD"/>
    <w:rsid w:val="00FA355A"/>
    <w:rsid w:val="00FA39FE"/>
    <w:rsid w:val="00FA3AB6"/>
    <w:rsid w:val="00FA3B10"/>
    <w:rsid w:val="00FA3F9C"/>
    <w:rsid w:val="00FA40AA"/>
    <w:rsid w:val="00FA498F"/>
    <w:rsid w:val="00FA60FD"/>
    <w:rsid w:val="00FA61F4"/>
    <w:rsid w:val="00FA62DC"/>
    <w:rsid w:val="00FA645C"/>
    <w:rsid w:val="00FA6519"/>
    <w:rsid w:val="00FA69BA"/>
    <w:rsid w:val="00FA7055"/>
    <w:rsid w:val="00FA714C"/>
    <w:rsid w:val="00FB0105"/>
    <w:rsid w:val="00FB0552"/>
    <w:rsid w:val="00FB076F"/>
    <w:rsid w:val="00FB17B5"/>
    <w:rsid w:val="00FB1AE2"/>
    <w:rsid w:val="00FB1D0A"/>
    <w:rsid w:val="00FB2859"/>
    <w:rsid w:val="00FB2AFD"/>
    <w:rsid w:val="00FB2DE6"/>
    <w:rsid w:val="00FB2E92"/>
    <w:rsid w:val="00FB349F"/>
    <w:rsid w:val="00FB3658"/>
    <w:rsid w:val="00FB4139"/>
    <w:rsid w:val="00FB41A2"/>
    <w:rsid w:val="00FB4440"/>
    <w:rsid w:val="00FB4ABA"/>
    <w:rsid w:val="00FB4B23"/>
    <w:rsid w:val="00FB4D6A"/>
    <w:rsid w:val="00FB4DCF"/>
    <w:rsid w:val="00FB53A6"/>
    <w:rsid w:val="00FB5422"/>
    <w:rsid w:val="00FB5562"/>
    <w:rsid w:val="00FB5790"/>
    <w:rsid w:val="00FB579A"/>
    <w:rsid w:val="00FB5881"/>
    <w:rsid w:val="00FB5898"/>
    <w:rsid w:val="00FB594A"/>
    <w:rsid w:val="00FB60CF"/>
    <w:rsid w:val="00FB661B"/>
    <w:rsid w:val="00FB6978"/>
    <w:rsid w:val="00FB6B2D"/>
    <w:rsid w:val="00FB6FF6"/>
    <w:rsid w:val="00FB7508"/>
    <w:rsid w:val="00FB7543"/>
    <w:rsid w:val="00FC003C"/>
    <w:rsid w:val="00FC0113"/>
    <w:rsid w:val="00FC0231"/>
    <w:rsid w:val="00FC0321"/>
    <w:rsid w:val="00FC0516"/>
    <w:rsid w:val="00FC0A70"/>
    <w:rsid w:val="00FC0A8F"/>
    <w:rsid w:val="00FC0C40"/>
    <w:rsid w:val="00FC0E83"/>
    <w:rsid w:val="00FC0FDB"/>
    <w:rsid w:val="00FC12CE"/>
    <w:rsid w:val="00FC1492"/>
    <w:rsid w:val="00FC14BA"/>
    <w:rsid w:val="00FC1A49"/>
    <w:rsid w:val="00FC1BE9"/>
    <w:rsid w:val="00FC2168"/>
    <w:rsid w:val="00FC245E"/>
    <w:rsid w:val="00FC274F"/>
    <w:rsid w:val="00FC28DB"/>
    <w:rsid w:val="00FC2C14"/>
    <w:rsid w:val="00FC3777"/>
    <w:rsid w:val="00FC379E"/>
    <w:rsid w:val="00FC37C5"/>
    <w:rsid w:val="00FC388B"/>
    <w:rsid w:val="00FC3A3C"/>
    <w:rsid w:val="00FC3C5E"/>
    <w:rsid w:val="00FC3CDF"/>
    <w:rsid w:val="00FC3EDC"/>
    <w:rsid w:val="00FC405B"/>
    <w:rsid w:val="00FC4516"/>
    <w:rsid w:val="00FC4945"/>
    <w:rsid w:val="00FC4AD7"/>
    <w:rsid w:val="00FC52B4"/>
    <w:rsid w:val="00FC5513"/>
    <w:rsid w:val="00FC5AF1"/>
    <w:rsid w:val="00FC5C84"/>
    <w:rsid w:val="00FC6074"/>
    <w:rsid w:val="00FC691C"/>
    <w:rsid w:val="00FC6C5A"/>
    <w:rsid w:val="00FC6D87"/>
    <w:rsid w:val="00FC6DDB"/>
    <w:rsid w:val="00FC735E"/>
    <w:rsid w:val="00FC73BF"/>
    <w:rsid w:val="00FC7637"/>
    <w:rsid w:val="00FC79BB"/>
    <w:rsid w:val="00FD049F"/>
    <w:rsid w:val="00FD082C"/>
    <w:rsid w:val="00FD0988"/>
    <w:rsid w:val="00FD0A25"/>
    <w:rsid w:val="00FD0C58"/>
    <w:rsid w:val="00FD0DF5"/>
    <w:rsid w:val="00FD13A6"/>
    <w:rsid w:val="00FD1A9E"/>
    <w:rsid w:val="00FD1D2D"/>
    <w:rsid w:val="00FD1F57"/>
    <w:rsid w:val="00FD20E5"/>
    <w:rsid w:val="00FD2119"/>
    <w:rsid w:val="00FD24DF"/>
    <w:rsid w:val="00FD271B"/>
    <w:rsid w:val="00FD276D"/>
    <w:rsid w:val="00FD2A91"/>
    <w:rsid w:val="00FD2ED4"/>
    <w:rsid w:val="00FD3310"/>
    <w:rsid w:val="00FD3C6F"/>
    <w:rsid w:val="00FD3F9A"/>
    <w:rsid w:val="00FD40B5"/>
    <w:rsid w:val="00FD40CF"/>
    <w:rsid w:val="00FD4165"/>
    <w:rsid w:val="00FD44AA"/>
    <w:rsid w:val="00FD4587"/>
    <w:rsid w:val="00FD4668"/>
    <w:rsid w:val="00FD48EA"/>
    <w:rsid w:val="00FD4F18"/>
    <w:rsid w:val="00FD50B2"/>
    <w:rsid w:val="00FD524A"/>
    <w:rsid w:val="00FD54D7"/>
    <w:rsid w:val="00FD5718"/>
    <w:rsid w:val="00FD5A2E"/>
    <w:rsid w:val="00FD5B65"/>
    <w:rsid w:val="00FD5E92"/>
    <w:rsid w:val="00FD640F"/>
    <w:rsid w:val="00FD66FD"/>
    <w:rsid w:val="00FD6794"/>
    <w:rsid w:val="00FD69B9"/>
    <w:rsid w:val="00FD69EA"/>
    <w:rsid w:val="00FD6A98"/>
    <w:rsid w:val="00FD6B0A"/>
    <w:rsid w:val="00FD72D2"/>
    <w:rsid w:val="00FD77D6"/>
    <w:rsid w:val="00FE0032"/>
    <w:rsid w:val="00FE05C5"/>
    <w:rsid w:val="00FE0A74"/>
    <w:rsid w:val="00FE0CB8"/>
    <w:rsid w:val="00FE0EE0"/>
    <w:rsid w:val="00FE1194"/>
    <w:rsid w:val="00FE1893"/>
    <w:rsid w:val="00FE1C42"/>
    <w:rsid w:val="00FE1DB9"/>
    <w:rsid w:val="00FE2283"/>
    <w:rsid w:val="00FE22E3"/>
    <w:rsid w:val="00FE269E"/>
    <w:rsid w:val="00FE27B0"/>
    <w:rsid w:val="00FE2BD4"/>
    <w:rsid w:val="00FE2D0A"/>
    <w:rsid w:val="00FE2F99"/>
    <w:rsid w:val="00FE300E"/>
    <w:rsid w:val="00FE367D"/>
    <w:rsid w:val="00FE403A"/>
    <w:rsid w:val="00FE40A3"/>
    <w:rsid w:val="00FE451E"/>
    <w:rsid w:val="00FE4585"/>
    <w:rsid w:val="00FE46E1"/>
    <w:rsid w:val="00FE47C2"/>
    <w:rsid w:val="00FE4A42"/>
    <w:rsid w:val="00FE4AF1"/>
    <w:rsid w:val="00FE4D81"/>
    <w:rsid w:val="00FE4EE8"/>
    <w:rsid w:val="00FE4F7A"/>
    <w:rsid w:val="00FE532F"/>
    <w:rsid w:val="00FE5719"/>
    <w:rsid w:val="00FE57A7"/>
    <w:rsid w:val="00FE5C50"/>
    <w:rsid w:val="00FE6145"/>
    <w:rsid w:val="00FE63B6"/>
    <w:rsid w:val="00FE6D3A"/>
    <w:rsid w:val="00FE6FDD"/>
    <w:rsid w:val="00FE7243"/>
    <w:rsid w:val="00FE7372"/>
    <w:rsid w:val="00FE78BD"/>
    <w:rsid w:val="00FE7DBA"/>
    <w:rsid w:val="00FE7F55"/>
    <w:rsid w:val="00FF0619"/>
    <w:rsid w:val="00FF075C"/>
    <w:rsid w:val="00FF0AC3"/>
    <w:rsid w:val="00FF0C86"/>
    <w:rsid w:val="00FF0E6D"/>
    <w:rsid w:val="00FF1252"/>
    <w:rsid w:val="00FF175C"/>
    <w:rsid w:val="00FF1EC9"/>
    <w:rsid w:val="00FF2026"/>
    <w:rsid w:val="00FF28E2"/>
    <w:rsid w:val="00FF2955"/>
    <w:rsid w:val="00FF2FD2"/>
    <w:rsid w:val="00FF31AF"/>
    <w:rsid w:val="00FF34B5"/>
    <w:rsid w:val="00FF3A71"/>
    <w:rsid w:val="00FF5265"/>
    <w:rsid w:val="00FF54F0"/>
    <w:rsid w:val="00FF59C7"/>
    <w:rsid w:val="00FF5B23"/>
    <w:rsid w:val="00FF5E58"/>
    <w:rsid w:val="00FF6199"/>
    <w:rsid w:val="00FF64E9"/>
    <w:rsid w:val="00FF6544"/>
    <w:rsid w:val="00FF6A13"/>
    <w:rsid w:val="00FF6C65"/>
    <w:rsid w:val="00FF6E5C"/>
    <w:rsid w:val="00FF7274"/>
    <w:rsid w:val="00FF7EEE"/>
    <w:rsid w:val="011625C5"/>
    <w:rsid w:val="012502D5"/>
    <w:rsid w:val="01260D28"/>
    <w:rsid w:val="01560621"/>
    <w:rsid w:val="015BFE8B"/>
    <w:rsid w:val="016EB6DC"/>
    <w:rsid w:val="017B676C"/>
    <w:rsid w:val="0193122E"/>
    <w:rsid w:val="01A742E6"/>
    <w:rsid w:val="01FBF562"/>
    <w:rsid w:val="02380266"/>
    <w:rsid w:val="023A8528"/>
    <w:rsid w:val="023EF6F5"/>
    <w:rsid w:val="024D7544"/>
    <w:rsid w:val="027063DF"/>
    <w:rsid w:val="02829E31"/>
    <w:rsid w:val="0283D4C1"/>
    <w:rsid w:val="028C7F63"/>
    <w:rsid w:val="029F3130"/>
    <w:rsid w:val="02A58BFF"/>
    <w:rsid w:val="02F7422E"/>
    <w:rsid w:val="031926C5"/>
    <w:rsid w:val="03625FA9"/>
    <w:rsid w:val="036CAC83"/>
    <w:rsid w:val="03711881"/>
    <w:rsid w:val="03716DAF"/>
    <w:rsid w:val="0395549F"/>
    <w:rsid w:val="03B27B69"/>
    <w:rsid w:val="03E4A0D4"/>
    <w:rsid w:val="0401A424"/>
    <w:rsid w:val="040AD77B"/>
    <w:rsid w:val="044D9829"/>
    <w:rsid w:val="04939F4D"/>
    <w:rsid w:val="049BCEC9"/>
    <w:rsid w:val="04A51859"/>
    <w:rsid w:val="04A83F67"/>
    <w:rsid w:val="04B7A719"/>
    <w:rsid w:val="04BC91AF"/>
    <w:rsid w:val="04C37108"/>
    <w:rsid w:val="04CA77F6"/>
    <w:rsid w:val="04E5DA03"/>
    <w:rsid w:val="04EC9A00"/>
    <w:rsid w:val="05285EFA"/>
    <w:rsid w:val="05303456"/>
    <w:rsid w:val="05361997"/>
    <w:rsid w:val="0557A472"/>
    <w:rsid w:val="05781645"/>
    <w:rsid w:val="058AE27F"/>
    <w:rsid w:val="059E8059"/>
    <w:rsid w:val="05ACC2E1"/>
    <w:rsid w:val="0624CA84"/>
    <w:rsid w:val="06254B08"/>
    <w:rsid w:val="06353334"/>
    <w:rsid w:val="065F2479"/>
    <w:rsid w:val="06A64F41"/>
    <w:rsid w:val="06ACCB62"/>
    <w:rsid w:val="06B54D78"/>
    <w:rsid w:val="06BE15DD"/>
    <w:rsid w:val="06C98CC9"/>
    <w:rsid w:val="06C9D570"/>
    <w:rsid w:val="06D83306"/>
    <w:rsid w:val="06E25274"/>
    <w:rsid w:val="06E80466"/>
    <w:rsid w:val="0719CF1D"/>
    <w:rsid w:val="07404FDC"/>
    <w:rsid w:val="07463D01"/>
    <w:rsid w:val="07485BAF"/>
    <w:rsid w:val="0797E725"/>
    <w:rsid w:val="07D0E9FD"/>
    <w:rsid w:val="07D16682"/>
    <w:rsid w:val="0866E553"/>
    <w:rsid w:val="088606BE"/>
    <w:rsid w:val="088D6855"/>
    <w:rsid w:val="089582B4"/>
    <w:rsid w:val="08B940E7"/>
    <w:rsid w:val="08E43829"/>
    <w:rsid w:val="08E88E6D"/>
    <w:rsid w:val="08F48E6F"/>
    <w:rsid w:val="091E7EBF"/>
    <w:rsid w:val="0928AA5E"/>
    <w:rsid w:val="09843ED7"/>
    <w:rsid w:val="099E3A83"/>
    <w:rsid w:val="099FF8B8"/>
    <w:rsid w:val="09C509CD"/>
    <w:rsid w:val="09D993B8"/>
    <w:rsid w:val="09F288FD"/>
    <w:rsid w:val="0A01D3FA"/>
    <w:rsid w:val="0A3E138E"/>
    <w:rsid w:val="0A69FBF4"/>
    <w:rsid w:val="0A6C8EC9"/>
    <w:rsid w:val="0A6E14D9"/>
    <w:rsid w:val="0A6F6621"/>
    <w:rsid w:val="0A7F3FD6"/>
    <w:rsid w:val="0AE700F6"/>
    <w:rsid w:val="0AEA6CEE"/>
    <w:rsid w:val="0B07F347"/>
    <w:rsid w:val="0B2ACA88"/>
    <w:rsid w:val="0B485BC3"/>
    <w:rsid w:val="0B4A4D25"/>
    <w:rsid w:val="0B55ADA1"/>
    <w:rsid w:val="0B625C27"/>
    <w:rsid w:val="0B64A89B"/>
    <w:rsid w:val="0B723880"/>
    <w:rsid w:val="0B765C14"/>
    <w:rsid w:val="0B79BFF4"/>
    <w:rsid w:val="0B8581B4"/>
    <w:rsid w:val="0BCC5D83"/>
    <w:rsid w:val="0BD6B617"/>
    <w:rsid w:val="0BE5AAE3"/>
    <w:rsid w:val="0BE60579"/>
    <w:rsid w:val="0BF2C13D"/>
    <w:rsid w:val="0C1BD8EB"/>
    <w:rsid w:val="0C4E226F"/>
    <w:rsid w:val="0C55F180"/>
    <w:rsid w:val="0C824BC8"/>
    <w:rsid w:val="0C958558"/>
    <w:rsid w:val="0C99D42E"/>
    <w:rsid w:val="0C9C29BE"/>
    <w:rsid w:val="0CA6E0AE"/>
    <w:rsid w:val="0CBFA06E"/>
    <w:rsid w:val="0CD29DCB"/>
    <w:rsid w:val="0CE1EE88"/>
    <w:rsid w:val="0D0A8622"/>
    <w:rsid w:val="0D206A98"/>
    <w:rsid w:val="0D378296"/>
    <w:rsid w:val="0D3C0C80"/>
    <w:rsid w:val="0D60FA3B"/>
    <w:rsid w:val="0D9670AF"/>
    <w:rsid w:val="0DC154E6"/>
    <w:rsid w:val="0DCB9536"/>
    <w:rsid w:val="0DEB3428"/>
    <w:rsid w:val="0E056E86"/>
    <w:rsid w:val="0E0CF7FD"/>
    <w:rsid w:val="0E403681"/>
    <w:rsid w:val="0E42E485"/>
    <w:rsid w:val="0E71B8A4"/>
    <w:rsid w:val="0E90C7EA"/>
    <w:rsid w:val="0E9857E6"/>
    <w:rsid w:val="0EB1A212"/>
    <w:rsid w:val="0EC557CC"/>
    <w:rsid w:val="0EEEEDE3"/>
    <w:rsid w:val="0EF0C0D3"/>
    <w:rsid w:val="0EF69901"/>
    <w:rsid w:val="0F197BAD"/>
    <w:rsid w:val="0F34B8E4"/>
    <w:rsid w:val="0F39CC96"/>
    <w:rsid w:val="0F51F30D"/>
    <w:rsid w:val="0F57C91D"/>
    <w:rsid w:val="0F67CAA5"/>
    <w:rsid w:val="0F8EDA8F"/>
    <w:rsid w:val="0F9996DD"/>
    <w:rsid w:val="0FD90562"/>
    <w:rsid w:val="0FD96F99"/>
    <w:rsid w:val="0FDEDF72"/>
    <w:rsid w:val="0FE43FA1"/>
    <w:rsid w:val="0FECE73D"/>
    <w:rsid w:val="1009E039"/>
    <w:rsid w:val="1017F2AD"/>
    <w:rsid w:val="1025D63F"/>
    <w:rsid w:val="10281DC7"/>
    <w:rsid w:val="104731D6"/>
    <w:rsid w:val="10541668"/>
    <w:rsid w:val="105820A6"/>
    <w:rsid w:val="10688D86"/>
    <w:rsid w:val="106B1F41"/>
    <w:rsid w:val="10709E11"/>
    <w:rsid w:val="10979804"/>
    <w:rsid w:val="109F90F3"/>
    <w:rsid w:val="10AA0B09"/>
    <w:rsid w:val="10CEEC55"/>
    <w:rsid w:val="111B63C6"/>
    <w:rsid w:val="1145A46D"/>
    <w:rsid w:val="114DD80B"/>
    <w:rsid w:val="115519E7"/>
    <w:rsid w:val="1173EC91"/>
    <w:rsid w:val="119CF334"/>
    <w:rsid w:val="11C14976"/>
    <w:rsid w:val="11C46F46"/>
    <w:rsid w:val="11E36744"/>
    <w:rsid w:val="11F65DC9"/>
    <w:rsid w:val="1231B4E5"/>
    <w:rsid w:val="12508BB1"/>
    <w:rsid w:val="1250C170"/>
    <w:rsid w:val="1254BAE2"/>
    <w:rsid w:val="125EE8E4"/>
    <w:rsid w:val="12647773"/>
    <w:rsid w:val="126A8B31"/>
    <w:rsid w:val="1275D82C"/>
    <w:rsid w:val="12776310"/>
    <w:rsid w:val="129E5FF6"/>
    <w:rsid w:val="1350F7E5"/>
    <w:rsid w:val="136C7432"/>
    <w:rsid w:val="13736E46"/>
    <w:rsid w:val="137527F8"/>
    <w:rsid w:val="137A2547"/>
    <w:rsid w:val="139A15C4"/>
    <w:rsid w:val="13D80AE0"/>
    <w:rsid w:val="13E1C5D8"/>
    <w:rsid w:val="13EB03B5"/>
    <w:rsid w:val="1405B5D5"/>
    <w:rsid w:val="148612FF"/>
    <w:rsid w:val="149F3B5C"/>
    <w:rsid w:val="14B9E019"/>
    <w:rsid w:val="14E2BA0A"/>
    <w:rsid w:val="14EA7CD7"/>
    <w:rsid w:val="151271B8"/>
    <w:rsid w:val="151AF22C"/>
    <w:rsid w:val="1535DD7D"/>
    <w:rsid w:val="153CAD6D"/>
    <w:rsid w:val="154095AE"/>
    <w:rsid w:val="154F16C3"/>
    <w:rsid w:val="156A591B"/>
    <w:rsid w:val="157B3215"/>
    <w:rsid w:val="157EBC22"/>
    <w:rsid w:val="159930FB"/>
    <w:rsid w:val="15AE5FEF"/>
    <w:rsid w:val="15B93961"/>
    <w:rsid w:val="15D47459"/>
    <w:rsid w:val="15FE73FB"/>
    <w:rsid w:val="1600CAE1"/>
    <w:rsid w:val="1614FCA5"/>
    <w:rsid w:val="16290ED4"/>
    <w:rsid w:val="162C779C"/>
    <w:rsid w:val="1634EDA5"/>
    <w:rsid w:val="167FD07E"/>
    <w:rsid w:val="1693D74F"/>
    <w:rsid w:val="16A90C80"/>
    <w:rsid w:val="16A9CF5E"/>
    <w:rsid w:val="16B44343"/>
    <w:rsid w:val="16B71D7A"/>
    <w:rsid w:val="16B98C86"/>
    <w:rsid w:val="16D93C8A"/>
    <w:rsid w:val="16DA313A"/>
    <w:rsid w:val="171759A1"/>
    <w:rsid w:val="1748C961"/>
    <w:rsid w:val="1755FCC5"/>
    <w:rsid w:val="176CD4E6"/>
    <w:rsid w:val="17876F9A"/>
    <w:rsid w:val="179D0B85"/>
    <w:rsid w:val="17E13CC8"/>
    <w:rsid w:val="17E296BB"/>
    <w:rsid w:val="17E425CD"/>
    <w:rsid w:val="17E5C92F"/>
    <w:rsid w:val="17ECAEAA"/>
    <w:rsid w:val="17F7C443"/>
    <w:rsid w:val="1807D336"/>
    <w:rsid w:val="18103FB2"/>
    <w:rsid w:val="18160F01"/>
    <w:rsid w:val="186DAEB5"/>
    <w:rsid w:val="18743280"/>
    <w:rsid w:val="188BC7F7"/>
    <w:rsid w:val="188C855B"/>
    <w:rsid w:val="18D9D49B"/>
    <w:rsid w:val="18DFF459"/>
    <w:rsid w:val="18E1EC11"/>
    <w:rsid w:val="18EEB20B"/>
    <w:rsid w:val="18F53405"/>
    <w:rsid w:val="191F6801"/>
    <w:rsid w:val="1937D42B"/>
    <w:rsid w:val="194254FE"/>
    <w:rsid w:val="194EFFAD"/>
    <w:rsid w:val="196A741D"/>
    <w:rsid w:val="1977A00A"/>
    <w:rsid w:val="197CDAF7"/>
    <w:rsid w:val="1997C3F6"/>
    <w:rsid w:val="19EB73B0"/>
    <w:rsid w:val="19ED9264"/>
    <w:rsid w:val="19FC2603"/>
    <w:rsid w:val="1A6A72D9"/>
    <w:rsid w:val="1A74B35F"/>
    <w:rsid w:val="1A805C8B"/>
    <w:rsid w:val="1A98B393"/>
    <w:rsid w:val="1AA6266E"/>
    <w:rsid w:val="1AB9AA4E"/>
    <w:rsid w:val="1AD4AFCF"/>
    <w:rsid w:val="1B123222"/>
    <w:rsid w:val="1B649D38"/>
    <w:rsid w:val="1B6658A9"/>
    <w:rsid w:val="1BA7C619"/>
    <w:rsid w:val="1BABC702"/>
    <w:rsid w:val="1BAEF9BD"/>
    <w:rsid w:val="1BCC7756"/>
    <w:rsid w:val="1BDB1A81"/>
    <w:rsid w:val="1BF9215B"/>
    <w:rsid w:val="1C03BC33"/>
    <w:rsid w:val="1C39997B"/>
    <w:rsid w:val="1C39E73E"/>
    <w:rsid w:val="1C499E3F"/>
    <w:rsid w:val="1C517767"/>
    <w:rsid w:val="1C552CFC"/>
    <w:rsid w:val="1C9DD320"/>
    <w:rsid w:val="1CB00D2B"/>
    <w:rsid w:val="1CBD4817"/>
    <w:rsid w:val="1CCD4521"/>
    <w:rsid w:val="1D0ADCF6"/>
    <w:rsid w:val="1D110D20"/>
    <w:rsid w:val="1D221379"/>
    <w:rsid w:val="1D278A54"/>
    <w:rsid w:val="1D350956"/>
    <w:rsid w:val="1D501F9C"/>
    <w:rsid w:val="1D6E806F"/>
    <w:rsid w:val="1D8D64E4"/>
    <w:rsid w:val="1D944700"/>
    <w:rsid w:val="1D973ADF"/>
    <w:rsid w:val="1DB05ECE"/>
    <w:rsid w:val="1DD2B1C4"/>
    <w:rsid w:val="1DE1A4D9"/>
    <w:rsid w:val="1E299C8E"/>
    <w:rsid w:val="1E2BC7BE"/>
    <w:rsid w:val="1E2CC072"/>
    <w:rsid w:val="1E8FB248"/>
    <w:rsid w:val="1EB6A293"/>
    <w:rsid w:val="1EEC0C8A"/>
    <w:rsid w:val="1F062D83"/>
    <w:rsid w:val="1F1C108A"/>
    <w:rsid w:val="1F3BE3AE"/>
    <w:rsid w:val="1F47B7CB"/>
    <w:rsid w:val="1F5844EE"/>
    <w:rsid w:val="1F813F01"/>
    <w:rsid w:val="1F8EF515"/>
    <w:rsid w:val="1F904AB9"/>
    <w:rsid w:val="1F98B2EE"/>
    <w:rsid w:val="1F9A2312"/>
    <w:rsid w:val="1FD17421"/>
    <w:rsid w:val="2007E89E"/>
    <w:rsid w:val="202A58AE"/>
    <w:rsid w:val="204406D1"/>
    <w:rsid w:val="2048FB36"/>
    <w:rsid w:val="204C5CF2"/>
    <w:rsid w:val="2089F84A"/>
    <w:rsid w:val="20DF0548"/>
    <w:rsid w:val="20E052B0"/>
    <w:rsid w:val="20F3691A"/>
    <w:rsid w:val="20F445D9"/>
    <w:rsid w:val="20F45C16"/>
    <w:rsid w:val="2118C0B4"/>
    <w:rsid w:val="211BAC7E"/>
    <w:rsid w:val="2131C9A8"/>
    <w:rsid w:val="214B40D2"/>
    <w:rsid w:val="214DD053"/>
    <w:rsid w:val="21670028"/>
    <w:rsid w:val="2176B7B7"/>
    <w:rsid w:val="2191A012"/>
    <w:rsid w:val="21AF5AFB"/>
    <w:rsid w:val="21B88BE1"/>
    <w:rsid w:val="21BC0348"/>
    <w:rsid w:val="21DC2B20"/>
    <w:rsid w:val="2200D259"/>
    <w:rsid w:val="22128993"/>
    <w:rsid w:val="221B8F34"/>
    <w:rsid w:val="225EAE4F"/>
    <w:rsid w:val="226862E8"/>
    <w:rsid w:val="226A7FDC"/>
    <w:rsid w:val="226C5331"/>
    <w:rsid w:val="2294C313"/>
    <w:rsid w:val="22987540"/>
    <w:rsid w:val="2298F5E5"/>
    <w:rsid w:val="229E616A"/>
    <w:rsid w:val="22B08A7E"/>
    <w:rsid w:val="22C2DDCB"/>
    <w:rsid w:val="22CBA21D"/>
    <w:rsid w:val="22E1D783"/>
    <w:rsid w:val="22E7236F"/>
    <w:rsid w:val="232E1429"/>
    <w:rsid w:val="23319D6A"/>
    <w:rsid w:val="23392622"/>
    <w:rsid w:val="233C86A5"/>
    <w:rsid w:val="23423292"/>
    <w:rsid w:val="2384EDCF"/>
    <w:rsid w:val="23C5F0CB"/>
    <w:rsid w:val="23D2D74D"/>
    <w:rsid w:val="24007212"/>
    <w:rsid w:val="2406E092"/>
    <w:rsid w:val="240C605F"/>
    <w:rsid w:val="24189F43"/>
    <w:rsid w:val="2427BB19"/>
    <w:rsid w:val="242DCC01"/>
    <w:rsid w:val="24322BAE"/>
    <w:rsid w:val="243E9790"/>
    <w:rsid w:val="24461C63"/>
    <w:rsid w:val="246B10E2"/>
    <w:rsid w:val="24713CAA"/>
    <w:rsid w:val="247A9C61"/>
    <w:rsid w:val="2486D6C7"/>
    <w:rsid w:val="249E2E70"/>
    <w:rsid w:val="24AC911B"/>
    <w:rsid w:val="24ACBEEC"/>
    <w:rsid w:val="24BA9196"/>
    <w:rsid w:val="24C1ACE1"/>
    <w:rsid w:val="24C3CDD4"/>
    <w:rsid w:val="24DF65B9"/>
    <w:rsid w:val="24E21FC6"/>
    <w:rsid w:val="2500E048"/>
    <w:rsid w:val="250E9DCA"/>
    <w:rsid w:val="25141CA8"/>
    <w:rsid w:val="251DDC04"/>
    <w:rsid w:val="25234A5C"/>
    <w:rsid w:val="253EE319"/>
    <w:rsid w:val="2558B03D"/>
    <w:rsid w:val="2573C532"/>
    <w:rsid w:val="25849822"/>
    <w:rsid w:val="2598B801"/>
    <w:rsid w:val="25AA9E79"/>
    <w:rsid w:val="25D54BB0"/>
    <w:rsid w:val="25D5EAC8"/>
    <w:rsid w:val="26035E48"/>
    <w:rsid w:val="260D6461"/>
    <w:rsid w:val="262FE63C"/>
    <w:rsid w:val="26454DE0"/>
    <w:rsid w:val="2648617C"/>
    <w:rsid w:val="2680B1F9"/>
    <w:rsid w:val="26D8512A"/>
    <w:rsid w:val="26E644EC"/>
    <w:rsid w:val="27054666"/>
    <w:rsid w:val="270BF06B"/>
    <w:rsid w:val="270F5C00"/>
    <w:rsid w:val="2715A3FB"/>
    <w:rsid w:val="2748E37C"/>
    <w:rsid w:val="2750FB26"/>
    <w:rsid w:val="277EF145"/>
    <w:rsid w:val="27AA98F2"/>
    <w:rsid w:val="27ACA87B"/>
    <w:rsid w:val="27C492F0"/>
    <w:rsid w:val="283ACC6F"/>
    <w:rsid w:val="284348E6"/>
    <w:rsid w:val="284538A6"/>
    <w:rsid w:val="28739965"/>
    <w:rsid w:val="28CF0A32"/>
    <w:rsid w:val="290FC335"/>
    <w:rsid w:val="292BB949"/>
    <w:rsid w:val="2934DDBA"/>
    <w:rsid w:val="29799BDB"/>
    <w:rsid w:val="297FC89B"/>
    <w:rsid w:val="29931110"/>
    <w:rsid w:val="299C773F"/>
    <w:rsid w:val="29C750FD"/>
    <w:rsid w:val="29E535C8"/>
    <w:rsid w:val="29FB83DE"/>
    <w:rsid w:val="2A624174"/>
    <w:rsid w:val="2A99FFFD"/>
    <w:rsid w:val="2AB0870F"/>
    <w:rsid w:val="2AB93B3A"/>
    <w:rsid w:val="2AD59BB5"/>
    <w:rsid w:val="2AD67875"/>
    <w:rsid w:val="2AF3C62A"/>
    <w:rsid w:val="2B0B5341"/>
    <w:rsid w:val="2B3E50F1"/>
    <w:rsid w:val="2B464D4D"/>
    <w:rsid w:val="2B4721B4"/>
    <w:rsid w:val="2B6A1ACD"/>
    <w:rsid w:val="2B748DEE"/>
    <w:rsid w:val="2B75188F"/>
    <w:rsid w:val="2B7916FE"/>
    <w:rsid w:val="2B7B5336"/>
    <w:rsid w:val="2B858166"/>
    <w:rsid w:val="2B930E2C"/>
    <w:rsid w:val="2B9DD4E8"/>
    <w:rsid w:val="2BA2EEE5"/>
    <w:rsid w:val="2BA49A6E"/>
    <w:rsid w:val="2BE82DE5"/>
    <w:rsid w:val="2BE94AA3"/>
    <w:rsid w:val="2C101C4B"/>
    <w:rsid w:val="2C17331B"/>
    <w:rsid w:val="2C331E5F"/>
    <w:rsid w:val="2C40683E"/>
    <w:rsid w:val="2C562764"/>
    <w:rsid w:val="2C70198F"/>
    <w:rsid w:val="2C97E743"/>
    <w:rsid w:val="2CA3EB40"/>
    <w:rsid w:val="2CCAE45E"/>
    <w:rsid w:val="2CF3C832"/>
    <w:rsid w:val="2D0DA2F0"/>
    <w:rsid w:val="2D1584ED"/>
    <w:rsid w:val="2D20E250"/>
    <w:rsid w:val="2D35CCA8"/>
    <w:rsid w:val="2D3CCE76"/>
    <w:rsid w:val="2D521FE3"/>
    <w:rsid w:val="2D54FC2E"/>
    <w:rsid w:val="2D5935D1"/>
    <w:rsid w:val="2D97E4B6"/>
    <w:rsid w:val="2D98C055"/>
    <w:rsid w:val="2DA02EED"/>
    <w:rsid w:val="2DBE12A5"/>
    <w:rsid w:val="2DD2C5A1"/>
    <w:rsid w:val="2E00B281"/>
    <w:rsid w:val="2E0C6852"/>
    <w:rsid w:val="2E165899"/>
    <w:rsid w:val="2E40BC6D"/>
    <w:rsid w:val="2E4A9F61"/>
    <w:rsid w:val="2E696AEE"/>
    <w:rsid w:val="2E6B8362"/>
    <w:rsid w:val="2E9521F0"/>
    <w:rsid w:val="2E987086"/>
    <w:rsid w:val="2EA0D08D"/>
    <w:rsid w:val="2EB467D9"/>
    <w:rsid w:val="2EF25B8B"/>
    <w:rsid w:val="2F038A16"/>
    <w:rsid w:val="2F04C6AA"/>
    <w:rsid w:val="2F10DB32"/>
    <w:rsid w:val="2F20DC04"/>
    <w:rsid w:val="2F4DD7BB"/>
    <w:rsid w:val="2F4E7D22"/>
    <w:rsid w:val="2F5180BF"/>
    <w:rsid w:val="2F67BAA9"/>
    <w:rsid w:val="2F7C2061"/>
    <w:rsid w:val="2F8BC62A"/>
    <w:rsid w:val="2FB5B39A"/>
    <w:rsid w:val="2FC8F22E"/>
    <w:rsid w:val="300AAA99"/>
    <w:rsid w:val="3028DC0C"/>
    <w:rsid w:val="3029E135"/>
    <w:rsid w:val="305223A4"/>
    <w:rsid w:val="3066DD7E"/>
    <w:rsid w:val="30703CF3"/>
    <w:rsid w:val="3096B25D"/>
    <w:rsid w:val="309B9F7C"/>
    <w:rsid w:val="30A65214"/>
    <w:rsid w:val="30ABD46D"/>
    <w:rsid w:val="30C7C200"/>
    <w:rsid w:val="30CC0A78"/>
    <w:rsid w:val="30F10730"/>
    <w:rsid w:val="31073AA0"/>
    <w:rsid w:val="31085F27"/>
    <w:rsid w:val="31144953"/>
    <w:rsid w:val="311C231E"/>
    <w:rsid w:val="311C28AA"/>
    <w:rsid w:val="3145033F"/>
    <w:rsid w:val="315566CF"/>
    <w:rsid w:val="318ECE0D"/>
    <w:rsid w:val="3192CD8D"/>
    <w:rsid w:val="31B75C91"/>
    <w:rsid w:val="31C10003"/>
    <w:rsid w:val="31D3F05C"/>
    <w:rsid w:val="31D5CE7F"/>
    <w:rsid w:val="31DD005A"/>
    <w:rsid w:val="31E11413"/>
    <w:rsid w:val="31E7ADA6"/>
    <w:rsid w:val="31F70BB4"/>
    <w:rsid w:val="32013DFC"/>
    <w:rsid w:val="320399C7"/>
    <w:rsid w:val="3204F85C"/>
    <w:rsid w:val="3205092F"/>
    <w:rsid w:val="32136109"/>
    <w:rsid w:val="3261640F"/>
    <w:rsid w:val="32678BFF"/>
    <w:rsid w:val="327AC79D"/>
    <w:rsid w:val="3281C5B6"/>
    <w:rsid w:val="32A1D682"/>
    <w:rsid w:val="32A21CF4"/>
    <w:rsid w:val="32B9400B"/>
    <w:rsid w:val="32C1A3EC"/>
    <w:rsid w:val="32D1C482"/>
    <w:rsid w:val="32E9A052"/>
    <w:rsid w:val="32FC8C48"/>
    <w:rsid w:val="33001062"/>
    <w:rsid w:val="33042CB1"/>
    <w:rsid w:val="3318B86B"/>
    <w:rsid w:val="3339AA93"/>
    <w:rsid w:val="333DB23E"/>
    <w:rsid w:val="3349A126"/>
    <w:rsid w:val="335E22D3"/>
    <w:rsid w:val="33928BE8"/>
    <w:rsid w:val="3393BA03"/>
    <w:rsid w:val="339947DD"/>
    <w:rsid w:val="339B4573"/>
    <w:rsid w:val="339D6EB4"/>
    <w:rsid w:val="33A0F1DF"/>
    <w:rsid w:val="33A389D7"/>
    <w:rsid w:val="33A4BD85"/>
    <w:rsid w:val="33A84827"/>
    <w:rsid w:val="33AA0527"/>
    <w:rsid w:val="33B1B77C"/>
    <w:rsid w:val="33D4C94B"/>
    <w:rsid w:val="33E0E228"/>
    <w:rsid w:val="342F763C"/>
    <w:rsid w:val="345AD80E"/>
    <w:rsid w:val="346256D8"/>
    <w:rsid w:val="346527D4"/>
    <w:rsid w:val="34745379"/>
    <w:rsid w:val="34AAA273"/>
    <w:rsid w:val="34B5AD38"/>
    <w:rsid w:val="34BE15CB"/>
    <w:rsid w:val="34CAF47E"/>
    <w:rsid w:val="34D81646"/>
    <w:rsid w:val="3501404C"/>
    <w:rsid w:val="35046E91"/>
    <w:rsid w:val="35238D27"/>
    <w:rsid w:val="35408508"/>
    <w:rsid w:val="355B1915"/>
    <w:rsid w:val="35934243"/>
    <w:rsid w:val="3597C1C6"/>
    <w:rsid w:val="35F29CBD"/>
    <w:rsid w:val="3644F624"/>
    <w:rsid w:val="364B67D6"/>
    <w:rsid w:val="365259D4"/>
    <w:rsid w:val="36537192"/>
    <w:rsid w:val="369E6CF9"/>
    <w:rsid w:val="36AA2B77"/>
    <w:rsid w:val="36AB206F"/>
    <w:rsid w:val="36B4A93B"/>
    <w:rsid w:val="36C6A995"/>
    <w:rsid w:val="36CA5CDA"/>
    <w:rsid w:val="36E11E7B"/>
    <w:rsid w:val="3713C772"/>
    <w:rsid w:val="37571130"/>
    <w:rsid w:val="3758B6D2"/>
    <w:rsid w:val="3768D518"/>
    <w:rsid w:val="379769A3"/>
    <w:rsid w:val="37A7D96F"/>
    <w:rsid w:val="37B2FFBF"/>
    <w:rsid w:val="37BCCDE9"/>
    <w:rsid w:val="37D9A984"/>
    <w:rsid w:val="37F1E8DB"/>
    <w:rsid w:val="37F724D7"/>
    <w:rsid w:val="37FEFD68"/>
    <w:rsid w:val="382B0389"/>
    <w:rsid w:val="382BE7A6"/>
    <w:rsid w:val="382E1F54"/>
    <w:rsid w:val="3832E3FE"/>
    <w:rsid w:val="3836111F"/>
    <w:rsid w:val="383D61ED"/>
    <w:rsid w:val="383E8C28"/>
    <w:rsid w:val="3855E61B"/>
    <w:rsid w:val="386290ED"/>
    <w:rsid w:val="386A3AEF"/>
    <w:rsid w:val="3870BFC4"/>
    <w:rsid w:val="388652E4"/>
    <w:rsid w:val="38D49A4D"/>
    <w:rsid w:val="39074522"/>
    <w:rsid w:val="391A93D9"/>
    <w:rsid w:val="391EC0C5"/>
    <w:rsid w:val="3926F71E"/>
    <w:rsid w:val="39463297"/>
    <w:rsid w:val="394CC9A7"/>
    <w:rsid w:val="397490DF"/>
    <w:rsid w:val="3978F7D5"/>
    <w:rsid w:val="3983F78F"/>
    <w:rsid w:val="398759C9"/>
    <w:rsid w:val="39A2DFAD"/>
    <w:rsid w:val="39ABF2E7"/>
    <w:rsid w:val="39EC25F8"/>
    <w:rsid w:val="39EC3E58"/>
    <w:rsid w:val="39EE63AC"/>
    <w:rsid w:val="39F3F39B"/>
    <w:rsid w:val="3A0B4607"/>
    <w:rsid w:val="3A145A27"/>
    <w:rsid w:val="3A1F31E2"/>
    <w:rsid w:val="3A38860A"/>
    <w:rsid w:val="3A680A77"/>
    <w:rsid w:val="3A683663"/>
    <w:rsid w:val="3A697D89"/>
    <w:rsid w:val="3A7E7844"/>
    <w:rsid w:val="3A7EF308"/>
    <w:rsid w:val="3A93640C"/>
    <w:rsid w:val="3AB083A5"/>
    <w:rsid w:val="3AD004E0"/>
    <w:rsid w:val="3B21F3BB"/>
    <w:rsid w:val="3B3E8A66"/>
    <w:rsid w:val="3B452CA3"/>
    <w:rsid w:val="3B66DB59"/>
    <w:rsid w:val="3B72C698"/>
    <w:rsid w:val="3B8AF176"/>
    <w:rsid w:val="3B8DCBE5"/>
    <w:rsid w:val="3B919A31"/>
    <w:rsid w:val="3BA9DA72"/>
    <w:rsid w:val="3BC0AAE9"/>
    <w:rsid w:val="3BC715B2"/>
    <w:rsid w:val="3BF9E180"/>
    <w:rsid w:val="3C55C980"/>
    <w:rsid w:val="3C59B4B7"/>
    <w:rsid w:val="3C60FFF8"/>
    <w:rsid w:val="3CADA2F9"/>
    <w:rsid w:val="3CBDBDE0"/>
    <w:rsid w:val="3CDF3604"/>
    <w:rsid w:val="3CE64D5D"/>
    <w:rsid w:val="3D11E3B9"/>
    <w:rsid w:val="3D3A383E"/>
    <w:rsid w:val="3D719BF5"/>
    <w:rsid w:val="3D8CF8E5"/>
    <w:rsid w:val="3DB2CEC5"/>
    <w:rsid w:val="3DCE50DA"/>
    <w:rsid w:val="3DD2E6D2"/>
    <w:rsid w:val="3DFEC6ED"/>
    <w:rsid w:val="3E3123C8"/>
    <w:rsid w:val="3E3B0515"/>
    <w:rsid w:val="3E5EDDEC"/>
    <w:rsid w:val="3E7C62F0"/>
    <w:rsid w:val="3E7F4CA5"/>
    <w:rsid w:val="3E853CAA"/>
    <w:rsid w:val="3E86C77E"/>
    <w:rsid w:val="3E9843BC"/>
    <w:rsid w:val="3ED6761B"/>
    <w:rsid w:val="3ED9060E"/>
    <w:rsid w:val="3EEBB3E0"/>
    <w:rsid w:val="3F1FDC0F"/>
    <w:rsid w:val="3F4F5F29"/>
    <w:rsid w:val="3F6CF205"/>
    <w:rsid w:val="3F9FB203"/>
    <w:rsid w:val="3FBC8117"/>
    <w:rsid w:val="3FEAD0A0"/>
    <w:rsid w:val="406FC849"/>
    <w:rsid w:val="4076EE50"/>
    <w:rsid w:val="408C3BD1"/>
    <w:rsid w:val="40B00278"/>
    <w:rsid w:val="40CAB3B5"/>
    <w:rsid w:val="40D7F400"/>
    <w:rsid w:val="41184CE2"/>
    <w:rsid w:val="414DE8EB"/>
    <w:rsid w:val="41548D4F"/>
    <w:rsid w:val="415A02C1"/>
    <w:rsid w:val="415A6C3D"/>
    <w:rsid w:val="416B1DAD"/>
    <w:rsid w:val="4176BC33"/>
    <w:rsid w:val="417FA2C4"/>
    <w:rsid w:val="419FAEDA"/>
    <w:rsid w:val="41AC1F31"/>
    <w:rsid w:val="41BB50EC"/>
    <w:rsid w:val="41BC45F4"/>
    <w:rsid w:val="41D1EE4A"/>
    <w:rsid w:val="423F4C92"/>
    <w:rsid w:val="4249EBA6"/>
    <w:rsid w:val="425CFCBA"/>
    <w:rsid w:val="42637BEB"/>
    <w:rsid w:val="42831980"/>
    <w:rsid w:val="42C0479C"/>
    <w:rsid w:val="42C1D273"/>
    <w:rsid w:val="42C76ADC"/>
    <w:rsid w:val="42C9E4ED"/>
    <w:rsid w:val="42D23810"/>
    <w:rsid w:val="42D25757"/>
    <w:rsid w:val="43300F6C"/>
    <w:rsid w:val="4338387E"/>
    <w:rsid w:val="43397076"/>
    <w:rsid w:val="434883EB"/>
    <w:rsid w:val="435AB009"/>
    <w:rsid w:val="436603EF"/>
    <w:rsid w:val="436B9467"/>
    <w:rsid w:val="436BEE4A"/>
    <w:rsid w:val="4370BF11"/>
    <w:rsid w:val="43933413"/>
    <w:rsid w:val="439CCE8C"/>
    <w:rsid w:val="439FBD63"/>
    <w:rsid w:val="43A1163C"/>
    <w:rsid w:val="43D6F117"/>
    <w:rsid w:val="43E0EE68"/>
    <w:rsid w:val="43ED58B4"/>
    <w:rsid w:val="440F992D"/>
    <w:rsid w:val="4418FB03"/>
    <w:rsid w:val="44322DF8"/>
    <w:rsid w:val="4438DDB1"/>
    <w:rsid w:val="443BB184"/>
    <w:rsid w:val="448B08F8"/>
    <w:rsid w:val="44D02CC7"/>
    <w:rsid w:val="44DD9304"/>
    <w:rsid w:val="44FA5088"/>
    <w:rsid w:val="45126188"/>
    <w:rsid w:val="4532EABD"/>
    <w:rsid w:val="45372FB4"/>
    <w:rsid w:val="454375B2"/>
    <w:rsid w:val="4548517A"/>
    <w:rsid w:val="4552012C"/>
    <w:rsid w:val="45749730"/>
    <w:rsid w:val="458A22D0"/>
    <w:rsid w:val="45A0BC51"/>
    <w:rsid w:val="45BE4CF5"/>
    <w:rsid w:val="45F569CA"/>
    <w:rsid w:val="45F8DC70"/>
    <w:rsid w:val="460B53CA"/>
    <w:rsid w:val="46398B07"/>
    <w:rsid w:val="46643D3F"/>
    <w:rsid w:val="46C3910C"/>
    <w:rsid w:val="46E468D0"/>
    <w:rsid w:val="46EFD994"/>
    <w:rsid w:val="47207C33"/>
    <w:rsid w:val="472F5C26"/>
    <w:rsid w:val="47542469"/>
    <w:rsid w:val="476AB467"/>
    <w:rsid w:val="47955E1B"/>
    <w:rsid w:val="479B716D"/>
    <w:rsid w:val="47AB4D88"/>
    <w:rsid w:val="47D9B231"/>
    <w:rsid w:val="47EB25A2"/>
    <w:rsid w:val="47F9C121"/>
    <w:rsid w:val="47FF3E9A"/>
    <w:rsid w:val="4802998F"/>
    <w:rsid w:val="4809886F"/>
    <w:rsid w:val="4831C6DC"/>
    <w:rsid w:val="4866B468"/>
    <w:rsid w:val="4895A087"/>
    <w:rsid w:val="48A1CFEC"/>
    <w:rsid w:val="48A9406C"/>
    <w:rsid w:val="4911F931"/>
    <w:rsid w:val="491A4EA6"/>
    <w:rsid w:val="4925CAB3"/>
    <w:rsid w:val="4939E5BB"/>
    <w:rsid w:val="493CD213"/>
    <w:rsid w:val="495F1CC4"/>
    <w:rsid w:val="497442BF"/>
    <w:rsid w:val="49F4E17C"/>
    <w:rsid w:val="4A1789A8"/>
    <w:rsid w:val="4A2C0545"/>
    <w:rsid w:val="4A403C46"/>
    <w:rsid w:val="4A44DAC7"/>
    <w:rsid w:val="4A4D433B"/>
    <w:rsid w:val="4A5B80C4"/>
    <w:rsid w:val="4A795333"/>
    <w:rsid w:val="4A7DABC1"/>
    <w:rsid w:val="4A91DF69"/>
    <w:rsid w:val="4A9D5F73"/>
    <w:rsid w:val="4AB9B89B"/>
    <w:rsid w:val="4AD61DE9"/>
    <w:rsid w:val="4ADA9493"/>
    <w:rsid w:val="4AE6D5AA"/>
    <w:rsid w:val="4AEDB692"/>
    <w:rsid w:val="4B16A8F7"/>
    <w:rsid w:val="4B2C0962"/>
    <w:rsid w:val="4B4D6DC4"/>
    <w:rsid w:val="4B503AA2"/>
    <w:rsid w:val="4B5155EB"/>
    <w:rsid w:val="4B5596A1"/>
    <w:rsid w:val="4B5B2D06"/>
    <w:rsid w:val="4B63CD45"/>
    <w:rsid w:val="4B657D57"/>
    <w:rsid w:val="4B68A727"/>
    <w:rsid w:val="4B9786B7"/>
    <w:rsid w:val="4B9BAC7F"/>
    <w:rsid w:val="4BBA28E3"/>
    <w:rsid w:val="4BDF73B6"/>
    <w:rsid w:val="4BEB1C45"/>
    <w:rsid w:val="4BF4CC5B"/>
    <w:rsid w:val="4C02F7E7"/>
    <w:rsid w:val="4C172112"/>
    <w:rsid w:val="4C255BF9"/>
    <w:rsid w:val="4C3EA40D"/>
    <w:rsid w:val="4C869782"/>
    <w:rsid w:val="4CB884A8"/>
    <w:rsid w:val="4CEB38B3"/>
    <w:rsid w:val="4D3981E7"/>
    <w:rsid w:val="4D520F20"/>
    <w:rsid w:val="4D7F5911"/>
    <w:rsid w:val="4D8150F2"/>
    <w:rsid w:val="4D8C5386"/>
    <w:rsid w:val="4DB42B6B"/>
    <w:rsid w:val="4DF7FFD0"/>
    <w:rsid w:val="4DFE857D"/>
    <w:rsid w:val="4E08FD83"/>
    <w:rsid w:val="4E14851A"/>
    <w:rsid w:val="4E19F579"/>
    <w:rsid w:val="4E238049"/>
    <w:rsid w:val="4E3FC5AC"/>
    <w:rsid w:val="4E432BE0"/>
    <w:rsid w:val="4E5297E8"/>
    <w:rsid w:val="4E6E6AD1"/>
    <w:rsid w:val="4E78610D"/>
    <w:rsid w:val="4E81A1AD"/>
    <w:rsid w:val="4E895221"/>
    <w:rsid w:val="4E92DC71"/>
    <w:rsid w:val="4E9C86A1"/>
    <w:rsid w:val="4EBC9288"/>
    <w:rsid w:val="4EC6A5C5"/>
    <w:rsid w:val="4ED4FC4E"/>
    <w:rsid w:val="4ED62082"/>
    <w:rsid w:val="4EF0986D"/>
    <w:rsid w:val="4EF504EC"/>
    <w:rsid w:val="4F0C2585"/>
    <w:rsid w:val="4F39FBDB"/>
    <w:rsid w:val="4F49E1F8"/>
    <w:rsid w:val="4F64D187"/>
    <w:rsid w:val="4F816D7A"/>
    <w:rsid w:val="4F911BA2"/>
    <w:rsid w:val="4F9BCF5C"/>
    <w:rsid w:val="4FB8A89E"/>
    <w:rsid w:val="4FD9056F"/>
    <w:rsid w:val="4FDAE2E8"/>
    <w:rsid w:val="4FE89DE7"/>
    <w:rsid w:val="5027BC66"/>
    <w:rsid w:val="50349A31"/>
    <w:rsid w:val="505862E9"/>
    <w:rsid w:val="505A4789"/>
    <w:rsid w:val="5094D131"/>
    <w:rsid w:val="509898DB"/>
    <w:rsid w:val="50A93906"/>
    <w:rsid w:val="50CC449D"/>
    <w:rsid w:val="50CEDBD0"/>
    <w:rsid w:val="50E511E3"/>
    <w:rsid w:val="50FAB3DA"/>
    <w:rsid w:val="51007D39"/>
    <w:rsid w:val="51082B00"/>
    <w:rsid w:val="51096B62"/>
    <w:rsid w:val="51244717"/>
    <w:rsid w:val="5132F1DD"/>
    <w:rsid w:val="5136CF15"/>
    <w:rsid w:val="513B460A"/>
    <w:rsid w:val="515478FF"/>
    <w:rsid w:val="517981CD"/>
    <w:rsid w:val="51A22058"/>
    <w:rsid w:val="51B7D1E4"/>
    <w:rsid w:val="51E71747"/>
    <w:rsid w:val="51F3CAAD"/>
    <w:rsid w:val="5202B2B6"/>
    <w:rsid w:val="52186E50"/>
    <w:rsid w:val="5218D44F"/>
    <w:rsid w:val="52241522"/>
    <w:rsid w:val="5228DA7F"/>
    <w:rsid w:val="5237460B"/>
    <w:rsid w:val="526FB799"/>
    <w:rsid w:val="52867C11"/>
    <w:rsid w:val="528B7AE0"/>
    <w:rsid w:val="52AF7191"/>
    <w:rsid w:val="52B8FB8E"/>
    <w:rsid w:val="52BE80F9"/>
    <w:rsid w:val="52D3D691"/>
    <w:rsid w:val="52E66303"/>
    <w:rsid w:val="53446FC3"/>
    <w:rsid w:val="53484217"/>
    <w:rsid w:val="5366FDD6"/>
    <w:rsid w:val="53692DCD"/>
    <w:rsid w:val="5377015B"/>
    <w:rsid w:val="537BF73C"/>
    <w:rsid w:val="53AE718C"/>
    <w:rsid w:val="53D478C3"/>
    <w:rsid w:val="5404A217"/>
    <w:rsid w:val="54353261"/>
    <w:rsid w:val="545E033A"/>
    <w:rsid w:val="5460D699"/>
    <w:rsid w:val="54A4644B"/>
    <w:rsid w:val="54E116E5"/>
    <w:rsid w:val="54F3D950"/>
    <w:rsid w:val="55296668"/>
    <w:rsid w:val="552D6215"/>
    <w:rsid w:val="5530E3F0"/>
    <w:rsid w:val="555687FF"/>
    <w:rsid w:val="55737959"/>
    <w:rsid w:val="55ABE667"/>
    <w:rsid w:val="55C72EA0"/>
    <w:rsid w:val="55E2D2BD"/>
    <w:rsid w:val="56005D26"/>
    <w:rsid w:val="561488D5"/>
    <w:rsid w:val="563B47DF"/>
    <w:rsid w:val="567DA73C"/>
    <w:rsid w:val="5692F8EA"/>
    <w:rsid w:val="56A3F07B"/>
    <w:rsid w:val="56ACB867"/>
    <w:rsid w:val="56C0D611"/>
    <w:rsid w:val="571634D3"/>
    <w:rsid w:val="57185EBA"/>
    <w:rsid w:val="5758A6FE"/>
    <w:rsid w:val="5767EF85"/>
    <w:rsid w:val="578BF060"/>
    <w:rsid w:val="5791B149"/>
    <w:rsid w:val="57A090A4"/>
    <w:rsid w:val="57B3AD42"/>
    <w:rsid w:val="57D663E1"/>
    <w:rsid w:val="57DEFB3F"/>
    <w:rsid w:val="57FB61A8"/>
    <w:rsid w:val="581DF0A8"/>
    <w:rsid w:val="5851A9D2"/>
    <w:rsid w:val="585DE2FF"/>
    <w:rsid w:val="58A2E5B5"/>
    <w:rsid w:val="58A5A5B1"/>
    <w:rsid w:val="58AA497D"/>
    <w:rsid w:val="58AAFD4C"/>
    <w:rsid w:val="58BA5E49"/>
    <w:rsid w:val="58C2E62A"/>
    <w:rsid w:val="58D00AFF"/>
    <w:rsid w:val="58E97472"/>
    <w:rsid w:val="590F4EF4"/>
    <w:rsid w:val="59301DCD"/>
    <w:rsid w:val="595549AB"/>
    <w:rsid w:val="596D5F35"/>
    <w:rsid w:val="5994DAAF"/>
    <w:rsid w:val="59BA96BE"/>
    <w:rsid w:val="59D5388C"/>
    <w:rsid w:val="59F5F82A"/>
    <w:rsid w:val="59FDD797"/>
    <w:rsid w:val="59FEDC92"/>
    <w:rsid w:val="5A07C438"/>
    <w:rsid w:val="5A196E0B"/>
    <w:rsid w:val="5A534DD7"/>
    <w:rsid w:val="5A677E4C"/>
    <w:rsid w:val="5A6E0024"/>
    <w:rsid w:val="5A8C86E5"/>
    <w:rsid w:val="5ACA283D"/>
    <w:rsid w:val="5AD9DFC5"/>
    <w:rsid w:val="5ADF3394"/>
    <w:rsid w:val="5B046333"/>
    <w:rsid w:val="5B397DCC"/>
    <w:rsid w:val="5B4460EA"/>
    <w:rsid w:val="5B993F64"/>
    <w:rsid w:val="5BB7DDFE"/>
    <w:rsid w:val="5BC2FA12"/>
    <w:rsid w:val="5BE045D2"/>
    <w:rsid w:val="5BF5B24D"/>
    <w:rsid w:val="5C211534"/>
    <w:rsid w:val="5C276C42"/>
    <w:rsid w:val="5C2C4BB6"/>
    <w:rsid w:val="5CB1A13F"/>
    <w:rsid w:val="5CBC3CF6"/>
    <w:rsid w:val="5CBE528D"/>
    <w:rsid w:val="5CD3B697"/>
    <w:rsid w:val="5CD65692"/>
    <w:rsid w:val="5CDCBAD9"/>
    <w:rsid w:val="5CE43D69"/>
    <w:rsid w:val="5CECB6E1"/>
    <w:rsid w:val="5CEE6934"/>
    <w:rsid w:val="5CF3D739"/>
    <w:rsid w:val="5CF8B92F"/>
    <w:rsid w:val="5D02272F"/>
    <w:rsid w:val="5D3D5398"/>
    <w:rsid w:val="5D630791"/>
    <w:rsid w:val="5D7F86FA"/>
    <w:rsid w:val="5D89DD65"/>
    <w:rsid w:val="5D922789"/>
    <w:rsid w:val="5D92C79A"/>
    <w:rsid w:val="5D9744E5"/>
    <w:rsid w:val="5D9901E3"/>
    <w:rsid w:val="5DD72798"/>
    <w:rsid w:val="5E27709D"/>
    <w:rsid w:val="5E3C87BC"/>
    <w:rsid w:val="5E3EA445"/>
    <w:rsid w:val="5E50E7D0"/>
    <w:rsid w:val="5E5A932E"/>
    <w:rsid w:val="5ECF9DEB"/>
    <w:rsid w:val="5EFF87FA"/>
    <w:rsid w:val="5F0C9520"/>
    <w:rsid w:val="5F38B4A5"/>
    <w:rsid w:val="5F7FC4AA"/>
    <w:rsid w:val="5FA1B5D7"/>
    <w:rsid w:val="5FA5216C"/>
    <w:rsid w:val="5FA944FA"/>
    <w:rsid w:val="5FB3BAD8"/>
    <w:rsid w:val="5FBEE2CC"/>
    <w:rsid w:val="5FC64330"/>
    <w:rsid w:val="5FDA961E"/>
    <w:rsid w:val="6000E56C"/>
    <w:rsid w:val="603EC4EC"/>
    <w:rsid w:val="604D3BCE"/>
    <w:rsid w:val="6063534C"/>
    <w:rsid w:val="606B2CCE"/>
    <w:rsid w:val="60791B3C"/>
    <w:rsid w:val="6087CF4A"/>
    <w:rsid w:val="60A3885D"/>
    <w:rsid w:val="60ABC47F"/>
    <w:rsid w:val="60B4FC37"/>
    <w:rsid w:val="60B7EA87"/>
    <w:rsid w:val="60DFE17E"/>
    <w:rsid w:val="60E79829"/>
    <w:rsid w:val="60EC14BC"/>
    <w:rsid w:val="60EFA831"/>
    <w:rsid w:val="61040E29"/>
    <w:rsid w:val="61087C25"/>
    <w:rsid w:val="613A9881"/>
    <w:rsid w:val="615056ED"/>
    <w:rsid w:val="6158841F"/>
    <w:rsid w:val="615EF198"/>
    <w:rsid w:val="6174287E"/>
    <w:rsid w:val="617F38E9"/>
    <w:rsid w:val="61AE839D"/>
    <w:rsid w:val="61E62893"/>
    <w:rsid w:val="6223CE73"/>
    <w:rsid w:val="622768EC"/>
    <w:rsid w:val="622B4700"/>
    <w:rsid w:val="622FEAEA"/>
    <w:rsid w:val="62385C13"/>
    <w:rsid w:val="623BFDC2"/>
    <w:rsid w:val="623CE43C"/>
    <w:rsid w:val="625964C1"/>
    <w:rsid w:val="625A109D"/>
    <w:rsid w:val="625E5FBC"/>
    <w:rsid w:val="62751869"/>
    <w:rsid w:val="62E6CDB4"/>
    <w:rsid w:val="62FAC1F9"/>
    <w:rsid w:val="62FDB16A"/>
    <w:rsid w:val="6323C242"/>
    <w:rsid w:val="632D1945"/>
    <w:rsid w:val="63316CFF"/>
    <w:rsid w:val="63344937"/>
    <w:rsid w:val="633F67F5"/>
    <w:rsid w:val="635E50C5"/>
    <w:rsid w:val="636968DC"/>
    <w:rsid w:val="636FA02F"/>
    <w:rsid w:val="639CEC28"/>
    <w:rsid w:val="63A58095"/>
    <w:rsid w:val="63B10AEA"/>
    <w:rsid w:val="63C8E068"/>
    <w:rsid w:val="63CF5BA3"/>
    <w:rsid w:val="63D331A8"/>
    <w:rsid w:val="63EFE7E6"/>
    <w:rsid w:val="64086E52"/>
    <w:rsid w:val="642C25BD"/>
    <w:rsid w:val="646764DD"/>
    <w:rsid w:val="6476254E"/>
    <w:rsid w:val="64B38FD8"/>
    <w:rsid w:val="64BE7A52"/>
    <w:rsid w:val="64C9CA47"/>
    <w:rsid w:val="64CE919D"/>
    <w:rsid w:val="64DA5A59"/>
    <w:rsid w:val="64FED3D8"/>
    <w:rsid w:val="64FF3579"/>
    <w:rsid w:val="651FDD2D"/>
    <w:rsid w:val="653C8DE1"/>
    <w:rsid w:val="654E5DEE"/>
    <w:rsid w:val="656D81FE"/>
    <w:rsid w:val="657E8C91"/>
    <w:rsid w:val="65800FEE"/>
    <w:rsid w:val="6585BB19"/>
    <w:rsid w:val="658DB416"/>
    <w:rsid w:val="65AA5991"/>
    <w:rsid w:val="65ABF8CC"/>
    <w:rsid w:val="65F5AC0C"/>
    <w:rsid w:val="65FB80C1"/>
    <w:rsid w:val="66061932"/>
    <w:rsid w:val="66246D5E"/>
    <w:rsid w:val="6626DF4D"/>
    <w:rsid w:val="6693C317"/>
    <w:rsid w:val="66D04370"/>
    <w:rsid w:val="66E865B0"/>
    <w:rsid w:val="66EE764C"/>
    <w:rsid w:val="67155856"/>
    <w:rsid w:val="674D1114"/>
    <w:rsid w:val="67705518"/>
    <w:rsid w:val="6793466D"/>
    <w:rsid w:val="67972A75"/>
    <w:rsid w:val="679B0E1D"/>
    <w:rsid w:val="67BBEF9D"/>
    <w:rsid w:val="67E78CF0"/>
    <w:rsid w:val="6863D977"/>
    <w:rsid w:val="6868BF39"/>
    <w:rsid w:val="68C3E38E"/>
    <w:rsid w:val="68DC2857"/>
    <w:rsid w:val="68DC38D7"/>
    <w:rsid w:val="68FDB3F8"/>
    <w:rsid w:val="690B933E"/>
    <w:rsid w:val="69110D82"/>
    <w:rsid w:val="6923596A"/>
    <w:rsid w:val="693A3F6A"/>
    <w:rsid w:val="69545D3D"/>
    <w:rsid w:val="69560F38"/>
    <w:rsid w:val="695DFE29"/>
    <w:rsid w:val="696F2CCB"/>
    <w:rsid w:val="69966AD3"/>
    <w:rsid w:val="69992DBC"/>
    <w:rsid w:val="69A202C0"/>
    <w:rsid w:val="69C3D057"/>
    <w:rsid w:val="69FE6439"/>
    <w:rsid w:val="6A0279F2"/>
    <w:rsid w:val="6A145C1F"/>
    <w:rsid w:val="6A1FDEEF"/>
    <w:rsid w:val="6A226BEA"/>
    <w:rsid w:val="6A22FE79"/>
    <w:rsid w:val="6A3ED1A0"/>
    <w:rsid w:val="6A6AD006"/>
    <w:rsid w:val="6A6B9983"/>
    <w:rsid w:val="6A702A50"/>
    <w:rsid w:val="6A75D3D0"/>
    <w:rsid w:val="6ACF02B7"/>
    <w:rsid w:val="6AD3C74B"/>
    <w:rsid w:val="6AE37035"/>
    <w:rsid w:val="6AE8F7A3"/>
    <w:rsid w:val="6B06CC8C"/>
    <w:rsid w:val="6B0AF484"/>
    <w:rsid w:val="6B101726"/>
    <w:rsid w:val="6B1234D3"/>
    <w:rsid w:val="6B229E4C"/>
    <w:rsid w:val="6B2354C8"/>
    <w:rsid w:val="6B24B36F"/>
    <w:rsid w:val="6B303981"/>
    <w:rsid w:val="6B44C385"/>
    <w:rsid w:val="6B4E95C0"/>
    <w:rsid w:val="6B4FC0F5"/>
    <w:rsid w:val="6B508D95"/>
    <w:rsid w:val="6B5F8C0A"/>
    <w:rsid w:val="6B62F1C2"/>
    <w:rsid w:val="6B698D79"/>
    <w:rsid w:val="6B7955F0"/>
    <w:rsid w:val="6B95632F"/>
    <w:rsid w:val="6B9D519F"/>
    <w:rsid w:val="6BC2C937"/>
    <w:rsid w:val="6C054202"/>
    <w:rsid w:val="6C1C2C5D"/>
    <w:rsid w:val="6C2ACCE8"/>
    <w:rsid w:val="6C464269"/>
    <w:rsid w:val="6C6C4851"/>
    <w:rsid w:val="6C77C9A0"/>
    <w:rsid w:val="6C8B6B53"/>
    <w:rsid w:val="6CA134A1"/>
    <w:rsid w:val="6CA2BEAD"/>
    <w:rsid w:val="6CA79D52"/>
    <w:rsid w:val="6CCD4D7D"/>
    <w:rsid w:val="6CD7EF12"/>
    <w:rsid w:val="6CE2C5F9"/>
    <w:rsid w:val="6CEE0B39"/>
    <w:rsid w:val="6D0CC83D"/>
    <w:rsid w:val="6D0CFE9B"/>
    <w:rsid w:val="6D388A1A"/>
    <w:rsid w:val="6D461AE1"/>
    <w:rsid w:val="6D669C61"/>
    <w:rsid w:val="6D74514F"/>
    <w:rsid w:val="6D94E523"/>
    <w:rsid w:val="6DB4B559"/>
    <w:rsid w:val="6DC45971"/>
    <w:rsid w:val="6DCEB123"/>
    <w:rsid w:val="6DE4DA62"/>
    <w:rsid w:val="6E0FCCA8"/>
    <w:rsid w:val="6E137F23"/>
    <w:rsid w:val="6E2596CF"/>
    <w:rsid w:val="6E321574"/>
    <w:rsid w:val="6E446DFE"/>
    <w:rsid w:val="6E552F57"/>
    <w:rsid w:val="6E976589"/>
    <w:rsid w:val="6E9ABA50"/>
    <w:rsid w:val="6EB4509F"/>
    <w:rsid w:val="6EB48342"/>
    <w:rsid w:val="6EBB5902"/>
    <w:rsid w:val="6EC226FA"/>
    <w:rsid w:val="6EEBF101"/>
    <w:rsid w:val="6EF14109"/>
    <w:rsid w:val="6EF3DC0E"/>
    <w:rsid w:val="6F180F36"/>
    <w:rsid w:val="6F1D434E"/>
    <w:rsid w:val="6F414297"/>
    <w:rsid w:val="6F4E4F71"/>
    <w:rsid w:val="6F63CD95"/>
    <w:rsid w:val="6F9FE5B2"/>
    <w:rsid w:val="6FB0A9A6"/>
    <w:rsid w:val="6FDEF676"/>
    <w:rsid w:val="6FF39667"/>
    <w:rsid w:val="6FF566F2"/>
    <w:rsid w:val="6FF5EBA5"/>
    <w:rsid w:val="6FF61C34"/>
    <w:rsid w:val="70140952"/>
    <w:rsid w:val="701E265C"/>
    <w:rsid w:val="7025D83A"/>
    <w:rsid w:val="703726A8"/>
    <w:rsid w:val="70459642"/>
    <w:rsid w:val="7050EAA4"/>
    <w:rsid w:val="7057FBFD"/>
    <w:rsid w:val="706F9364"/>
    <w:rsid w:val="7071B8CF"/>
    <w:rsid w:val="707A6A53"/>
    <w:rsid w:val="708C2F66"/>
    <w:rsid w:val="70B23AFE"/>
    <w:rsid w:val="710BE015"/>
    <w:rsid w:val="711A16ED"/>
    <w:rsid w:val="712397A8"/>
    <w:rsid w:val="713A66ED"/>
    <w:rsid w:val="7149A1E0"/>
    <w:rsid w:val="714C6E4F"/>
    <w:rsid w:val="715D7C75"/>
    <w:rsid w:val="718A513A"/>
    <w:rsid w:val="71B2128B"/>
    <w:rsid w:val="71CEC2F4"/>
    <w:rsid w:val="71E9993F"/>
    <w:rsid w:val="71FBB183"/>
    <w:rsid w:val="71FBF585"/>
    <w:rsid w:val="720AED8A"/>
    <w:rsid w:val="724419E1"/>
    <w:rsid w:val="72471AF3"/>
    <w:rsid w:val="727AF7CD"/>
    <w:rsid w:val="72BF0730"/>
    <w:rsid w:val="72C232B9"/>
    <w:rsid w:val="72CD9782"/>
    <w:rsid w:val="72D4ECD8"/>
    <w:rsid w:val="73010B92"/>
    <w:rsid w:val="7311AF8A"/>
    <w:rsid w:val="7312979F"/>
    <w:rsid w:val="731DDC9B"/>
    <w:rsid w:val="7348FAB9"/>
    <w:rsid w:val="734A4AE7"/>
    <w:rsid w:val="7361D900"/>
    <w:rsid w:val="7362D500"/>
    <w:rsid w:val="73710393"/>
    <w:rsid w:val="7372F490"/>
    <w:rsid w:val="7387012A"/>
    <w:rsid w:val="738BBDDD"/>
    <w:rsid w:val="73D3E197"/>
    <w:rsid w:val="73E13304"/>
    <w:rsid w:val="73E5441A"/>
    <w:rsid w:val="73F47132"/>
    <w:rsid w:val="73FA916D"/>
    <w:rsid w:val="73FBCAB5"/>
    <w:rsid w:val="74025C42"/>
    <w:rsid w:val="7414F4AF"/>
    <w:rsid w:val="74170440"/>
    <w:rsid w:val="743CC0B6"/>
    <w:rsid w:val="74591C64"/>
    <w:rsid w:val="7475B4BC"/>
    <w:rsid w:val="747F54B6"/>
    <w:rsid w:val="7491DA79"/>
    <w:rsid w:val="74B65F98"/>
    <w:rsid w:val="74B78DE4"/>
    <w:rsid w:val="74BA78DA"/>
    <w:rsid w:val="74D7B26D"/>
    <w:rsid w:val="74E62584"/>
    <w:rsid w:val="74F685B4"/>
    <w:rsid w:val="75218D00"/>
    <w:rsid w:val="7533C4BE"/>
    <w:rsid w:val="75469C5F"/>
    <w:rsid w:val="754FF60C"/>
    <w:rsid w:val="755FA089"/>
    <w:rsid w:val="756F901F"/>
    <w:rsid w:val="75704ABE"/>
    <w:rsid w:val="75765C68"/>
    <w:rsid w:val="758C84D2"/>
    <w:rsid w:val="758FB1BD"/>
    <w:rsid w:val="75C13D6C"/>
    <w:rsid w:val="75E16970"/>
    <w:rsid w:val="75E22DE4"/>
    <w:rsid w:val="75F1FA0E"/>
    <w:rsid w:val="7626FB08"/>
    <w:rsid w:val="7643E750"/>
    <w:rsid w:val="764D5899"/>
    <w:rsid w:val="7652DF3D"/>
    <w:rsid w:val="7679D144"/>
    <w:rsid w:val="767E8266"/>
    <w:rsid w:val="76CE0D43"/>
    <w:rsid w:val="76DAC0CF"/>
    <w:rsid w:val="7719601D"/>
    <w:rsid w:val="771C2EBE"/>
    <w:rsid w:val="7738C2EE"/>
    <w:rsid w:val="77520691"/>
    <w:rsid w:val="7793A121"/>
    <w:rsid w:val="77A2A703"/>
    <w:rsid w:val="77D2CB19"/>
    <w:rsid w:val="77E036CE"/>
    <w:rsid w:val="77E95805"/>
    <w:rsid w:val="77FE0F65"/>
    <w:rsid w:val="78113742"/>
    <w:rsid w:val="782B3693"/>
    <w:rsid w:val="787A3CFF"/>
    <w:rsid w:val="787CAC57"/>
    <w:rsid w:val="78C42F33"/>
    <w:rsid w:val="78D21E7F"/>
    <w:rsid w:val="78DC9F6C"/>
    <w:rsid w:val="78EA43BD"/>
    <w:rsid w:val="7905642F"/>
    <w:rsid w:val="790CBB70"/>
    <w:rsid w:val="790CE0E4"/>
    <w:rsid w:val="79382253"/>
    <w:rsid w:val="795B73E8"/>
    <w:rsid w:val="795F60A2"/>
    <w:rsid w:val="79796F55"/>
    <w:rsid w:val="79847FD4"/>
    <w:rsid w:val="799010A8"/>
    <w:rsid w:val="79B659E1"/>
    <w:rsid w:val="79FA0F6E"/>
    <w:rsid w:val="7A079AB5"/>
    <w:rsid w:val="7A4472E6"/>
    <w:rsid w:val="7A5E199B"/>
    <w:rsid w:val="7A60AC1D"/>
    <w:rsid w:val="7A9DA477"/>
    <w:rsid w:val="7AA12CAC"/>
    <w:rsid w:val="7AD24710"/>
    <w:rsid w:val="7B0C1BD6"/>
    <w:rsid w:val="7B220E47"/>
    <w:rsid w:val="7B24A83A"/>
    <w:rsid w:val="7B26EC5A"/>
    <w:rsid w:val="7B4C6A4D"/>
    <w:rsid w:val="7B58A621"/>
    <w:rsid w:val="7B7B4C67"/>
    <w:rsid w:val="7B7CBC92"/>
    <w:rsid w:val="7B86AAD3"/>
    <w:rsid w:val="7B8885CA"/>
    <w:rsid w:val="7BCA69D2"/>
    <w:rsid w:val="7C28759F"/>
    <w:rsid w:val="7C2EB018"/>
    <w:rsid w:val="7C32CC2D"/>
    <w:rsid w:val="7C6613E5"/>
    <w:rsid w:val="7C6ACD4C"/>
    <w:rsid w:val="7C815137"/>
    <w:rsid w:val="7C88094C"/>
    <w:rsid w:val="7C90BCE3"/>
    <w:rsid w:val="7C9DCBCF"/>
    <w:rsid w:val="7CA1330B"/>
    <w:rsid w:val="7CA2B6C6"/>
    <w:rsid w:val="7CD2B6C6"/>
    <w:rsid w:val="7CDCB96A"/>
    <w:rsid w:val="7CF17D39"/>
    <w:rsid w:val="7CF560C1"/>
    <w:rsid w:val="7CFC7802"/>
    <w:rsid w:val="7D10F7AF"/>
    <w:rsid w:val="7D26131A"/>
    <w:rsid w:val="7D289DBD"/>
    <w:rsid w:val="7D2ED15F"/>
    <w:rsid w:val="7D6770D9"/>
    <w:rsid w:val="7D7C9FE5"/>
    <w:rsid w:val="7D9782A7"/>
    <w:rsid w:val="7D9AE643"/>
    <w:rsid w:val="7DA167CF"/>
    <w:rsid w:val="7DA505AB"/>
    <w:rsid w:val="7DDD7737"/>
    <w:rsid w:val="7DE9872A"/>
    <w:rsid w:val="7DEC70E7"/>
    <w:rsid w:val="7DFF49AE"/>
    <w:rsid w:val="7E304354"/>
    <w:rsid w:val="7E3F8A0A"/>
    <w:rsid w:val="7E47D16A"/>
    <w:rsid w:val="7E6532D1"/>
    <w:rsid w:val="7E976B46"/>
    <w:rsid w:val="7EA07FFE"/>
    <w:rsid w:val="7EB86EA4"/>
    <w:rsid w:val="7F2E3300"/>
    <w:rsid w:val="7F48DA79"/>
    <w:rsid w:val="7F71AA2E"/>
    <w:rsid w:val="7F7C662A"/>
    <w:rsid w:val="7F83394E"/>
    <w:rsid w:val="7F9522DA"/>
    <w:rsid w:val="7F9A92B1"/>
    <w:rsid w:val="7FCA0BA0"/>
    <w:rsid w:val="7FCD07F7"/>
    <w:rsid w:val="7FCDDA65"/>
    <w:rsid w:val="7FE4A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36EDA"/>
  <w15:docId w15:val="{0CBFA6B7-E385-4BAF-B434-75A94FEAFC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1" w:semiHidden="1" w:unhideWhenUsed="1" w:qFormat="1"/>
    <w:lsdException w:name="heading 3" w:uiPriority="12" w:semiHidden="1" w:unhideWhenUsed="1" w:qFormat="1"/>
    <w:lsdException w:name="heading 4" w:uiPriority="13" w:semiHidden="1" w:unhideWhenUsed="1" w:qFormat="1"/>
    <w:lsdException w:name="heading 5" w:uiPriority="9" w:semiHidden="1" w:unhideWhenUsed="1" w:qFormat="1"/>
    <w:lsdException w:name="heading 6" w:uiPriority="13" w:semiHidden="1" w:unhideWhenUsed="1" w:qFormat="1"/>
    <w:lsdException w:name="heading 7" w:uiPriority="13" w:semiHidden="1" w:unhideWhenUsed="1" w:qFormat="1"/>
    <w:lsdException w:name="heading 8" w:uiPriority="13" w:semiHidden="1" w:unhideWhenUsed="1" w:qFormat="1"/>
    <w:lsdException w:name="heading 9" w:uiPriority="13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3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3" w:semiHidden="1" w:unhideWhenUsed="1"/>
    <w:lsdException w:name="List Number" w:uiPriority="26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26" w:semiHidden="1" w:unhideWhenUsed="1"/>
    <w:lsdException w:name="List Number 3" w:uiPriority="26" w:semiHidden="1" w:unhideWhenUsed="1"/>
    <w:lsdException w:name="List Number 4" w:uiPriority="26" w:semiHidden="1" w:unhideWhenUsed="1"/>
    <w:lsdException w:name="List Number 5" w:uiPriority="26" w:semiHidden="1" w:unhideWhenUsed="1"/>
    <w:lsdException w:name="Title" w:uiPriority="83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uiPriority="64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semiHidden="1" w:qFormat="1"/>
    <w:lsdException w:name="Intense Reference" w:uiPriority="32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D025F"/>
    <w:pPr>
      <w:spacing w:after="120"/>
      <w:jc w:val="both"/>
    </w:pPr>
    <w:rPr>
      <w:rFonts w:ascii="Gill Sans MT" w:hAnsi="Gill Sans MT"/>
      <w:sz w:val="20"/>
    </w:rPr>
  </w:style>
  <w:style w:type="paragraph" w:styleId="Titre1">
    <w:name w:val="heading 1"/>
    <w:basedOn w:val="Titre"/>
    <w:next w:val="TITRE1Separateur"/>
    <w:link w:val="Titre1Car"/>
    <w:uiPriority w:val="9"/>
    <w:qFormat/>
    <w:rsid w:val="007C0A4E"/>
    <w:pPr>
      <w:keepNext/>
      <w:keepLines/>
      <w:pageBreakBefore/>
      <w:numPr>
        <w:numId w:val="8"/>
      </w:numPr>
      <w:spacing w:before="1440" w:after="240"/>
      <w:ind w:right="142"/>
      <w:outlineLvl w:val="0"/>
    </w:pPr>
    <w:rPr>
      <w:rFonts w:asciiTheme="majorHAnsi" w:hAnsiTheme="majorHAnsi" w:eastAsiaTheme="majorEastAsia" w:cstheme="majorBidi"/>
      <w:sz w:val="72"/>
      <w:szCs w:val="36"/>
    </w:rPr>
  </w:style>
  <w:style w:type="paragraph" w:styleId="Titre2">
    <w:name w:val="heading 2"/>
    <w:basedOn w:val="Normal"/>
    <w:next w:val="TITRE2Sparateur"/>
    <w:link w:val="Titre2Car"/>
    <w:autoRedefine/>
    <w:uiPriority w:val="11"/>
    <w:qFormat/>
    <w:rsid w:val="00D974EB"/>
    <w:pPr>
      <w:keepNext/>
      <w:keepLines/>
      <w:numPr>
        <w:numId w:val="21"/>
      </w:numPr>
      <w:tabs>
        <w:tab w:val="left" w:pos="0"/>
      </w:tabs>
      <w:ind w:left="720"/>
      <w:contextualSpacing/>
      <w:jc w:val="left"/>
      <w:outlineLvl w:val="1"/>
    </w:pPr>
    <w:rPr>
      <w:rFonts w:eastAsiaTheme="majorEastAsia" w:cstheme="majorBidi"/>
      <w:color w:val="009FE3" w:themeColor="accent1"/>
      <w:sz w:val="40"/>
      <w:szCs w:val="24"/>
    </w:rPr>
  </w:style>
  <w:style w:type="paragraph" w:styleId="Titre3">
    <w:name w:val="heading 3"/>
    <w:basedOn w:val="Normal"/>
    <w:next w:val="Normal"/>
    <w:link w:val="Titre3Car"/>
    <w:uiPriority w:val="12"/>
    <w:qFormat/>
    <w:rsid w:val="005C130E"/>
    <w:pPr>
      <w:keepNext/>
      <w:keepLines/>
      <w:numPr>
        <w:ilvl w:val="2"/>
        <w:numId w:val="8"/>
      </w:numPr>
      <w:tabs>
        <w:tab w:val="clear" w:pos="454"/>
        <w:tab w:val="num" w:pos="7258"/>
      </w:tabs>
      <w:spacing w:before="360"/>
      <w:outlineLvl w:val="2"/>
    </w:pPr>
    <w:rPr>
      <w:rFonts w:eastAsiaTheme="majorEastAsia" w:cstheme="majorBidi"/>
      <w:b/>
      <w:color w:val="009FE3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13"/>
    <w:qFormat/>
    <w:rsid w:val="004659D0"/>
    <w:pPr>
      <w:keepNext/>
      <w:keepLines/>
      <w:numPr>
        <w:ilvl w:val="3"/>
        <w:numId w:val="8"/>
      </w:numPr>
      <w:spacing w:before="360"/>
      <w:jc w:val="left"/>
      <w:outlineLvl w:val="3"/>
    </w:pPr>
    <w:rPr>
      <w:rFonts w:asciiTheme="majorHAnsi" w:hAnsiTheme="majorHAnsi" w:eastAsiaTheme="majorEastAsia" w:cstheme="majorBidi"/>
      <w:b/>
      <w:iCs/>
    </w:rPr>
  </w:style>
  <w:style w:type="paragraph" w:styleId="Titre5">
    <w:name w:val="heading 5"/>
    <w:basedOn w:val="Normal"/>
    <w:next w:val="Normal"/>
    <w:link w:val="Titre5Car"/>
    <w:uiPriority w:val="13"/>
    <w:unhideWhenUsed/>
    <w:qFormat/>
    <w:rsid w:val="00950A7C"/>
    <w:pPr>
      <w:keepNext/>
      <w:keepLines/>
      <w:numPr>
        <w:ilvl w:val="4"/>
        <w:numId w:val="9"/>
      </w:numPr>
      <w:spacing w:before="360"/>
      <w:outlineLvl w:val="4"/>
    </w:pPr>
    <w:rPr>
      <w:rFonts w:asciiTheme="majorHAnsi" w:hAnsiTheme="majorHAnsi" w:eastAsiaTheme="majorEastAsia" w:cstheme="majorBidi"/>
      <w:sz w:val="22"/>
    </w:rPr>
  </w:style>
  <w:style w:type="paragraph" w:styleId="Titre6">
    <w:name w:val="heading 6"/>
    <w:basedOn w:val="Normal"/>
    <w:next w:val="Normal"/>
    <w:link w:val="Titre6Car"/>
    <w:uiPriority w:val="13"/>
    <w:semiHidden/>
    <w:unhideWhenUsed/>
    <w:qFormat/>
    <w:rsid w:val="00D71AC1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004E71" w:themeColor="accent1" w:themeShade="7F"/>
    </w:rPr>
  </w:style>
  <w:style w:type="paragraph" w:styleId="Titre7">
    <w:name w:val="heading 7"/>
    <w:basedOn w:val="Normal"/>
    <w:next w:val="Normal"/>
    <w:link w:val="Titre7Car"/>
    <w:uiPriority w:val="13"/>
    <w:semiHidden/>
    <w:unhideWhenUsed/>
    <w:qFormat/>
    <w:rsid w:val="00EA11DE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004E71" w:themeColor="accent1" w:themeShade="7F"/>
    </w:rPr>
  </w:style>
  <w:style w:type="character" w:styleId="Policepardfaut" w:default="1">
    <w:name w:val="Default Paragraph Font"/>
    <w:uiPriority w:val="1"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itre">
    <w:name w:val="Title"/>
    <w:basedOn w:val="Normal"/>
    <w:next w:val="SparateurTITRE"/>
    <w:link w:val="TitreCar"/>
    <w:uiPriority w:val="83"/>
    <w:qFormat/>
    <w:rsid w:val="007C5A77"/>
    <w:pPr>
      <w:spacing w:after="0"/>
      <w:ind w:left="-284" w:right="851"/>
      <w:contextualSpacing/>
      <w:jc w:val="left"/>
    </w:pPr>
    <w:rPr>
      <w:color w:val="000000" w:themeColor="text2"/>
      <w:sz w:val="96"/>
      <w:szCs w:val="84"/>
    </w:rPr>
  </w:style>
  <w:style w:type="character" w:styleId="TitreCar" w:customStyle="1">
    <w:name w:val="Titre Car"/>
    <w:basedOn w:val="Policepardfaut"/>
    <w:link w:val="Titre"/>
    <w:uiPriority w:val="83"/>
    <w:rsid w:val="00C23E61"/>
    <w:rPr>
      <w:color w:val="000000" w:themeColor="text2"/>
      <w:sz w:val="96"/>
      <w:szCs w:val="84"/>
    </w:rPr>
  </w:style>
  <w:style w:type="paragraph" w:styleId="TITRE1Separateur" w:customStyle="1">
    <w:name w:val="TITRE 1 Separateur"/>
    <w:basedOn w:val="SparateurTITRE"/>
    <w:next w:val="Chap"/>
    <w:link w:val="TITRE1SeparateurCar"/>
    <w:uiPriority w:val="8"/>
    <w:qFormat/>
    <w:rsid w:val="007C5A77"/>
    <w:pPr>
      <w:spacing w:after="900"/>
      <w:ind w:left="0" w:right="7541"/>
    </w:pPr>
    <w:rPr>
      <w:b w:val="0"/>
      <w:sz w:val="60"/>
      <w:szCs w:val="60"/>
    </w:rPr>
  </w:style>
  <w:style w:type="paragraph" w:styleId="SparateurTITRE" w:customStyle="1">
    <w:name w:val="Séparateur TITRE"/>
    <w:basedOn w:val="Normal"/>
    <w:next w:val="Sous-titre"/>
    <w:link w:val="SparateurTITRECar"/>
    <w:uiPriority w:val="84"/>
    <w:qFormat/>
    <w:rsid w:val="007C5A77"/>
    <w:pPr>
      <w:pBdr>
        <w:bottom w:val="single" w:color="000000" w:themeColor="text2" w:sz="24" w:space="1"/>
      </w:pBdr>
      <w:spacing w:after="840" w:line="240" w:lineRule="auto"/>
      <w:ind w:left="-198" w:right="7825"/>
    </w:pPr>
    <w:rPr>
      <w:b/>
      <w:color w:val="000000" w:themeColor="text2"/>
      <w:sz w:val="56"/>
      <w:szCs w:val="116"/>
    </w:rPr>
  </w:style>
  <w:style w:type="character" w:styleId="SparateurTITRECar" w:customStyle="1">
    <w:name w:val="Séparateur TITRE Car"/>
    <w:basedOn w:val="Policepardfaut"/>
    <w:link w:val="SparateurTITRE"/>
    <w:uiPriority w:val="84"/>
    <w:rsid w:val="00C23E61"/>
    <w:rPr>
      <w:b/>
      <w:color w:val="000000" w:themeColor="text2"/>
      <w:sz w:val="56"/>
      <w:szCs w:val="116"/>
    </w:rPr>
  </w:style>
  <w:style w:type="paragraph" w:styleId="Sous-titredeChapitre" w:customStyle="1">
    <w:name w:val="Sous-titre de Chapitre"/>
    <w:basedOn w:val="Sous-titre"/>
    <w:next w:val="Normal"/>
    <w:link w:val="Sous-titredeChapitreCar"/>
    <w:uiPriority w:val="9"/>
    <w:semiHidden/>
    <w:qFormat/>
    <w:rsid w:val="007C0A4E"/>
    <w:pPr>
      <w:ind w:left="0"/>
    </w:pPr>
  </w:style>
  <w:style w:type="paragraph" w:styleId="Sous-titre">
    <w:name w:val="Subtitle"/>
    <w:basedOn w:val="Normal"/>
    <w:next w:val="Normal"/>
    <w:link w:val="Sous-titreCar"/>
    <w:uiPriority w:val="85"/>
    <w:qFormat/>
    <w:rsid w:val="007C5A77"/>
    <w:pPr>
      <w:spacing w:before="480"/>
      <w:ind w:left="-284" w:right="2126"/>
      <w:contextualSpacing/>
      <w:jc w:val="left"/>
    </w:pPr>
    <w:rPr>
      <w:color w:val="000000" w:themeColor="text2"/>
      <w:sz w:val="48"/>
      <w:szCs w:val="48"/>
    </w:rPr>
  </w:style>
  <w:style w:type="character" w:styleId="Sous-titreCar" w:customStyle="1">
    <w:name w:val="Sous-titre Car"/>
    <w:basedOn w:val="Policepardfaut"/>
    <w:link w:val="Sous-titre"/>
    <w:uiPriority w:val="85"/>
    <w:rsid w:val="00C23E61"/>
    <w:rPr>
      <w:color w:val="000000" w:themeColor="text2"/>
      <w:sz w:val="48"/>
      <w:szCs w:val="48"/>
    </w:rPr>
  </w:style>
  <w:style w:type="character" w:styleId="Sous-titredeChapitreCar" w:customStyle="1">
    <w:name w:val="Sous-titre de Chapitre Car"/>
    <w:basedOn w:val="Policepardfaut"/>
    <w:link w:val="Sous-titredeChapitre"/>
    <w:uiPriority w:val="9"/>
    <w:semiHidden/>
    <w:rsid w:val="002B01CC"/>
    <w:rPr>
      <w:color w:val="000000" w:themeColor="text2"/>
      <w:sz w:val="48"/>
      <w:szCs w:val="48"/>
    </w:rPr>
  </w:style>
  <w:style w:type="character" w:styleId="TITRE1SeparateurCar" w:customStyle="1">
    <w:name w:val="TITRE 1 Separateur Car"/>
    <w:basedOn w:val="SparateurTITRECar"/>
    <w:link w:val="TITRE1Separateur"/>
    <w:uiPriority w:val="8"/>
    <w:rsid w:val="007C5A77"/>
    <w:rPr>
      <w:b w:val="0"/>
      <w:color w:val="000000" w:themeColor="text2"/>
      <w:sz w:val="60"/>
      <w:szCs w:val="60"/>
    </w:rPr>
  </w:style>
  <w:style w:type="character" w:styleId="Titre1Car" w:customStyle="1">
    <w:name w:val="Titre 1 Car"/>
    <w:basedOn w:val="Policepardfaut"/>
    <w:link w:val="Titre1"/>
    <w:uiPriority w:val="7"/>
    <w:rsid w:val="007C0A4E"/>
    <w:rPr>
      <w:rFonts w:asciiTheme="majorHAnsi" w:hAnsiTheme="majorHAnsi" w:eastAsiaTheme="majorEastAsia" w:cstheme="majorBidi"/>
      <w:color w:val="000000" w:themeColor="text2"/>
      <w:sz w:val="72"/>
      <w:szCs w:val="36"/>
    </w:rPr>
  </w:style>
  <w:style w:type="paragraph" w:styleId="TITRE2Sparateur" w:customStyle="1">
    <w:name w:val="TITRE 2 Séparateur"/>
    <w:basedOn w:val="Normal"/>
    <w:next w:val="Normal"/>
    <w:link w:val="TITRE2SparateurCar"/>
    <w:uiPriority w:val="11"/>
    <w:qFormat/>
    <w:rsid w:val="007E4A43"/>
    <w:pPr>
      <w:pBdr>
        <w:bottom w:val="single" w:color="000000" w:themeColor="text2" w:sz="18" w:space="1"/>
      </w:pBdr>
      <w:spacing w:after="440" w:line="240" w:lineRule="auto"/>
    </w:pPr>
    <w:rPr>
      <w:rFonts w:asciiTheme="majorHAnsi" w:hAnsiTheme="majorHAnsi"/>
      <w:color w:val="000000" w:themeColor="text2"/>
      <w:szCs w:val="60"/>
    </w:rPr>
  </w:style>
  <w:style w:type="character" w:styleId="TITRE2SparateurCar" w:customStyle="1">
    <w:name w:val="TITRE 2 Séparateur Car"/>
    <w:basedOn w:val="Policepardfaut"/>
    <w:link w:val="TITRE2Sparateur"/>
    <w:uiPriority w:val="11"/>
    <w:rsid w:val="007E4A43"/>
    <w:rPr>
      <w:rFonts w:asciiTheme="majorHAnsi" w:hAnsiTheme="majorHAnsi"/>
      <w:color w:val="000000" w:themeColor="text2"/>
      <w:sz w:val="20"/>
      <w:szCs w:val="60"/>
    </w:rPr>
  </w:style>
  <w:style w:type="character" w:styleId="Titre2Car" w:customStyle="1">
    <w:name w:val="Titre 2 Car"/>
    <w:basedOn w:val="Policepardfaut"/>
    <w:link w:val="Titre2"/>
    <w:uiPriority w:val="11"/>
    <w:rsid w:val="00D974EB"/>
    <w:rPr>
      <w:rFonts w:ascii="Gill Sans MT" w:hAnsi="Gill Sans MT" w:eastAsiaTheme="majorEastAsia" w:cstheme="majorBidi"/>
      <w:color w:val="009FE3" w:themeColor="accent1"/>
      <w:sz w:val="40"/>
      <w:szCs w:val="24"/>
    </w:rPr>
  </w:style>
  <w:style w:type="character" w:styleId="Titre3Car" w:customStyle="1">
    <w:name w:val="Titre 3 Car"/>
    <w:basedOn w:val="Policepardfaut"/>
    <w:link w:val="Titre3"/>
    <w:uiPriority w:val="12"/>
    <w:rsid w:val="005C130E"/>
    <w:rPr>
      <w:rFonts w:ascii="Gill Sans MT" w:hAnsi="Gill Sans MT" w:eastAsiaTheme="majorEastAsia" w:cstheme="majorBidi"/>
      <w:b/>
      <w:color w:val="009FE3" w:themeColor="accent1"/>
      <w:sz w:val="24"/>
      <w:szCs w:val="24"/>
    </w:rPr>
  </w:style>
  <w:style w:type="character" w:styleId="Titre4Car" w:customStyle="1">
    <w:name w:val="Titre 4 Car"/>
    <w:basedOn w:val="Policepardfaut"/>
    <w:link w:val="Titre4"/>
    <w:uiPriority w:val="13"/>
    <w:rsid w:val="00F837E8"/>
    <w:rPr>
      <w:rFonts w:asciiTheme="majorHAnsi" w:hAnsiTheme="majorHAnsi" w:eastAsiaTheme="majorEastAsia" w:cstheme="majorBidi"/>
      <w:b/>
      <w:iCs/>
      <w:sz w:val="20"/>
    </w:rPr>
  </w:style>
  <w:style w:type="character" w:styleId="Titre5Car" w:customStyle="1">
    <w:name w:val="Titre 5 Car"/>
    <w:basedOn w:val="Policepardfaut"/>
    <w:link w:val="Titre5"/>
    <w:uiPriority w:val="13"/>
    <w:rsid w:val="00F837E8"/>
    <w:rPr>
      <w:rFonts w:asciiTheme="majorHAnsi" w:hAnsiTheme="majorHAnsi" w:eastAsiaTheme="majorEastAsia" w:cstheme="majorBidi"/>
    </w:rPr>
  </w:style>
  <w:style w:type="paragraph" w:styleId="Adressedestinataire">
    <w:name w:val="envelope address"/>
    <w:basedOn w:val="Normal"/>
    <w:uiPriority w:val="99"/>
    <w:semiHidden/>
    <w:rsid w:val="00420DC2"/>
    <w:pPr>
      <w:framePr w:w="4912" w:h="1701" w:vSpace="284" w:hSpace="284" w:wrap="around" w:hAnchor="page" w:vAnchor="page" w:x="5955" w:y="2836" w:hRule="exact" w:anchorLock="1"/>
      <w:spacing w:after="0" w:line="240" w:lineRule="auto"/>
    </w:pPr>
    <w:rPr>
      <w:rFonts w:eastAsiaTheme="majorEastAsia" w:cstheme="majorBidi"/>
      <w:szCs w:val="24"/>
    </w:rPr>
  </w:style>
  <w:style w:type="paragraph" w:styleId="En-tte">
    <w:name w:val="header"/>
    <w:basedOn w:val="Normal"/>
    <w:link w:val="En-tteCar"/>
    <w:uiPriority w:val="13"/>
    <w:rsid w:val="00644739"/>
    <w:pPr>
      <w:tabs>
        <w:tab w:val="center" w:pos="4536"/>
        <w:tab w:val="right" w:pos="9072"/>
      </w:tabs>
      <w:spacing w:after="0" w:line="240" w:lineRule="auto"/>
      <w:ind w:left="425"/>
      <w:contextualSpacing/>
      <w:jc w:val="right"/>
    </w:pPr>
    <w:rPr>
      <w:color w:val="000000" w:themeColor="text2"/>
      <w:sz w:val="18"/>
    </w:rPr>
  </w:style>
  <w:style w:type="character" w:styleId="En-tteCar" w:customStyle="1">
    <w:name w:val="En-tête Car"/>
    <w:basedOn w:val="Policepardfaut"/>
    <w:link w:val="En-tte"/>
    <w:uiPriority w:val="13"/>
    <w:rsid w:val="00644739"/>
    <w:rPr>
      <w:color w:val="000000" w:themeColor="text2"/>
      <w:sz w:val="18"/>
    </w:rPr>
  </w:style>
  <w:style w:type="paragraph" w:styleId="Pieddepage">
    <w:name w:val="footer"/>
    <w:basedOn w:val="Normal"/>
    <w:link w:val="PieddepageCar"/>
    <w:rsid w:val="00893177"/>
    <w:pPr>
      <w:tabs>
        <w:tab w:val="right" w:pos="8505"/>
      </w:tabs>
      <w:spacing w:after="0" w:line="240" w:lineRule="auto"/>
      <w:jc w:val="center"/>
    </w:pPr>
    <w:rPr>
      <w:color w:val="000000" w:themeColor="text1"/>
      <w:sz w:val="16"/>
    </w:rPr>
  </w:style>
  <w:style w:type="character" w:styleId="PieddepageCar" w:customStyle="1">
    <w:name w:val="Pied de page Car"/>
    <w:basedOn w:val="Policepardfaut"/>
    <w:link w:val="Pieddepage"/>
    <w:rsid w:val="00893177"/>
    <w:rPr>
      <w:color w:val="000000" w:themeColor="text1"/>
      <w:sz w:val="16"/>
    </w:rPr>
  </w:style>
  <w:style w:type="character" w:styleId="lev">
    <w:name w:val="Strong"/>
    <w:basedOn w:val="Policepardfaut"/>
    <w:uiPriority w:val="13"/>
    <w:qFormat/>
    <w:rsid w:val="00892491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892491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770571"/>
    <w:rPr>
      <w:color w:val="808080"/>
    </w:rPr>
  </w:style>
  <w:style w:type="paragraph" w:styleId="Date">
    <w:name w:val="Date"/>
    <w:basedOn w:val="Normal"/>
    <w:next w:val="Normal"/>
    <w:link w:val="DateCar"/>
    <w:uiPriority w:val="99"/>
    <w:semiHidden/>
    <w:rsid w:val="00750FF6"/>
    <w:pPr>
      <w:spacing w:after="740"/>
    </w:pPr>
    <w:rPr>
      <w:color w:val="000000" w:themeColor="text2"/>
    </w:rPr>
  </w:style>
  <w:style w:type="character" w:styleId="DateCar" w:customStyle="1">
    <w:name w:val="Date Car"/>
    <w:basedOn w:val="Policepardfaut"/>
    <w:link w:val="Date"/>
    <w:uiPriority w:val="99"/>
    <w:semiHidden/>
    <w:rsid w:val="00372AEA"/>
    <w:rPr>
      <w:color w:val="000000" w:themeColor="text2"/>
      <w:sz w:val="20"/>
    </w:rPr>
  </w:style>
  <w:style w:type="paragraph" w:styleId="Listenumros">
    <w:name w:val="List Number"/>
    <w:basedOn w:val="Normal"/>
    <w:uiPriority w:val="26"/>
    <w:unhideWhenUsed/>
    <w:qFormat/>
    <w:rsid w:val="00EF0087"/>
    <w:pPr>
      <w:numPr>
        <w:numId w:val="1"/>
      </w:numPr>
    </w:pPr>
  </w:style>
  <w:style w:type="paragraph" w:styleId="Listenumros2">
    <w:name w:val="List Number 2"/>
    <w:basedOn w:val="Normal"/>
    <w:uiPriority w:val="26"/>
    <w:unhideWhenUsed/>
    <w:rsid w:val="00EF0087"/>
    <w:pPr>
      <w:numPr>
        <w:ilvl w:val="1"/>
        <w:numId w:val="1"/>
      </w:numPr>
    </w:pPr>
  </w:style>
  <w:style w:type="paragraph" w:styleId="Listenumros3">
    <w:name w:val="List Number 3"/>
    <w:basedOn w:val="Normal"/>
    <w:uiPriority w:val="26"/>
    <w:unhideWhenUsed/>
    <w:rsid w:val="00DC721C"/>
    <w:pPr>
      <w:numPr>
        <w:ilvl w:val="2"/>
        <w:numId w:val="1"/>
      </w:numPr>
      <w:contextualSpacing/>
    </w:pPr>
  </w:style>
  <w:style w:type="paragraph" w:styleId="Listenumros4">
    <w:name w:val="List Number 4"/>
    <w:basedOn w:val="Normal"/>
    <w:uiPriority w:val="26"/>
    <w:rsid w:val="00DC721C"/>
    <w:pPr>
      <w:numPr>
        <w:ilvl w:val="3"/>
        <w:numId w:val="1"/>
      </w:numPr>
      <w:contextualSpacing/>
    </w:pPr>
  </w:style>
  <w:style w:type="paragraph" w:styleId="Listenumros5">
    <w:name w:val="List Number 5"/>
    <w:basedOn w:val="Normal"/>
    <w:uiPriority w:val="26"/>
    <w:rsid w:val="00DC721C"/>
    <w:pPr>
      <w:numPr>
        <w:ilvl w:val="4"/>
        <w:numId w:val="1"/>
      </w:numPr>
      <w:contextualSpacing/>
    </w:pPr>
  </w:style>
  <w:style w:type="paragraph" w:styleId="Listepuces">
    <w:name w:val="List Bullet"/>
    <w:basedOn w:val="Normal"/>
    <w:link w:val="ListepucesCar"/>
    <w:uiPriority w:val="3"/>
    <w:rsid w:val="00847778"/>
    <w:pPr>
      <w:numPr>
        <w:numId w:val="2"/>
      </w:numPr>
    </w:pPr>
  </w:style>
  <w:style w:type="character" w:styleId="ListepucesCar" w:customStyle="1">
    <w:name w:val="Liste à puces Car"/>
    <w:basedOn w:val="Policepardfaut"/>
    <w:link w:val="Listepuces"/>
    <w:uiPriority w:val="3"/>
    <w:rsid w:val="003538EF"/>
    <w:rPr>
      <w:sz w:val="20"/>
    </w:rPr>
  </w:style>
  <w:style w:type="paragraph" w:styleId="Listepuces2">
    <w:name w:val="List Bullet 2"/>
    <w:basedOn w:val="Normal"/>
    <w:link w:val="Listepuces2Car"/>
    <w:uiPriority w:val="63"/>
    <w:unhideWhenUsed/>
    <w:rsid w:val="00BA5A07"/>
    <w:pPr>
      <w:numPr>
        <w:ilvl w:val="1"/>
        <w:numId w:val="2"/>
      </w:numPr>
    </w:pPr>
  </w:style>
  <w:style w:type="character" w:styleId="Listepuces2Car" w:customStyle="1">
    <w:name w:val="Liste à puces 2 Car"/>
    <w:basedOn w:val="Policepardfaut"/>
    <w:link w:val="Listepuces2"/>
    <w:uiPriority w:val="63"/>
    <w:rsid w:val="000E15B1"/>
    <w:rPr>
      <w:sz w:val="20"/>
    </w:rPr>
  </w:style>
  <w:style w:type="paragraph" w:styleId="Listepuces3">
    <w:name w:val="List Bullet 3"/>
    <w:basedOn w:val="Normal"/>
    <w:uiPriority w:val="64"/>
    <w:unhideWhenUsed/>
    <w:rsid w:val="00BA5A07"/>
    <w:pPr>
      <w:numPr>
        <w:ilvl w:val="2"/>
        <w:numId w:val="2"/>
      </w:numPr>
    </w:pPr>
  </w:style>
  <w:style w:type="paragraph" w:styleId="Listepuces4">
    <w:name w:val="List Bullet 4"/>
    <w:basedOn w:val="Normal"/>
    <w:uiPriority w:val="65"/>
    <w:unhideWhenUsed/>
    <w:rsid w:val="009214EB"/>
    <w:pPr>
      <w:numPr>
        <w:ilvl w:val="3"/>
        <w:numId w:val="2"/>
      </w:numPr>
      <w:contextualSpacing/>
    </w:pPr>
  </w:style>
  <w:style w:type="paragraph" w:styleId="Listepuces5">
    <w:name w:val="List Bullet 5"/>
    <w:basedOn w:val="Normal"/>
    <w:uiPriority w:val="65"/>
    <w:semiHidden/>
    <w:rsid w:val="009214EB"/>
    <w:pPr>
      <w:numPr>
        <w:ilvl w:val="4"/>
        <w:numId w:val="2"/>
      </w:numPr>
      <w:contextualSpacing/>
    </w:pPr>
  </w:style>
  <w:style w:type="paragraph" w:styleId="Liste">
    <w:name w:val="List"/>
    <w:basedOn w:val="Normal"/>
    <w:uiPriority w:val="99"/>
    <w:semiHidden/>
    <w:rsid w:val="009214EB"/>
    <w:pPr>
      <w:ind w:left="283" w:hanging="283"/>
      <w:contextualSpacing/>
    </w:pPr>
  </w:style>
  <w:style w:type="paragraph" w:styleId="TM1">
    <w:name w:val="toc 1"/>
    <w:basedOn w:val="Normal"/>
    <w:next w:val="Normal"/>
    <w:autoRedefine/>
    <w:uiPriority w:val="39"/>
    <w:rsid w:val="003B1953"/>
    <w:pPr>
      <w:tabs>
        <w:tab w:val="right" w:pos="8505"/>
      </w:tabs>
      <w:spacing w:before="360" w:after="0" w:line="240" w:lineRule="auto"/>
      <w:ind w:left="425" w:right="680" w:hanging="425"/>
      <w:jc w:val="left"/>
    </w:pPr>
    <w:rPr>
      <w:rFonts w:eastAsiaTheme="minorEastAsia"/>
      <w:b/>
      <w:bCs/>
      <w:iCs/>
      <w:noProof/>
      <w:color w:val="000000" w:themeColor="text2"/>
      <w:sz w:val="28"/>
      <w:lang w:eastAsia="fr-FR"/>
    </w:rPr>
  </w:style>
  <w:style w:type="paragraph" w:styleId="TM2">
    <w:name w:val="toc 2"/>
    <w:basedOn w:val="Normal"/>
    <w:next w:val="Normal"/>
    <w:autoRedefine/>
    <w:uiPriority w:val="39"/>
    <w:rsid w:val="00586C08"/>
    <w:pPr>
      <w:tabs>
        <w:tab w:val="left" w:pos="1560"/>
        <w:tab w:val="right" w:leader="dot" w:pos="8505"/>
      </w:tabs>
      <w:spacing w:before="80" w:after="0" w:line="240" w:lineRule="auto"/>
      <w:ind w:left="850" w:right="680" w:hanging="425"/>
      <w:jc w:val="left"/>
    </w:pPr>
    <w:rPr>
      <w:rFonts w:eastAsiaTheme="minorEastAsia"/>
      <w:b/>
      <w:bCs/>
      <w:noProof/>
      <w:lang w:eastAsia="fr-FR"/>
    </w:rPr>
  </w:style>
  <w:style w:type="paragraph" w:styleId="TM3">
    <w:name w:val="toc 3"/>
    <w:basedOn w:val="Normal"/>
    <w:next w:val="Normal"/>
    <w:autoRedefine/>
    <w:uiPriority w:val="39"/>
    <w:rsid w:val="001859C6"/>
    <w:pPr>
      <w:tabs>
        <w:tab w:val="left" w:pos="1134"/>
        <w:tab w:val="right" w:pos="8505"/>
      </w:tabs>
      <w:spacing w:after="0"/>
      <w:ind w:left="1134" w:right="1701" w:hanging="283"/>
      <w:contextualSpacing/>
      <w:jc w:val="left"/>
    </w:pPr>
    <w:rPr>
      <w:rFonts w:cstheme="minorHAnsi"/>
      <w:noProof/>
      <w:szCs w:val="20"/>
    </w:rPr>
  </w:style>
  <w:style w:type="character" w:styleId="Lienhypertexte">
    <w:name w:val="Hyperlink"/>
    <w:basedOn w:val="Policepardfaut"/>
    <w:uiPriority w:val="99"/>
    <w:rsid w:val="00F92868"/>
    <w:rPr>
      <w:color w:val="000000" w:themeColor="text2"/>
      <w:u w:val="single"/>
    </w:rPr>
  </w:style>
  <w:style w:type="paragraph" w:styleId="TM4">
    <w:name w:val="toc 4"/>
    <w:basedOn w:val="Normal"/>
    <w:next w:val="Normal"/>
    <w:autoRedefine/>
    <w:uiPriority w:val="39"/>
    <w:rsid w:val="004B1FF1"/>
    <w:pPr>
      <w:tabs>
        <w:tab w:val="left" w:pos="1418"/>
        <w:tab w:val="right" w:pos="8505"/>
      </w:tabs>
      <w:spacing w:after="0"/>
      <w:ind w:left="1418" w:hanging="284"/>
    </w:pPr>
    <w:rPr>
      <w:rFonts w:cstheme="minorHAnsi"/>
      <w:noProof/>
      <w:sz w:val="18"/>
      <w:szCs w:val="20"/>
    </w:rPr>
  </w:style>
  <w:style w:type="paragraph" w:styleId="TM5">
    <w:name w:val="toc 5"/>
    <w:basedOn w:val="Normal"/>
    <w:next w:val="Normal"/>
    <w:autoRedefine/>
    <w:uiPriority w:val="39"/>
    <w:semiHidden/>
    <w:rsid w:val="007B3C06"/>
    <w:pPr>
      <w:spacing w:after="0"/>
      <w:ind w:left="800"/>
    </w:pPr>
    <w:rPr>
      <w:rFonts w:cstheme="minorHAnsi"/>
      <w:szCs w:val="20"/>
    </w:rPr>
  </w:style>
  <w:style w:type="paragraph" w:styleId="TM6">
    <w:name w:val="toc 6"/>
    <w:basedOn w:val="TM2"/>
    <w:next w:val="Normal"/>
    <w:autoRedefine/>
    <w:uiPriority w:val="39"/>
    <w:rsid w:val="009F0C85"/>
    <w:pPr>
      <w:ind w:left="1843" w:hanging="1417"/>
    </w:pPr>
  </w:style>
  <w:style w:type="paragraph" w:styleId="TM7">
    <w:name w:val="toc 7"/>
    <w:basedOn w:val="Normal"/>
    <w:next w:val="Normal"/>
    <w:autoRedefine/>
    <w:uiPriority w:val="39"/>
    <w:semiHidden/>
    <w:rsid w:val="007B3C06"/>
    <w:pPr>
      <w:spacing w:after="0"/>
      <w:ind w:left="1200"/>
    </w:pPr>
    <w:rPr>
      <w:rFonts w:cstheme="minorHAnsi"/>
      <w:szCs w:val="20"/>
    </w:rPr>
  </w:style>
  <w:style w:type="paragraph" w:styleId="TM8">
    <w:name w:val="toc 8"/>
    <w:basedOn w:val="Normal"/>
    <w:next w:val="Normal"/>
    <w:autoRedefine/>
    <w:uiPriority w:val="39"/>
    <w:semiHidden/>
    <w:rsid w:val="007B3C06"/>
    <w:pPr>
      <w:spacing w:after="0"/>
      <w:ind w:left="1400"/>
    </w:pPr>
    <w:rPr>
      <w:rFonts w:cstheme="minorHAnsi"/>
      <w:szCs w:val="20"/>
    </w:rPr>
  </w:style>
  <w:style w:type="paragraph" w:styleId="TM9">
    <w:name w:val="toc 9"/>
    <w:basedOn w:val="Normal"/>
    <w:next w:val="Normal"/>
    <w:autoRedefine/>
    <w:uiPriority w:val="39"/>
    <w:semiHidden/>
    <w:rsid w:val="007B3C06"/>
    <w:pPr>
      <w:spacing w:after="0"/>
      <w:ind w:left="1600"/>
    </w:pPr>
    <w:rPr>
      <w:rFonts w:cstheme="minorHAnsi"/>
      <w:szCs w:val="20"/>
    </w:rPr>
  </w:style>
  <w:style w:type="paragraph" w:styleId="Titre2nonindx" w:customStyle="1">
    <w:name w:val="Titre 2 (non indéxé)"/>
    <w:basedOn w:val="Normal"/>
    <w:next w:val="TITRE2Sparateur"/>
    <w:link w:val="Titre2nonindxCar"/>
    <w:uiPriority w:val="10"/>
    <w:qFormat/>
    <w:rsid w:val="007C64B4"/>
    <w:pPr>
      <w:keepNext/>
      <w:keepLines/>
      <w:ind w:left="-851"/>
      <w:contextualSpacing/>
      <w:jc w:val="left"/>
    </w:pPr>
    <w:rPr>
      <w:rFonts w:asciiTheme="majorHAnsi" w:hAnsiTheme="majorHAnsi"/>
      <w:b/>
      <w:color w:val="000000" w:themeColor="text2"/>
      <w:sz w:val="56"/>
      <w:szCs w:val="60"/>
    </w:rPr>
  </w:style>
  <w:style w:type="character" w:styleId="Titre2nonindxCar" w:customStyle="1">
    <w:name w:val="Titre 2 (non indéxé) Car"/>
    <w:basedOn w:val="Policepardfaut"/>
    <w:link w:val="Titre2nonindx"/>
    <w:uiPriority w:val="10"/>
    <w:rsid w:val="007C64B4"/>
    <w:rPr>
      <w:rFonts w:asciiTheme="majorHAnsi" w:hAnsiTheme="majorHAnsi"/>
      <w:b/>
      <w:color w:val="000000" w:themeColor="text2"/>
      <w:sz w:val="56"/>
      <w:szCs w:val="60"/>
    </w:rPr>
  </w:style>
  <w:style w:type="paragraph" w:styleId="Intertitre" w:customStyle="1">
    <w:name w:val="Intertitre"/>
    <w:basedOn w:val="Normal"/>
    <w:link w:val="IntertitreCar"/>
    <w:uiPriority w:val="13"/>
    <w:qFormat/>
    <w:rsid w:val="00946A94"/>
    <w:pPr>
      <w:jc w:val="left"/>
    </w:pPr>
    <w:rPr>
      <w:b/>
      <w:color w:val="000000" w:themeColor="text2"/>
      <w:sz w:val="24"/>
    </w:rPr>
  </w:style>
  <w:style w:type="character" w:styleId="IntertitreCar" w:customStyle="1">
    <w:name w:val="Intertitre Car"/>
    <w:basedOn w:val="Policepardfaut"/>
    <w:link w:val="Intertitre"/>
    <w:uiPriority w:val="13"/>
    <w:rsid w:val="00D125A5"/>
    <w:rPr>
      <w:b/>
      <w:color w:val="000000" w:themeColor="text2"/>
      <w:sz w:val="24"/>
    </w:rPr>
  </w:style>
  <w:style w:type="character" w:styleId="Emphase" w:customStyle="1">
    <w:name w:val="Emphase"/>
    <w:basedOn w:val="Policepardfaut"/>
    <w:uiPriority w:val="1"/>
    <w:rsid w:val="004A49A9"/>
    <w:rPr>
      <w:color w:val="000000" w:themeColor="text2"/>
    </w:rPr>
  </w:style>
  <w:style w:type="character" w:styleId="Rfrenceintense">
    <w:name w:val="Intense Reference"/>
    <w:basedOn w:val="Policepardfaut"/>
    <w:uiPriority w:val="99"/>
    <w:semiHidden/>
    <w:qFormat/>
    <w:rsid w:val="00F92868"/>
    <w:rPr>
      <w:b/>
      <w:bCs/>
      <w:smallCaps/>
      <w:color w:val="000000" w:themeColor="text2"/>
      <w:spacing w:val="5"/>
    </w:rPr>
  </w:style>
  <w:style w:type="character" w:styleId="Numrodepage">
    <w:name w:val="page number"/>
    <w:basedOn w:val="Policepardfaut"/>
    <w:semiHidden/>
    <w:rsid w:val="00893177"/>
    <w:rPr>
      <w:noProof/>
      <w:color w:val="000000" w:themeColor="text2"/>
      <w:sz w:val="18"/>
    </w:rPr>
  </w:style>
  <w:style w:type="paragraph" w:styleId="Normallignedesuite" w:customStyle="1">
    <w:name w:val="Normal + ligne de suite"/>
    <w:basedOn w:val="Normal"/>
    <w:link w:val="NormallignedesuiteCar"/>
    <w:uiPriority w:val="99"/>
    <w:semiHidden/>
    <w:qFormat/>
    <w:rsid w:val="00C97C6F"/>
    <w:pPr>
      <w:tabs>
        <w:tab w:val="right" w:leader="dot" w:pos="8505"/>
      </w:tabs>
    </w:pPr>
  </w:style>
  <w:style w:type="character" w:styleId="NormallignedesuiteCar" w:customStyle="1">
    <w:name w:val="Normal + ligne de suite Car"/>
    <w:basedOn w:val="Policepardfaut"/>
    <w:link w:val="Normallignedesuite"/>
    <w:uiPriority w:val="99"/>
    <w:semiHidden/>
    <w:rsid w:val="00D125A5"/>
    <w:rPr>
      <w:sz w:val="20"/>
    </w:rPr>
  </w:style>
  <w:style w:type="paragraph" w:styleId="Article1" w:customStyle="1">
    <w:name w:val="Article 1"/>
    <w:basedOn w:val="Normal"/>
    <w:link w:val="Article1Car"/>
    <w:uiPriority w:val="21"/>
    <w:qFormat/>
    <w:rsid w:val="0096554F"/>
    <w:pPr>
      <w:keepNext/>
      <w:numPr>
        <w:numId w:val="4"/>
      </w:numPr>
      <w:spacing w:before="600"/>
      <w:jc w:val="left"/>
    </w:pPr>
    <w:rPr>
      <w:color w:val="000000" w:themeColor="text2"/>
      <w:sz w:val="36"/>
    </w:rPr>
  </w:style>
  <w:style w:type="character" w:styleId="Article1Car" w:customStyle="1">
    <w:name w:val="Article 1 Car"/>
    <w:basedOn w:val="Policepardfaut"/>
    <w:link w:val="Article1"/>
    <w:uiPriority w:val="21"/>
    <w:rsid w:val="00372AEA"/>
    <w:rPr>
      <w:color w:val="000000" w:themeColor="text2"/>
      <w:sz w:val="36"/>
    </w:rPr>
  </w:style>
  <w:style w:type="paragraph" w:styleId="Article2" w:customStyle="1">
    <w:name w:val="Article 2"/>
    <w:basedOn w:val="Article2long"/>
    <w:next w:val="Retraitcorpsdetexte"/>
    <w:link w:val="Article2Car"/>
    <w:uiPriority w:val="2"/>
    <w:semiHidden/>
    <w:qFormat/>
    <w:rsid w:val="00B72BF4"/>
    <w:pPr>
      <w:spacing w:before="240" w:after="120"/>
    </w:pPr>
    <w:rPr>
      <w:b/>
      <w:sz w:val="24"/>
    </w:rPr>
  </w:style>
  <w:style w:type="paragraph" w:styleId="Article2long" w:customStyle="1">
    <w:name w:val="Article 2 long"/>
    <w:next w:val="Normal"/>
    <w:link w:val="Article2longCar"/>
    <w:uiPriority w:val="2"/>
    <w:semiHidden/>
    <w:qFormat/>
    <w:rsid w:val="002522FE"/>
    <w:pPr>
      <w:tabs>
        <w:tab w:val="num" w:pos="1871"/>
      </w:tabs>
      <w:ind w:left="1871" w:hanging="397"/>
      <w:jc w:val="both"/>
    </w:pPr>
    <w:rPr>
      <w:sz w:val="20"/>
    </w:rPr>
  </w:style>
  <w:style w:type="character" w:styleId="Article2longCar" w:customStyle="1">
    <w:name w:val="Article 2 long Car"/>
    <w:basedOn w:val="Article2Car"/>
    <w:link w:val="Article2long"/>
    <w:uiPriority w:val="2"/>
    <w:semiHidden/>
    <w:rsid w:val="00372AEA"/>
    <w:rPr>
      <w:b w:val="0"/>
      <w:sz w:val="20"/>
    </w:rPr>
  </w:style>
  <w:style w:type="character" w:styleId="Article2Car" w:customStyle="1">
    <w:name w:val="Article 2 Car"/>
    <w:basedOn w:val="Policepardfaut"/>
    <w:link w:val="Article2"/>
    <w:uiPriority w:val="2"/>
    <w:semiHidden/>
    <w:rsid w:val="00372AEA"/>
    <w:rPr>
      <w:b/>
      <w:sz w:val="24"/>
    </w:rPr>
  </w:style>
  <w:style w:type="paragraph" w:styleId="Retraitcorpsdetexte">
    <w:name w:val="Body Text Indent"/>
    <w:basedOn w:val="Normal"/>
    <w:link w:val="RetraitcorpsdetexteCar"/>
    <w:uiPriority w:val="62"/>
    <w:rsid w:val="00BA5A07"/>
    <w:pPr>
      <w:ind w:left="284"/>
    </w:pPr>
  </w:style>
  <w:style w:type="character" w:styleId="RetraitcorpsdetexteCar" w:customStyle="1">
    <w:name w:val="Retrait corps de texte Car"/>
    <w:basedOn w:val="Policepardfaut"/>
    <w:link w:val="Retraitcorpsdetexte"/>
    <w:uiPriority w:val="62"/>
    <w:rsid w:val="00BA5A07"/>
    <w:rPr>
      <w:sz w:val="20"/>
    </w:rPr>
  </w:style>
  <w:style w:type="paragraph" w:styleId="Article3" w:customStyle="1">
    <w:name w:val="Article 3"/>
    <w:basedOn w:val="Normal"/>
    <w:link w:val="Article3Car"/>
    <w:uiPriority w:val="2"/>
    <w:semiHidden/>
    <w:qFormat/>
    <w:rsid w:val="00B85453"/>
    <w:pPr>
      <w:keepNext/>
      <w:numPr>
        <w:ilvl w:val="2"/>
        <w:numId w:val="4"/>
      </w:numPr>
      <w:spacing w:before="360"/>
    </w:pPr>
    <w:rPr>
      <w:b/>
      <w:color w:val="000000" w:themeColor="text2"/>
      <w:sz w:val="22"/>
    </w:rPr>
  </w:style>
  <w:style w:type="character" w:styleId="Article3Car" w:customStyle="1">
    <w:name w:val="Article 3 Car"/>
    <w:basedOn w:val="Policepardfaut"/>
    <w:link w:val="Article3"/>
    <w:uiPriority w:val="2"/>
    <w:semiHidden/>
    <w:rsid w:val="00372AEA"/>
    <w:rPr>
      <w:b/>
      <w:color w:val="000000" w:themeColor="text2"/>
    </w:rPr>
  </w:style>
  <w:style w:type="paragraph" w:styleId="Article4" w:customStyle="1">
    <w:name w:val="Article 4"/>
    <w:basedOn w:val="Normal"/>
    <w:link w:val="Article4Car"/>
    <w:uiPriority w:val="2"/>
    <w:semiHidden/>
    <w:qFormat/>
    <w:rsid w:val="00B85453"/>
    <w:pPr>
      <w:keepNext/>
      <w:numPr>
        <w:ilvl w:val="3"/>
        <w:numId w:val="4"/>
      </w:numPr>
      <w:spacing w:after="40"/>
    </w:pPr>
    <w:rPr>
      <w:color w:val="000000" w:themeColor="text2"/>
    </w:rPr>
  </w:style>
  <w:style w:type="character" w:styleId="Article4Car" w:customStyle="1">
    <w:name w:val="Article 4 Car"/>
    <w:basedOn w:val="Policepardfaut"/>
    <w:link w:val="Article4"/>
    <w:uiPriority w:val="2"/>
    <w:semiHidden/>
    <w:rsid w:val="00372AEA"/>
    <w:rPr>
      <w:color w:val="000000" w:themeColor="text2"/>
      <w:sz w:val="20"/>
    </w:rPr>
  </w:style>
  <w:style w:type="paragraph" w:styleId="Article-Liste1" w:customStyle="1">
    <w:name w:val="Article - Liste 1"/>
    <w:basedOn w:val="Normal"/>
    <w:link w:val="Article-Liste1Car"/>
    <w:uiPriority w:val="3"/>
    <w:semiHidden/>
    <w:qFormat/>
    <w:rsid w:val="00482FAA"/>
    <w:pPr>
      <w:keepNext/>
      <w:numPr>
        <w:numId w:val="3"/>
      </w:numPr>
      <w:spacing w:before="120" w:after="40"/>
    </w:pPr>
    <w:rPr>
      <w:color w:val="000000" w:themeColor="text2"/>
    </w:rPr>
  </w:style>
  <w:style w:type="character" w:styleId="Article-Liste1Car" w:customStyle="1">
    <w:name w:val="Article - Liste 1 Car"/>
    <w:basedOn w:val="Policepardfaut"/>
    <w:link w:val="Article-Liste1"/>
    <w:uiPriority w:val="3"/>
    <w:semiHidden/>
    <w:rsid w:val="00372AEA"/>
    <w:rPr>
      <w:color w:val="000000" w:themeColor="text2"/>
      <w:sz w:val="20"/>
    </w:rPr>
  </w:style>
  <w:style w:type="paragraph" w:styleId="Article-Liste2" w:customStyle="1">
    <w:name w:val="Article - Liste 2"/>
    <w:basedOn w:val="Normal"/>
    <w:link w:val="Article-Liste2Car"/>
    <w:uiPriority w:val="3"/>
    <w:semiHidden/>
    <w:qFormat/>
    <w:rsid w:val="004A7534"/>
    <w:pPr>
      <w:numPr>
        <w:ilvl w:val="1"/>
        <w:numId w:val="3"/>
      </w:numPr>
      <w:spacing w:before="40" w:after="0"/>
    </w:pPr>
  </w:style>
  <w:style w:type="character" w:styleId="Article-Liste2Car" w:customStyle="1">
    <w:name w:val="Article - Liste 2 Car"/>
    <w:basedOn w:val="Policepardfaut"/>
    <w:link w:val="Article-Liste2"/>
    <w:uiPriority w:val="3"/>
    <w:semiHidden/>
    <w:rsid w:val="00372AEA"/>
    <w:rPr>
      <w:sz w:val="20"/>
    </w:rPr>
  </w:style>
  <w:style w:type="table" w:styleId="Grilledutableau">
    <w:name w:val="Table Grid"/>
    <w:basedOn w:val="TableauNormal"/>
    <w:uiPriority w:val="39"/>
    <w:rsid w:val="003118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nnexesSeparateur" w:customStyle="1">
    <w:name w:val="Annexes Separateur"/>
    <w:basedOn w:val="TITRE1Separateur"/>
    <w:next w:val="Normal"/>
    <w:link w:val="AnnexesSeparateurCar"/>
    <w:uiPriority w:val="76"/>
    <w:qFormat/>
    <w:rsid w:val="00A3678B"/>
    <w:pPr>
      <w:pBdr>
        <w:bottom w:val="single" w:color="8DC799" w:themeColor="accent5" w:sz="24" w:space="1"/>
      </w:pBdr>
    </w:pPr>
    <w:rPr>
      <w:color w:val="8DC799" w:themeColor="accent5"/>
    </w:rPr>
  </w:style>
  <w:style w:type="table" w:styleId="TableauCITEO" w:customStyle="1">
    <w:name w:val="Tableau CITEO"/>
    <w:basedOn w:val="TableauNormal"/>
    <w:uiPriority w:val="99"/>
    <w:rsid w:val="00BF55F8"/>
    <w:pPr>
      <w:spacing w:after="0" w:line="240" w:lineRule="auto"/>
    </w:pPr>
    <w:rPr>
      <w:sz w:val="20"/>
    </w:rPr>
    <w:tblPr>
      <w:tblStyleRowBandSize w:val="1"/>
      <w:tblStyleColBandSize w:val="1"/>
      <w:tblInd w:w="113" w:type="dxa"/>
      <w:tblBorders>
        <w:top w:val="single" w:color="000000" w:themeColor="text2" w:sz="4" w:space="0"/>
        <w:left w:val="single" w:color="000000" w:themeColor="text2" w:sz="4" w:space="0"/>
        <w:bottom w:val="single" w:color="000000" w:themeColor="text2" w:sz="4" w:space="0"/>
        <w:right w:val="single" w:color="000000" w:themeColor="text2" w:sz="4" w:space="0"/>
        <w:insideH w:val="single" w:color="000000" w:themeColor="text2" w:sz="4" w:space="0"/>
        <w:insideV w:val="single" w:color="000000" w:themeColor="text2" w:sz="4" w:space="0"/>
      </w:tblBorders>
      <w:tblCellMar>
        <w:top w:w="85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2"/>
      </w:tcPr>
    </w:tblStylePr>
    <w:tblStylePr w:type="lastRow">
      <w:rPr>
        <w:b/>
        <w:color w:val="000000" w:themeColor="text2"/>
      </w:rPr>
      <w:tblPr/>
      <w:tcPr>
        <w:shd w:val="clear" w:color="auto" w:fill="CCCCCC" w:themeFill="text2" w:themeFillTint="33"/>
      </w:tcPr>
    </w:tblStylePr>
    <w:tblStylePr w:type="firstCol">
      <w:rPr>
        <w:b/>
        <w:color w:val="000000" w:themeColor="text2"/>
      </w:rPr>
    </w:tblStylePr>
    <w:tblStylePr w:type="lastCol">
      <w:rPr>
        <w:b/>
        <w:color w:val="000000" w:themeColor="text2"/>
      </w:rPr>
      <w:tblPr/>
      <w:tcPr>
        <w:shd w:val="clear" w:color="auto" w:fill="CCCCCC" w:themeFill="text2" w:themeFillTint="33"/>
      </w:tcPr>
    </w:tblStylePr>
    <w:tblStylePr w:type="band1Vert">
      <w:tblPr/>
      <w:tcPr>
        <w:shd w:val="clear" w:color="auto" w:fill="CCCCCC" w:themeFill="text2" w:themeFillTint="33"/>
      </w:tcPr>
    </w:tblStylePr>
    <w:tblStylePr w:type="band2Horz">
      <w:tblPr/>
      <w:tcPr>
        <w:shd w:val="clear" w:color="auto" w:fill="CCCCCC" w:themeFill="text2" w:themeFillTint="33"/>
      </w:tcPr>
    </w:tblStylePr>
  </w:style>
  <w:style w:type="table" w:styleId="Grilledetableauclaire1" w:customStyle="1">
    <w:name w:val="Grille de tableau claire1"/>
    <w:basedOn w:val="TableauNormal"/>
    <w:uiPriority w:val="40"/>
    <w:rsid w:val="00850CA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fr-FR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Mentionnonrsolue1" w:customStyle="1">
    <w:name w:val="Mention non résolue1"/>
    <w:basedOn w:val="Policepardfaut"/>
    <w:uiPriority w:val="99"/>
    <w:semiHidden/>
    <w:unhideWhenUsed/>
    <w:rsid w:val="00146D44"/>
    <w:rPr>
      <w:color w:val="808080"/>
      <w:shd w:val="clear" w:color="auto" w:fill="E6E6E6"/>
    </w:rPr>
  </w:style>
  <w:style w:type="paragraph" w:styleId="TitreSommaireetnomindx" w:customStyle="1">
    <w:name w:val="Titre Sommaire et nom indéxé"/>
    <w:basedOn w:val="Titre2nonindx"/>
    <w:link w:val="TitreSommaireetnomindxCar"/>
    <w:uiPriority w:val="80"/>
    <w:semiHidden/>
    <w:qFormat/>
    <w:rsid w:val="00146D44"/>
  </w:style>
  <w:style w:type="character" w:styleId="TitreSommaireetnomindxCar" w:customStyle="1">
    <w:name w:val="Titre Sommaire et nom indéxé Car"/>
    <w:basedOn w:val="Titre2nonindxCar"/>
    <w:link w:val="TitreSommaireetnomindx"/>
    <w:uiPriority w:val="80"/>
    <w:semiHidden/>
    <w:rsid w:val="002F6618"/>
    <w:rPr>
      <w:rFonts w:asciiTheme="majorHAnsi" w:hAnsiTheme="majorHAnsi"/>
      <w:b/>
      <w:color w:val="000000" w:themeColor="text2"/>
      <w:sz w:val="60"/>
      <w:szCs w:val="60"/>
    </w:rPr>
  </w:style>
  <w:style w:type="paragraph" w:styleId="Articleliste3" w:customStyle="1">
    <w:name w:val="Article liste 3"/>
    <w:basedOn w:val="Retraitcorpsdetexte"/>
    <w:link w:val="Articleliste3Car"/>
    <w:uiPriority w:val="3"/>
    <w:semiHidden/>
    <w:qFormat/>
    <w:rsid w:val="004A7534"/>
    <w:pPr>
      <w:numPr>
        <w:ilvl w:val="2"/>
        <w:numId w:val="3"/>
      </w:numPr>
      <w:spacing w:after="0"/>
    </w:pPr>
  </w:style>
  <w:style w:type="character" w:styleId="Articleliste3Car" w:customStyle="1">
    <w:name w:val="Article liste 3 Car"/>
    <w:basedOn w:val="RetraitcorpsdetexteCar"/>
    <w:link w:val="Articleliste3"/>
    <w:uiPriority w:val="3"/>
    <w:semiHidden/>
    <w:rsid w:val="00372AEA"/>
    <w:rPr>
      <w:sz w:val="20"/>
    </w:rPr>
  </w:style>
  <w:style w:type="paragraph" w:styleId="Sansinterligne">
    <w:name w:val="No Spacing"/>
    <w:next w:val="Normal"/>
    <w:link w:val="SansinterligneCar"/>
    <w:uiPriority w:val="1"/>
    <w:qFormat/>
    <w:rsid w:val="002A2C56"/>
    <w:pPr>
      <w:spacing w:after="0" w:line="240" w:lineRule="auto"/>
      <w:contextualSpacing/>
      <w:jc w:val="both"/>
    </w:pPr>
    <w:rPr>
      <w:sz w:val="20"/>
    </w:rPr>
  </w:style>
  <w:style w:type="character" w:styleId="SansinterligneCar" w:customStyle="1">
    <w:name w:val="Sans interligne Car"/>
    <w:basedOn w:val="Policepardfaut"/>
    <w:link w:val="Sansinterligne"/>
    <w:uiPriority w:val="1"/>
    <w:rsid w:val="0072206F"/>
    <w:rPr>
      <w:sz w:val="20"/>
    </w:rPr>
  </w:style>
  <w:style w:type="paragraph" w:styleId="urlCiteo" w:customStyle="1">
    <w:name w:val="url Citeo"/>
    <w:basedOn w:val="Normal"/>
    <w:link w:val="urlCiteoCar"/>
    <w:semiHidden/>
    <w:qFormat/>
    <w:rsid w:val="00584305"/>
    <w:pPr>
      <w:spacing w:before="120" w:after="160"/>
      <w:jc w:val="left"/>
    </w:pPr>
    <w:rPr>
      <w:sz w:val="28"/>
    </w:rPr>
  </w:style>
  <w:style w:type="character" w:styleId="urlCiteoCar" w:customStyle="1">
    <w:name w:val="url Citeo Car"/>
    <w:basedOn w:val="Policepardfaut"/>
    <w:link w:val="urlCiteo"/>
    <w:semiHidden/>
    <w:rsid w:val="00372AEA"/>
    <w:rPr>
      <w:sz w:val="28"/>
    </w:rPr>
  </w:style>
  <w:style w:type="paragraph" w:styleId="EEPieddepage" w:customStyle="1">
    <w:name w:val="EE Pied de page"/>
    <w:basedOn w:val="Pieddepage"/>
    <w:link w:val="EEPieddepageCar"/>
    <w:uiPriority w:val="15"/>
    <w:semiHidden/>
    <w:qFormat/>
    <w:rsid w:val="006B25F7"/>
    <w:pPr>
      <w:tabs>
        <w:tab w:val="clear" w:pos="8505"/>
        <w:tab w:val="center" w:pos="4536"/>
        <w:tab w:val="right" w:pos="9072"/>
      </w:tabs>
      <w:suppressAutoHyphens/>
      <w:jc w:val="left"/>
    </w:pPr>
    <w:rPr>
      <w:rFonts w:ascii="Century Gothic" w:hAnsi="Century Gothic" w:cs="Mangal"/>
      <w:color w:val="FFFFFF" w:themeColor="background1"/>
      <w:kern w:val="24"/>
      <w:sz w:val="20"/>
      <w:szCs w:val="16"/>
    </w:rPr>
  </w:style>
  <w:style w:type="character" w:styleId="EEPieddepageCar" w:customStyle="1">
    <w:name w:val="EE Pied de page Car"/>
    <w:basedOn w:val="PieddepageCar"/>
    <w:link w:val="EEPieddepage"/>
    <w:uiPriority w:val="15"/>
    <w:semiHidden/>
    <w:rsid w:val="006B25F7"/>
    <w:rPr>
      <w:rFonts w:ascii="Century Gothic" w:hAnsi="Century Gothic" w:cs="Mangal"/>
      <w:color w:val="FFFFFF" w:themeColor="background1"/>
      <w:kern w:val="24"/>
      <w:sz w:val="20"/>
      <w:szCs w:val="16"/>
    </w:rPr>
  </w:style>
  <w:style w:type="paragraph" w:styleId="BlocAdresseCITEO" w:customStyle="1">
    <w:name w:val="Bloc Adresse CITEO"/>
    <w:basedOn w:val="Normal"/>
    <w:link w:val="BlocAdresseCITEOCar"/>
    <w:uiPriority w:val="99"/>
    <w:semiHidden/>
    <w:qFormat/>
    <w:rsid w:val="00CD0D84"/>
    <w:pPr>
      <w:framePr w:w="3686" w:wrap="around" w:hAnchor="margin" w:vAnchor="text" w:x="1" w:y="-1174"/>
      <w:pBdr>
        <w:top w:val="single" w:color="FFFFFF" w:themeColor="background1" w:sz="48" w:space="0"/>
        <w:left w:val="single" w:color="FFFFFF" w:themeColor="background1" w:sz="48" w:space="0"/>
        <w:bottom w:val="single" w:color="FFFFFF" w:themeColor="background1" w:sz="48" w:space="0"/>
        <w:right w:val="single" w:color="FFFFFF" w:themeColor="background1" w:sz="48" w:space="0"/>
      </w:pBdr>
      <w:shd w:val="clear" w:color="auto" w:fill="FFFFFF" w:themeFill="background1"/>
      <w:spacing w:after="0"/>
      <w:contextualSpacing/>
      <w:jc w:val="left"/>
    </w:pPr>
  </w:style>
  <w:style w:type="character" w:styleId="BlocAdresseCITEOCar" w:customStyle="1">
    <w:name w:val="Bloc Adresse CITEO Car"/>
    <w:basedOn w:val="Policepardfaut"/>
    <w:link w:val="BlocAdresseCITEO"/>
    <w:uiPriority w:val="99"/>
    <w:semiHidden/>
    <w:rsid w:val="00D125A5"/>
    <w:rPr>
      <w:sz w:val="20"/>
      <w:shd w:val="clear" w:color="auto" w:fill="FFFFFF" w:themeFill="background1"/>
    </w:rPr>
  </w:style>
  <w:style w:type="paragraph" w:styleId="Retraitcorpsdetexte2">
    <w:name w:val="Body Text Indent 2"/>
    <w:basedOn w:val="Retraitcorpsdetexte"/>
    <w:link w:val="Retraitcorpsdetexte2Car"/>
    <w:uiPriority w:val="63"/>
    <w:rsid w:val="00BA5A07"/>
    <w:pPr>
      <w:ind w:left="567"/>
    </w:pPr>
  </w:style>
  <w:style w:type="character" w:styleId="Retraitcorpsdetexte2Car" w:customStyle="1">
    <w:name w:val="Retrait corps de texte 2 Car"/>
    <w:basedOn w:val="Policepardfaut"/>
    <w:link w:val="Retraitcorpsdetexte2"/>
    <w:uiPriority w:val="63"/>
    <w:rsid w:val="00BA5A07"/>
    <w:rPr>
      <w:sz w:val="20"/>
    </w:rPr>
  </w:style>
  <w:style w:type="character" w:styleId="Accentuationintense">
    <w:name w:val="Intense Emphasis"/>
    <w:basedOn w:val="Policepardfaut"/>
    <w:qFormat/>
    <w:rsid w:val="00A666D3"/>
    <w:rPr>
      <w:b/>
      <w:i w:val="0"/>
      <w:iCs/>
      <w:color w:val="000000" w:themeColor="text2"/>
    </w:rPr>
  </w:style>
  <w:style w:type="paragraph" w:styleId="Citationintense">
    <w:name w:val="Intense Quote"/>
    <w:basedOn w:val="Normal"/>
    <w:next w:val="Normal"/>
    <w:link w:val="CitationintenseCar"/>
    <w:uiPriority w:val="99"/>
    <w:semiHidden/>
    <w:qFormat/>
    <w:rsid w:val="00F92868"/>
    <w:pPr>
      <w:pBdr>
        <w:top w:val="single" w:color="000000" w:themeColor="text2" w:sz="4" w:space="10"/>
        <w:bottom w:val="single" w:color="000000" w:themeColor="text2" w:sz="4" w:space="10"/>
      </w:pBdr>
      <w:spacing w:before="360" w:after="360"/>
      <w:ind w:left="864" w:right="864"/>
      <w:jc w:val="center"/>
    </w:pPr>
    <w:rPr>
      <w:i/>
      <w:iCs/>
      <w:color w:val="000000" w:themeColor="text2"/>
    </w:rPr>
  </w:style>
  <w:style w:type="character" w:styleId="CitationintenseCar" w:customStyle="1">
    <w:name w:val="Citation intense Car"/>
    <w:basedOn w:val="Policepardfaut"/>
    <w:link w:val="Citationintense"/>
    <w:uiPriority w:val="99"/>
    <w:semiHidden/>
    <w:rsid w:val="00D125A5"/>
    <w:rPr>
      <w:i/>
      <w:iCs/>
      <w:color w:val="000000" w:themeColor="text2"/>
      <w:sz w:val="20"/>
    </w:rPr>
  </w:style>
  <w:style w:type="paragraph" w:styleId="Datedocument" w:customStyle="1">
    <w:name w:val="Date document"/>
    <w:link w:val="DatedocumentCar"/>
    <w:uiPriority w:val="83"/>
    <w:qFormat/>
    <w:rsid w:val="00A42272"/>
    <w:pPr>
      <w:spacing w:after="360"/>
      <w:ind w:left="-284"/>
    </w:pPr>
    <w:rPr>
      <w:color w:val="000000" w:themeColor="text2"/>
      <w:sz w:val="24"/>
      <w:szCs w:val="48"/>
    </w:rPr>
  </w:style>
  <w:style w:type="character" w:styleId="DatedocumentCar" w:customStyle="1">
    <w:name w:val="Date document Car"/>
    <w:basedOn w:val="Sous-titreCar"/>
    <w:link w:val="Datedocument"/>
    <w:uiPriority w:val="83"/>
    <w:rsid w:val="00C23E61"/>
    <w:rPr>
      <w:color w:val="000000" w:themeColor="text2"/>
      <w:sz w:val="24"/>
      <w:szCs w:val="48"/>
    </w:rPr>
  </w:style>
  <w:style w:type="paragraph" w:styleId="Encart" w:customStyle="1">
    <w:name w:val="Encart"/>
    <w:basedOn w:val="Normal"/>
    <w:link w:val="EncartCar"/>
    <w:uiPriority w:val="16"/>
    <w:qFormat/>
    <w:rsid w:val="000714A5"/>
    <w:pPr>
      <w:keepNext/>
      <w:keepLines/>
      <w:pBdr>
        <w:top w:val="dashed" w:color="009FE3" w:themeColor="accent1" w:sz="12" w:space="8"/>
        <w:left w:val="dashed" w:color="009FE3" w:themeColor="accent1" w:sz="12" w:space="9"/>
        <w:bottom w:val="dashed" w:color="009FE3" w:themeColor="accent1" w:sz="12" w:space="8"/>
        <w:right w:val="dashed" w:color="009FE3" w:themeColor="accent1" w:sz="12" w:space="9"/>
      </w:pBdr>
      <w:shd w:val="clear" w:color="000000" w:themeColor="text2" w:fill="FFFFFF" w:themeFill="background1"/>
      <w:spacing w:after="200" w:line="276" w:lineRule="auto"/>
      <w:ind w:left="198" w:right="198"/>
    </w:pPr>
    <w:rPr>
      <w:rFonts w:cs="Mangal"/>
      <w:color w:val="000000" w:themeColor="text2"/>
      <w:kern w:val="24"/>
      <w:szCs w:val="16"/>
    </w:rPr>
  </w:style>
  <w:style w:type="character" w:styleId="EncartCar" w:customStyle="1">
    <w:name w:val="Encart Car"/>
    <w:basedOn w:val="Policepardfaut"/>
    <w:link w:val="Encart"/>
    <w:uiPriority w:val="16"/>
    <w:rsid w:val="000714A5"/>
    <w:rPr>
      <w:rFonts w:cs="Mangal"/>
      <w:color w:val="000000" w:themeColor="text2"/>
      <w:kern w:val="24"/>
      <w:sz w:val="20"/>
      <w:szCs w:val="16"/>
      <w:shd w:val="clear" w:color="000000" w:themeColor="text2" w:fill="FFFFFF" w:themeFill="background1"/>
    </w:rPr>
  </w:style>
  <w:style w:type="paragraph" w:styleId="EncartListe" w:customStyle="1">
    <w:name w:val="Encart Liste"/>
    <w:basedOn w:val="Encart"/>
    <w:link w:val="EncartListeCar"/>
    <w:uiPriority w:val="16"/>
    <w:qFormat/>
    <w:rsid w:val="00223AC4"/>
    <w:pPr>
      <w:numPr>
        <w:numId w:val="5"/>
      </w:numPr>
    </w:pPr>
  </w:style>
  <w:style w:type="character" w:styleId="EncartListeCar" w:customStyle="1">
    <w:name w:val="Encart Liste Car"/>
    <w:basedOn w:val="EncartCar"/>
    <w:link w:val="EncartListe"/>
    <w:uiPriority w:val="16"/>
    <w:rsid w:val="0072206F"/>
    <w:rPr>
      <w:rFonts w:cs="Mangal"/>
      <w:color w:val="000000" w:themeColor="text2"/>
      <w:kern w:val="24"/>
      <w:sz w:val="20"/>
      <w:szCs w:val="16"/>
      <w:shd w:val="clear" w:color="000000" w:themeColor="text2" w:fill="FFFFFF" w:themeFill="background1"/>
    </w:rPr>
  </w:style>
  <w:style w:type="paragraph" w:styleId="EncartTitre" w:customStyle="1">
    <w:name w:val="Encart Titre"/>
    <w:basedOn w:val="Encart"/>
    <w:link w:val="EncartTitreCar"/>
    <w:uiPriority w:val="15"/>
    <w:qFormat/>
    <w:rsid w:val="0084770E"/>
    <w:pPr>
      <w:jc w:val="left"/>
    </w:pPr>
    <w:rPr>
      <w:b/>
      <w:caps/>
      <w:color w:val="009FE3" w:themeColor="accent1"/>
    </w:rPr>
  </w:style>
  <w:style w:type="character" w:styleId="EncartTitreCar" w:customStyle="1">
    <w:name w:val="Encart Titre Car"/>
    <w:basedOn w:val="EncartCar"/>
    <w:link w:val="EncartTitre"/>
    <w:uiPriority w:val="15"/>
    <w:rsid w:val="0084770E"/>
    <w:rPr>
      <w:rFonts w:cs="Mangal"/>
      <w:b/>
      <w:caps/>
      <w:color w:val="009FE3" w:themeColor="accent1"/>
      <w:kern w:val="24"/>
      <w:sz w:val="20"/>
      <w:szCs w:val="16"/>
      <w:shd w:val="clear" w:color="000000" w:themeColor="text2" w:fill="FFFFFF" w:themeFill="background1"/>
    </w:rPr>
  </w:style>
  <w:style w:type="paragraph" w:styleId="EncartListenumro" w:customStyle="1">
    <w:name w:val="Encart Liste à numéro"/>
    <w:basedOn w:val="Encart"/>
    <w:link w:val="EncartListenumroCar"/>
    <w:uiPriority w:val="16"/>
    <w:qFormat/>
    <w:rsid w:val="00223AC4"/>
    <w:pPr>
      <w:numPr>
        <w:numId w:val="6"/>
      </w:numPr>
    </w:pPr>
  </w:style>
  <w:style w:type="character" w:styleId="EncartListenumroCar" w:customStyle="1">
    <w:name w:val="Encart Liste à numéro Car"/>
    <w:basedOn w:val="EncartCar"/>
    <w:link w:val="EncartListenumro"/>
    <w:uiPriority w:val="16"/>
    <w:rsid w:val="0072206F"/>
    <w:rPr>
      <w:rFonts w:cs="Mangal"/>
      <w:color w:val="000000" w:themeColor="text2"/>
      <w:kern w:val="24"/>
      <w:sz w:val="20"/>
      <w:szCs w:val="16"/>
      <w:shd w:val="clear" w:color="000000" w:themeColor="text2" w:fill="FFFFFF" w:themeFill="background1"/>
    </w:rPr>
  </w:style>
  <w:style w:type="paragraph" w:styleId="Lgende">
    <w:name w:val="caption"/>
    <w:basedOn w:val="Normal"/>
    <w:next w:val="Normal"/>
    <w:uiPriority w:val="2"/>
    <w:qFormat/>
    <w:rsid w:val="00614998"/>
    <w:pPr>
      <w:spacing w:after="200" w:line="240" w:lineRule="auto"/>
    </w:pPr>
    <w:rPr>
      <w:b/>
      <w:iCs/>
      <w:color w:val="A197C9" w:themeColor="accent3"/>
      <w:sz w:val="28"/>
      <w:szCs w:val="18"/>
    </w:rPr>
  </w:style>
  <w:style w:type="paragraph" w:styleId="Retraitcorpsdetexte3">
    <w:name w:val="Body Text Indent 3"/>
    <w:basedOn w:val="Normal"/>
    <w:link w:val="Retraitcorpsdetexte3Car"/>
    <w:uiPriority w:val="64"/>
    <w:rsid w:val="00BA5A07"/>
    <w:pPr>
      <w:ind w:left="851"/>
    </w:pPr>
    <w:rPr>
      <w:szCs w:val="16"/>
    </w:rPr>
  </w:style>
  <w:style w:type="character" w:styleId="Retraitcorpsdetexte3Car" w:customStyle="1">
    <w:name w:val="Retrait corps de texte 3 Car"/>
    <w:basedOn w:val="Policepardfaut"/>
    <w:link w:val="Retraitcorpsdetexte3"/>
    <w:uiPriority w:val="64"/>
    <w:rsid w:val="00BA5A07"/>
    <w:rPr>
      <w:sz w:val="20"/>
      <w:szCs w:val="16"/>
    </w:rPr>
  </w:style>
  <w:style w:type="table" w:styleId="TableauCITEOLIGHT" w:customStyle="1">
    <w:name w:val="Tableau CITEO LIGHT"/>
    <w:basedOn w:val="TableauNormal"/>
    <w:uiPriority w:val="99"/>
    <w:rsid w:val="00E1631E"/>
    <w:pPr>
      <w:spacing w:after="0" w:line="240" w:lineRule="auto"/>
    </w:pPr>
    <w:tblPr>
      <w:tblStyleRowBandSize w:val="1"/>
      <w:tblStyleColBandSize w:val="1"/>
      <w:tblInd w:w="113" w:type="dxa"/>
      <w:tblBorders>
        <w:top w:val="single" w:color="000000" w:themeColor="text2" w:sz="4" w:space="0"/>
        <w:left w:val="single" w:color="000000" w:themeColor="text2" w:sz="4" w:space="0"/>
        <w:bottom w:val="single" w:color="000000" w:themeColor="text2" w:sz="4" w:space="0"/>
        <w:right w:val="single" w:color="000000" w:themeColor="text2" w:sz="4" w:space="0"/>
        <w:insideH w:val="single" w:color="000000" w:themeColor="text2" w:sz="4" w:space="0"/>
        <w:insideV w:val="single" w:color="000000" w:themeColor="text2" w:sz="4" w:space="0"/>
      </w:tblBorders>
      <w:tblCellMar>
        <w:top w:w="85" w:type="dxa"/>
      </w:tblCellMar>
    </w:tblPr>
    <w:tblStylePr w:type="firstRow">
      <w:rPr>
        <w:b/>
        <w:color w:val="000000" w:themeColor="text2"/>
      </w:rPr>
    </w:tblStylePr>
    <w:tblStylePr w:type="lastRow">
      <w:tblPr/>
      <w:tcPr>
        <w:shd w:val="clear" w:color="auto" w:fill="CCCCCC" w:themeFill="text2" w:themeFillTint="33"/>
      </w:tcPr>
    </w:tblStylePr>
    <w:tblStylePr w:type="firstCol">
      <w:rPr>
        <w:b/>
        <w:color w:val="000000" w:themeColor="text2"/>
      </w:rPr>
    </w:tblStylePr>
    <w:tblStylePr w:type="lastCol">
      <w:rPr>
        <w:b/>
        <w:color w:val="000000" w:themeColor="text2"/>
      </w:rPr>
    </w:tblStylePr>
    <w:tblStylePr w:type="band1Vert">
      <w:tblPr/>
      <w:tcPr>
        <w:shd w:val="clear" w:color="auto" w:fill="CCCCCC" w:themeFill="text2" w:themeFillTint="33"/>
      </w:tcPr>
    </w:tblStylePr>
    <w:tblStylePr w:type="band2Horz">
      <w:tblPr/>
      <w:tcPr>
        <w:shd w:val="clear" w:color="auto" w:fill="CCCCCC" w:themeFill="text2" w:themeFillTint="33"/>
      </w:tcPr>
    </w:tblStylePr>
  </w:style>
  <w:style w:type="paragraph" w:styleId="TitreSectionANNEXES" w:customStyle="1">
    <w:name w:val="Titre Section ANNEXES"/>
    <w:basedOn w:val="Titre"/>
    <w:next w:val="AnnexesSeparateur"/>
    <w:link w:val="TitreSectionANNEXESCar"/>
    <w:uiPriority w:val="74"/>
    <w:qFormat/>
    <w:rsid w:val="0013704B"/>
    <w:pPr>
      <w:ind w:left="0"/>
    </w:pPr>
    <w:rPr>
      <w:color w:val="8DC799" w:themeColor="accent5"/>
    </w:rPr>
  </w:style>
  <w:style w:type="paragraph" w:styleId="-Titre1" w:customStyle="1">
    <w:name w:val="- Titre 1"/>
    <w:basedOn w:val="Normal"/>
    <w:next w:val="AnnexesSeparateur"/>
    <w:link w:val="-Titre1Car"/>
    <w:uiPriority w:val="75"/>
    <w:qFormat/>
    <w:rsid w:val="00A91C7A"/>
    <w:pPr>
      <w:pageBreakBefore/>
      <w:numPr>
        <w:numId w:val="9"/>
      </w:numPr>
      <w:jc w:val="left"/>
    </w:pPr>
    <w:rPr>
      <w:b/>
      <w:color w:val="8DC799" w:themeColor="accent5"/>
      <w:sz w:val="56"/>
      <w:szCs w:val="36"/>
    </w:rPr>
  </w:style>
  <w:style w:type="character" w:styleId="-Titre1Car" w:customStyle="1">
    <w:name w:val="- Titre 1 Car"/>
    <w:basedOn w:val="Policepardfaut"/>
    <w:link w:val="-Titre1"/>
    <w:uiPriority w:val="75"/>
    <w:rsid w:val="00A91C7A"/>
    <w:rPr>
      <w:b/>
      <w:color w:val="8DC799" w:themeColor="accent5"/>
      <w:sz w:val="56"/>
      <w:szCs w:val="36"/>
    </w:rPr>
  </w:style>
  <w:style w:type="character" w:styleId="TitreSectionANNEXESCar" w:customStyle="1">
    <w:name w:val="Titre Section ANNEXES Car"/>
    <w:basedOn w:val="TitreCar"/>
    <w:link w:val="TitreSectionANNEXES"/>
    <w:uiPriority w:val="74"/>
    <w:rsid w:val="00BE269D"/>
    <w:rPr>
      <w:color w:val="8DC799" w:themeColor="accent5"/>
      <w:sz w:val="96"/>
      <w:szCs w:val="84"/>
    </w:rPr>
  </w:style>
  <w:style w:type="paragraph" w:styleId="ListeCOCHE" w:customStyle="1">
    <w:name w:val="Liste COCHE"/>
    <w:basedOn w:val="Normal"/>
    <w:link w:val="ListeCOCHECar"/>
    <w:uiPriority w:val="66"/>
    <w:qFormat/>
    <w:rsid w:val="007D4669"/>
    <w:pPr>
      <w:keepNext/>
      <w:keepLines/>
      <w:numPr>
        <w:numId w:val="7"/>
      </w:numPr>
    </w:pPr>
    <w:rPr>
      <w:color w:val="000000" w:themeColor="text2"/>
    </w:rPr>
  </w:style>
  <w:style w:type="character" w:styleId="ListeCOCHECar" w:customStyle="1">
    <w:name w:val="Liste COCHE Car"/>
    <w:basedOn w:val="Policepardfaut"/>
    <w:link w:val="ListeCOCHE"/>
    <w:uiPriority w:val="66"/>
    <w:rsid w:val="006F5BD0"/>
    <w:rPr>
      <w:color w:val="000000" w:themeColor="text2"/>
      <w:sz w:val="20"/>
    </w:rPr>
  </w:style>
  <w:style w:type="paragraph" w:styleId="ExempleListe" w:customStyle="1">
    <w:name w:val="Exemple Liste"/>
    <w:basedOn w:val="Listepuces"/>
    <w:link w:val="ExempleListeCar"/>
    <w:uiPriority w:val="13"/>
    <w:semiHidden/>
    <w:qFormat/>
    <w:rsid w:val="003538EF"/>
    <w:pPr>
      <w:tabs>
        <w:tab w:val="clear" w:pos="284"/>
        <w:tab w:val="num" w:pos="2410"/>
      </w:tabs>
      <w:ind w:left="2410" w:hanging="283"/>
    </w:pPr>
  </w:style>
  <w:style w:type="character" w:styleId="ExempleListeCar" w:customStyle="1">
    <w:name w:val="Exemple Liste Car"/>
    <w:basedOn w:val="ListepucesCar"/>
    <w:link w:val="ExempleListe"/>
    <w:uiPriority w:val="13"/>
    <w:semiHidden/>
    <w:rsid w:val="00F837E8"/>
    <w:rPr>
      <w:sz w:val="20"/>
    </w:rPr>
  </w:style>
  <w:style w:type="paragraph" w:styleId="Exempleparagraphe" w:customStyle="1">
    <w:name w:val="Exemple paragraphe"/>
    <w:basedOn w:val="Normal"/>
    <w:link w:val="ExempleparagrapheCar"/>
    <w:uiPriority w:val="13"/>
    <w:semiHidden/>
    <w:qFormat/>
    <w:rsid w:val="00CA0E88"/>
    <w:pPr>
      <w:ind w:left="1985"/>
    </w:pPr>
  </w:style>
  <w:style w:type="character" w:styleId="ExempleparagrapheCar" w:customStyle="1">
    <w:name w:val="Exemple paragraphe Car"/>
    <w:basedOn w:val="Policepardfaut"/>
    <w:link w:val="Exempleparagraphe"/>
    <w:uiPriority w:val="13"/>
    <w:semiHidden/>
    <w:rsid w:val="00F837E8"/>
    <w:rPr>
      <w:sz w:val="20"/>
    </w:rPr>
  </w:style>
  <w:style w:type="paragraph" w:styleId="NormalWeb">
    <w:name w:val="Normal (Web)"/>
    <w:basedOn w:val="Normal"/>
    <w:link w:val="NormalWebCar"/>
    <w:uiPriority w:val="99"/>
    <w:semiHidden/>
    <w:rsid w:val="006B0F5D"/>
    <w:pPr>
      <w:spacing w:before="100" w:beforeAutospacing="1" w:after="100" w:afterAutospacing="1" w:line="300" w:lineRule="atLeast"/>
      <w:jc w:val="left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NormalWebCar" w:customStyle="1">
    <w:name w:val="Normal (Web) Car"/>
    <w:basedOn w:val="Policepardfaut"/>
    <w:link w:val="NormalWeb"/>
    <w:uiPriority w:val="99"/>
    <w:semiHidden/>
    <w:rsid w:val="004460A1"/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AnnexesTitre2" w:customStyle="1">
    <w:name w:val="Annexes : Titre 2"/>
    <w:basedOn w:val="Normal"/>
    <w:next w:val="Normal"/>
    <w:link w:val="AnnexesTitre2Car"/>
    <w:uiPriority w:val="77"/>
    <w:qFormat/>
    <w:rsid w:val="001F776A"/>
    <w:pPr>
      <w:numPr>
        <w:ilvl w:val="1"/>
        <w:numId w:val="9"/>
      </w:numPr>
      <w:spacing w:before="480" w:after="240"/>
    </w:pPr>
    <w:rPr>
      <w:b/>
      <w:color w:val="8DC799" w:themeColor="accent5"/>
      <w:sz w:val="32"/>
    </w:rPr>
  </w:style>
  <w:style w:type="character" w:styleId="AnnexesTitre2Car" w:customStyle="1">
    <w:name w:val="Annexes : Titre 2 Car"/>
    <w:basedOn w:val="Policepardfaut"/>
    <w:link w:val="AnnexesTitre2"/>
    <w:uiPriority w:val="77"/>
    <w:rsid w:val="00BE269D"/>
    <w:rPr>
      <w:b/>
      <w:color w:val="8DC799" w:themeColor="accent5"/>
      <w:sz w:val="32"/>
    </w:rPr>
  </w:style>
  <w:style w:type="paragraph" w:styleId="En-tteAnnexes" w:customStyle="1">
    <w:name w:val="En-tête Annexes"/>
    <w:basedOn w:val="En-tte"/>
    <w:link w:val="En-tteAnnexesCar"/>
    <w:uiPriority w:val="99"/>
    <w:semiHidden/>
    <w:qFormat/>
    <w:rsid w:val="00F66DE4"/>
    <w:rPr>
      <w:color w:val="8DC799" w:themeColor="accent5"/>
    </w:rPr>
  </w:style>
  <w:style w:type="character" w:styleId="En-tteAnnexesCar" w:customStyle="1">
    <w:name w:val="En-tête Annexes Car"/>
    <w:basedOn w:val="En-tteCar"/>
    <w:link w:val="En-tteAnnexes"/>
    <w:uiPriority w:val="99"/>
    <w:semiHidden/>
    <w:rsid w:val="004460A1"/>
    <w:rPr>
      <w:color w:val="8DC799" w:themeColor="accent5"/>
      <w:sz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872D39"/>
    <w:rPr>
      <w:color w:val="A197C9" w:themeColor="followedHyperlink"/>
      <w:u w:val="single"/>
    </w:rPr>
  </w:style>
  <w:style w:type="character" w:styleId="Accentuationlgre">
    <w:name w:val="Subtle Emphasis"/>
    <w:basedOn w:val="Policepardfaut"/>
    <w:uiPriority w:val="2"/>
    <w:qFormat/>
    <w:rsid w:val="00E752D4"/>
    <w:rPr>
      <w:i/>
      <w:iCs/>
      <w:color w:val="000000" w:themeColor="text2"/>
    </w:rPr>
  </w:style>
  <w:style w:type="paragraph" w:styleId="Citation">
    <w:name w:val="Quote"/>
    <w:basedOn w:val="Normal"/>
    <w:next w:val="Normal"/>
    <w:link w:val="CitationCar"/>
    <w:uiPriority w:val="2"/>
    <w:semiHidden/>
    <w:rsid w:val="00E752D4"/>
    <w:pPr>
      <w:spacing w:before="200" w:after="160"/>
      <w:jc w:val="left"/>
    </w:pPr>
    <w:rPr>
      <w:i/>
      <w:iCs/>
      <w:color w:val="000000" w:themeColor="text2"/>
      <w:sz w:val="28"/>
    </w:rPr>
  </w:style>
  <w:style w:type="character" w:styleId="CitationCar" w:customStyle="1">
    <w:name w:val="Citation Car"/>
    <w:basedOn w:val="Policepardfaut"/>
    <w:link w:val="Citation"/>
    <w:uiPriority w:val="2"/>
    <w:semiHidden/>
    <w:rsid w:val="00D125A5"/>
    <w:rPr>
      <w:i/>
      <w:iCs/>
      <w:color w:val="000000" w:themeColor="text2"/>
      <w:sz w:val="28"/>
    </w:rPr>
  </w:style>
  <w:style w:type="paragraph" w:styleId="AnnexesTitre3" w:customStyle="1">
    <w:name w:val="Annexes : Titre 3"/>
    <w:basedOn w:val="AnnexesTitre2"/>
    <w:next w:val="Normal"/>
    <w:link w:val="AnnexesTitre3Car"/>
    <w:uiPriority w:val="77"/>
    <w:qFormat/>
    <w:rsid w:val="001F776A"/>
    <w:pPr>
      <w:numPr>
        <w:ilvl w:val="2"/>
      </w:numPr>
      <w:spacing w:before="360" w:after="120"/>
    </w:pPr>
    <w:rPr>
      <w:b w:val="0"/>
      <w:sz w:val="28"/>
    </w:rPr>
  </w:style>
  <w:style w:type="character" w:styleId="AnnexesTitre3Car" w:customStyle="1">
    <w:name w:val="Annexes : Titre 3 Car"/>
    <w:basedOn w:val="AnnexesTitre2Car"/>
    <w:link w:val="AnnexesTitre3"/>
    <w:uiPriority w:val="77"/>
    <w:rsid w:val="00BE269D"/>
    <w:rPr>
      <w:b w:val="0"/>
      <w:color w:val="8DC799" w:themeColor="accent5"/>
      <w:sz w:val="28"/>
    </w:rPr>
  </w:style>
  <w:style w:type="paragraph" w:styleId="ListepucesBleues" w:customStyle="1">
    <w:name w:val="Liste à puces Bleues"/>
    <w:link w:val="ListepucesBleuesCar"/>
    <w:uiPriority w:val="62"/>
    <w:qFormat/>
    <w:rsid w:val="008C2217"/>
    <w:pPr>
      <w:numPr>
        <w:numId w:val="10"/>
      </w:numPr>
      <w:spacing w:after="120"/>
    </w:pPr>
    <w:rPr>
      <w:b/>
      <w:color w:val="000000" w:themeColor="text2"/>
      <w:sz w:val="20"/>
    </w:rPr>
  </w:style>
  <w:style w:type="character" w:styleId="ListepucesBleuesCar" w:customStyle="1">
    <w:name w:val="Liste à puces Bleues Car"/>
    <w:basedOn w:val="ListepucesCar"/>
    <w:link w:val="ListepucesBleues"/>
    <w:uiPriority w:val="62"/>
    <w:rsid w:val="008C2217"/>
    <w:rPr>
      <w:b/>
      <w:color w:val="000000" w:themeColor="text2"/>
      <w:sz w:val="20"/>
    </w:rPr>
  </w:style>
  <w:style w:type="paragraph" w:styleId="Paragraphedeliste">
    <w:name w:val="List Paragraph"/>
    <w:aliases w:val="ADEME Paragraphe de liste,texte de base,Paragraphe de liste num,Paragraphe de liste 1,texte tableau,Puce focus,Contact,calia titre 3,Titre 1 Car1,armelle Car,Ondertekst Avida,6 pt paragraphe carré,Sémaphores Puces,lp1,Listes,Ha,Body"/>
    <w:basedOn w:val="Normal"/>
    <w:link w:val="ParagraphedelisteCar"/>
    <w:uiPriority w:val="1"/>
    <w:qFormat/>
    <w:rsid w:val="00A77211"/>
    <w:pPr>
      <w:ind w:left="720"/>
      <w:contextualSpacing/>
    </w:pPr>
  </w:style>
  <w:style w:type="character" w:styleId="ParagraphedelisteCar" w:customStyle="1">
    <w:name w:val="Paragraphe de liste Car"/>
    <w:aliases w:val="ADEME Paragraphe de liste Car,texte de base Car,Paragraphe de liste num Car,Paragraphe de liste 1 Car,texte tableau Car,Puce focus Car,Contact Car,calia titre 3 Car,Titre 1 Car1 Car,armelle Car Car,Ondertekst Avida Car,lp1 Car"/>
    <w:basedOn w:val="Policepardfaut"/>
    <w:link w:val="Paragraphedeliste"/>
    <w:uiPriority w:val="1"/>
    <w:qFormat/>
    <w:rsid w:val="00A77211"/>
    <w:rPr>
      <w:sz w:val="20"/>
    </w:rPr>
  </w:style>
  <w:style w:type="paragraph" w:styleId="ListeNumroteBleue" w:customStyle="1">
    <w:name w:val="Liste Numérotée Bleue"/>
    <w:basedOn w:val="Paragraphedeliste"/>
    <w:link w:val="ListeNumroteBleueCar"/>
    <w:uiPriority w:val="69"/>
    <w:qFormat/>
    <w:rsid w:val="00CA54AA"/>
    <w:pPr>
      <w:keepNext/>
      <w:keepLines/>
      <w:numPr>
        <w:numId w:val="11"/>
      </w:numPr>
      <w:spacing w:before="360"/>
      <w:jc w:val="left"/>
    </w:pPr>
    <w:rPr>
      <w:b/>
      <w:color w:val="000000" w:themeColor="text2"/>
      <w:sz w:val="24"/>
    </w:rPr>
  </w:style>
  <w:style w:type="character" w:styleId="ListeNumroteBleueCar" w:customStyle="1">
    <w:name w:val="Liste Numérotée Bleue Car"/>
    <w:basedOn w:val="ParagraphedelisteCar"/>
    <w:link w:val="ListeNumroteBleue"/>
    <w:uiPriority w:val="69"/>
    <w:rsid w:val="00CA54AA"/>
    <w:rPr>
      <w:b/>
      <w:color w:val="000000" w:themeColor="text2"/>
      <w:sz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DF308B"/>
    <w:pPr>
      <w:shd w:val="diagStripe" w:color="FFFFFF" w:themeColor="background1" w:fill="auto"/>
      <w:spacing w:after="0" w:line="240" w:lineRule="auto"/>
      <w:ind w:left="142" w:hanging="142"/>
    </w:pPr>
    <w:rPr>
      <w:i/>
      <w:sz w:val="18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4460A1"/>
    <w:rPr>
      <w:i/>
      <w:sz w:val="18"/>
      <w:szCs w:val="20"/>
      <w:shd w:val="diagStripe" w:color="FFFFFF" w:themeColor="background1" w:fill="auto"/>
    </w:rPr>
  </w:style>
  <w:style w:type="character" w:styleId="Appelnotedebasdep">
    <w:name w:val="footnote reference"/>
    <w:basedOn w:val="Policepardfaut"/>
    <w:uiPriority w:val="99"/>
    <w:semiHidden/>
    <w:rsid w:val="00335DE6"/>
    <w:rPr>
      <w:b/>
      <w:color w:val="000000" w:themeColor="text2"/>
      <w:vertAlign w:val="superscript"/>
    </w:rPr>
  </w:style>
  <w:style w:type="paragraph" w:styleId="TOPTitre" w:customStyle="1">
    <w:name w:val="TOP Titre"/>
    <w:basedOn w:val="En-tte"/>
    <w:link w:val="TOPTitreCar"/>
    <w:uiPriority w:val="99"/>
    <w:semiHidden/>
    <w:qFormat/>
    <w:rsid w:val="008F111A"/>
    <w:pPr>
      <w:tabs>
        <w:tab w:val="clear" w:pos="9072"/>
        <w:tab w:val="center" w:pos="-425"/>
        <w:tab w:val="right" w:pos="8787"/>
      </w:tabs>
      <w:spacing w:after="600"/>
      <w:ind w:left="-567" w:hanging="284"/>
      <w:jc w:val="left"/>
    </w:pPr>
    <w:rPr>
      <w:noProof/>
      <w:sz w:val="20"/>
    </w:rPr>
  </w:style>
  <w:style w:type="character" w:styleId="TOPTitreCar" w:customStyle="1">
    <w:name w:val="TOP Titre Car"/>
    <w:basedOn w:val="En-tteCar"/>
    <w:link w:val="TOPTitre"/>
    <w:uiPriority w:val="99"/>
    <w:semiHidden/>
    <w:rsid w:val="004460A1"/>
    <w:rPr>
      <w:noProof/>
      <w:color w:val="000000" w:themeColor="text2"/>
      <w:sz w:val="20"/>
    </w:rPr>
  </w:style>
  <w:style w:type="paragraph" w:styleId="Chap" w:customStyle="1">
    <w:name w:val="Chapô"/>
    <w:basedOn w:val="Normal"/>
    <w:link w:val="ChapCar"/>
    <w:uiPriority w:val="12"/>
    <w:qFormat/>
    <w:rsid w:val="00BB243F"/>
    <w:pPr>
      <w:spacing w:before="120" w:after="80"/>
    </w:pPr>
    <w:rPr>
      <w:color w:val="000000" w:themeColor="text2"/>
      <w:sz w:val="24"/>
    </w:rPr>
  </w:style>
  <w:style w:type="character" w:styleId="ChapCar" w:customStyle="1">
    <w:name w:val="Chapô Car"/>
    <w:basedOn w:val="Policepardfaut"/>
    <w:link w:val="Chap"/>
    <w:uiPriority w:val="12"/>
    <w:rsid w:val="00F837E8"/>
    <w:rPr>
      <w:color w:val="000000" w:themeColor="text2"/>
      <w:sz w:val="24"/>
    </w:rPr>
  </w:style>
  <w:style w:type="paragraph" w:styleId="Default" w:customStyle="1">
    <w:name w:val="Default"/>
    <w:rsid w:val="00446E23"/>
    <w:pPr>
      <w:autoSpaceDE w:val="0"/>
      <w:autoSpaceDN w:val="0"/>
      <w:adjustRightInd w:val="0"/>
      <w:spacing w:after="0" w:line="240" w:lineRule="auto"/>
    </w:pPr>
    <w:rPr>
      <w:rFonts w:ascii="Georgia" w:hAnsi="Georgia" w:eastAsia="Times New Roman" w:cs="Georgia"/>
      <w:color w:val="000000"/>
      <w:sz w:val="24"/>
      <w:szCs w:val="24"/>
      <w:lang w:eastAsia="fr-FR"/>
    </w:rPr>
  </w:style>
  <w:style w:type="paragraph" w:styleId="ENCARTVERT" w:customStyle="1">
    <w:name w:val="ENCART VERT"/>
    <w:basedOn w:val="Encart"/>
    <w:link w:val="ENCARTVERTCar"/>
    <w:uiPriority w:val="78"/>
    <w:qFormat/>
    <w:rsid w:val="00B01A5A"/>
    <w:pPr>
      <w:pBdr>
        <w:top w:val="dashed" w:color="8DC799" w:themeColor="accent5" w:sz="12" w:space="8"/>
        <w:left w:val="dashed" w:color="8DC799" w:themeColor="accent5" w:sz="12" w:space="9"/>
        <w:bottom w:val="dashed" w:color="8DC799" w:themeColor="accent5" w:sz="12" w:space="8"/>
        <w:right w:val="dashed" w:color="8DC799" w:themeColor="accent5" w:sz="12" w:space="9"/>
      </w:pBdr>
      <w:spacing w:line="240" w:lineRule="auto"/>
      <w:contextualSpacing/>
      <w:jc w:val="left"/>
    </w:pPr>
    <w:rPr>
      <w:color w:val="8DC799" w:themeColor="accent5"/>
    </w:rPr>
  </w:style>
  <w:style w:type="character" w:styleId="ENCARTVERTCar" w:customStyle="1">
    <w:name w:val="ENCART VERT Car"/>
    <w:basedOn w:val="EncartCar"/>
    <w:link w:val="ENCARTVERT"/>
    <w:uiPriority w:val="78"/>
    <w:rsid w:val="00C23E61"/>
    <w:rPr>
      <w:rFonts w:cs="Mangal"/>
      <w:color w:val="8DC799" w:themeColor="accent5"/>
      <w:kern w:val="24"/>
      <w:sz w:val="20"/>
      <w:szCs w:val="16"/>
      <w:shd w:val="clear" w:color="000000" w:themeColor="text2" w:fill="FFFFFF" w:themeFill="background1"/>
    </w:rPr>
  </w:style>
  <w:style w:type="paragraph" w:styleId="NumropageAnnexe" w:customStyle="1">
    <w:name w:val="Numéro page Annexe"/>
    <w:basedOn w:val="Pieddepage"/>
    <w:uiPriority w:val="99"/>
    <w:semiHidden/>
    <w:qFormat/>
    <w:rsid w:val="00B01A5A"/>
    <w:pPr>
      <w:jc w:val="right"/>
    </w:pPr>
    <w:rPr>
      <w:color w:val="8DC799" w:themeColor="accent5"/>
    </w:rPr>
  </w:style>
  <w:style w:type="paragraph" w:styleId="EncartAnnexe" w:customStyle="1">
    <w:name w:val="Encart Annexe"/>
    <w:basedOn w:val="Normal"/>
    <w:link w:val="EncartAnnexeCar"/>
    <w:uiPriority w:val="18"/>
    <w:qFormat/>
    <w:rsid w:val="001060A9"/>
    <w:pPr>
      <w:keepNext/>
      <w:keepLines/>
      <w:pBdr>
        <w:top w:val="dashed" w:color="8DC799" w:themeColor="accent5" w:sz="12" w:space="8"/>
        <w:left w:val="dashed" w:color="8DC799" w:themeColor="accent5" w:sz="12" w:space="9"/>
        <w:bottom w:val="dashed" w:color="8DC799" w:themeColor="accent5" w:sz="12" w:space="8"/>
        <w:right w:val="dashed" w:color="8DC799" w:themeColor="accent5" w:sz="12" w:space="9"/>
      </w:pBdr>
      <w:shd w:val="clear" w:color="000000" w:themeColor="text2" w:fill="FFFFFF" w:themeFill="background1"/>
      <w:spacing w:after="200" w:line="276" w:lineRule="auto"/>
      <w:ind w:left="198" w:right="198"/>
    </w:pPr>
    <w:rPr>
      <w:rFonts w:cs="Mangal"/>
      <w:color w:val="8DC799" w:themeColor="accent5"/>
      <w:kern w:val="24"/>
      <w:szCs w:val="16"/>
    </w:rPr>
  </w:style>
  <w:style w:type="character" w:styleId="EncartAnnexeCar" w:customStyle="1">
    <w:name w:val="Encart Annexe Car"/>
    <w:basedOn w:val="Policepardfaut"/>
    <w:link w:val="EncartAnnexe"/>
    <w:uiPriority w:val="18"/>
    <w:rsid w:val="00820B3F"/>
    <w:rPr>
      <w:rFonts w:cs="Mangal"/>
      <w:color w:val="8DC799" w:themeColor="accent5"/>
      <w:kern w:val="24"/>
      <w:sz w:val="20"/>
      <w:szCs w:val="16"/>
      <w:shd w:val="clear" w:color="000000" w:themeColor="text2" w:fill="FFFFFF" w:themeFill="background1"/>
    </w:rPr>
  </w:style>
  <w:style w:type="paragraph" w:styleId="EncartAnnexeTitre" w:customStyle="1">
    <w:name w:val="Encart Annexe Titre"/>
    <w:basedOn w:val="EncartAnnexe"/>
    <w:link w:val="EncartAnnexeTitreCar"/>
    <w:uiPriority w:val="17"/>
    <w:qFormat/>
    <w:rsid w:val="001060A9"/>
    <w:pPr>
      <w:jc w:val="left"/>
    </w:pPr>
    <w:rPr>
      <w:b/>
      <w:caps/>
    </w:rPr>
  </w:style>
  <w:style w:type="character" w:styleId="EncartAnnexeTitreCar" w:customStyle="1">
    <w:name w:val="Encart Annexe Titre Car"/>
    <w:basedOn w:val="EncartAnnexeCar"/>
    <w:link w:val="EncartAnnexeTitre"/>
    <w:uiPriority w:val="17"/>
    <w:rsid w:val="00820B3F"/>
    <w:rPr>
      <w:rFonts w:cs="Mangal"/>
      <w:b/>
      <w:caps/>
      <w:color w:val="8DC799" w:themeColor="accent5"/>
      <w:kern w:val="24"/>
      <w:sz w:val="20"/>
      <w:szCs w:val="16"/>
      <w:shd w:val="clear" w:color="000000" w:themeColor="text2" w:fill="FFFFFF" w:themeFill="background1"/>
    </w:rPr>
  </w:style>
  <w:style w:type="paragraph" w:styleId="ItemAnnexe1" w:customStyle="1">
    <w:name w:val="Item Annexe 1"/>
    <w:basedOn w:val="Normal"/>
    <w:link w:val="ItemAnnexe1Car"/>
    <w:uiPriority w:val="78"/>
    <w:qFormat/>
    <w:rsid w:val="0086627C"/>
    <w:pPr>
      <w:jc w:val="left"/>
    </w:pPr>
    <w:rPr>
      <w:b/>
      <w:color w:val="8DC799" w:themeColor="accent5"/>
      <w:sz w:val="28"/>
    </w:rPr>
  </w:style>
  <w:style w:type="character" w:styleId="ItemAnnexe1Car" w:customStyle="1">
    <w:name w:val="Item Annexe 1 Car"/>
    <w:basedOn w:val="Policepardfaut"/>
    <w:link w:val="ItemAnnexe1"/>
    <w:uiPriority w:val="78"/>
    <w:rsid w:val="00C23E61"/>
    <w:rPr>
      <w:b/>
      <w:color w:val="8DC799" w:themeColor="accent5"/>
      <w:sz w:val="28"/>
    </w:rPr>
  </w:style>
  <w:style w:type="paragraph" w:styleId="ItemAnnexe2" w:customStyle="1">
    <w:name w:val="Item Annexe 2"/>
    <w:basedOn w:val="Normal"/>
    <w:link w:val="ItemAnnexe2Car"/>
    <w:uiPriority w:val="78"/>
    <w:qFormat/>
    <w:rsid w:val="005D697D"/>
    <w:pPr>
      <w:jc w:val="left"/>
    </w:pPr>
    <w:rPr>
      <w:color w:val="8DC799" w:themeColor="accent5"/>
      <w:sz w:val="24"/>
    </w:rPr>
  </w:style>
  <w:style w:type="character" w:styleId="ItemAnnexe2Car" w:customStyle="1">
    <w:name w:val="Item Annexe 2 Car"/>
    <w:basedOn w:val="Policepardfaut"/>
    <w:link w:val="ItemAnnexe2"/>
    <w:uiPriority w:val="78"/>
    <w:rsid w:val="00C23E61"/>
    <w:rPr>
      <w:color w:val="8DC799" w:themeColor="accent5"/>
      <w:sz w:val="24"/>
    </w:rPr>
  </w:style>
  <w:style w:type="paragraph" w:styleId="TOPTitreAnnexes" w:customStyle="1">
    <w:name w:val="TOP Titre Annexes"/>
    <w:basedOn w:val="TOPTitre"/>
    <w:link w:val="TOPTitreAnnexesCar"/>
    <w:uiPriority w:val="99"/>
    <w:semiHidden/>
    <w:qFormat/>
    <w:rsid w:val="00E2730A"/>
    <w:rPr>
      <w:color w:val="8DC799" w:themeColor="accent5"/>
    </w:rPr>
  </w:style>
  <w:style w:type="character" w:styleId="TOPTitreAnnexesCar" w:customStyle="1">
    <w:name w:val="TOP Titre Annexes Car"/>
    <w:basedOn w:val="TOPTitreCar"/>
    <w:link w:val="TOPTitreAnnexes"/>
    <w:uiPriority w:val="99"/>
    <w:semiHidden/>
    <w:rsid w:val="004460A1"/>
    <w:rPr>
      <w:noProof/>
      <w:color w:val="8DC799" w:themeColor="accent5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96C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96CF0"/>
    <w:pPr>
      <w:spacing w:line="240" w:lineRule="auto"/>
    </w:pPr>
    <w:rPr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E96C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96CF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E96CF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96CF0"/>
    <w:pPr>
      <w:spacing w:after="0" w:line="240" w:lineRule="auto"/>
    </w:pPr>
    <w:rPr>
      <w:sz w:val="20"/>
    </w:rPr>
  </w:style>
  <w:style w:type="character" w:styleId="Mentionnonrsolue2" w:customStyle="1">
    <w:name w:val="Mention non résolue2"/>
    <w:basedOn w:val="Policepardfaut"/>
    <w:uiPriority w:val="99"/>
    <w:semiHidden/>
    <w:unhideWhenUsed/>
    <w:rsid w:val="006673B7"/>
    <w:rPr>
      <w:color w:val="808080"/>
      <w:shd w:val="clear" w:color="auto" w:fill="E6E6E6"/>
    </w:rPr>
  </w:style>
  <w:style w:type="character" w:styleId="Accentuation">
    <w:name w:val="Emphasis"/>
    <w:basedOn w:val="Policepardfaut"/>
    <w:uiPriority w:val="1"/>
    <w:qFormat/>
    <w:rsid w:val="006148F6"/>
    <w:rPr>
      <w:i/>
      <w:iCs/>
    </w:rPr>
  </w:style>
  <w:style w:type="paragraph" w:styleId="ListeCOCHE2" w:customStyle="1">
    <w:name w:val="Liste COCHE 2"/>
    <w:basedOn w:val="Normal"/>
    <w:link w:val="ListeCOCHE2Car"/>
    <w:uiPriority w:val="66"/>
    <w:qFormat/>
    <w:rsid w:val="006F5BD0"/>
    <w:pPr>
      <w:numPr>
        <w:ilvl w:val="1"/>
        <w:numId w:val="7"/>
      </w:numPr>
    </w:pPr>
    <w:rPr>
      <w:color w:val="000000" w:themeColor="text2"/>
    </w:rPr>
  </w:style>
  <w:style w:type="character" w:styleId="ListeCOCHE2Car" w:customStyle="1">
    <w:name w:val="Liste COCHE 2 Car"/>
    <w:basedOn w:val="Policepardfaut"/>
    <w:link w:val="ListeCOCHE2"/>
    <w:uiPriority w:val="66"/>
    <w:rsid w:val="006F5BD0"/>
    <w:rPr>
      <w:color w:val="000000" w:themeColor="text2"/>
      <w:sz w:val="20"/>
    </w:rPr>
  </w:style>
  <w:style w:type="paragraph" w:styleId="InfosDoc" w:customStyle="1">
    <w:name w:val="InfosDoc"/>
    <w:basedOn w:val="Normal"/>
    <w:link w:val="InfosDocCar"/>
    <w:uiPriority w:val="99"/>
    <w:semiHidden/>
    <w:qFormat/>
    <w:rsid w:val="003C453D"/>
    <w:pPr>
      <w:spacing w:after="0" w:line="240" w:lineRule="auto"/>
      <w:contextualSpacing/>
    </w:pPr>
    <w:rPr>
      <w:sz w:val="16"/>
    </w:rPr>
  </w:style>
  <w:style w:type="paragraph" w:styleId="InfosPage" w:customStyle="1">
    <w:name w:val="InfosPage"/>
    <w:basedOn w:val="InfosDoc"/>
    <w:link w:val="InfosPageCar"/>
    <w:uiPriority w:val="99"/>
    <w:semiHidden/>
    <w:qFormat/>
    <w:rsid w:val="00754E8D"/>
    <w:pPr>
      <w:framePr w:hSpace="142" w:wrap="around" w:hAnchor="page" w:vAnchor="page" w:xAlign="center" w:yAlign="bottom"/>
      <w:suppressOverlap/>
      <w:jc w:val="right"/>
    </w:pPr>
    <w:rPr>
      <w:color w:val="000000" w:themeColor="text2"/>
      <w:sz w:val="18"/>
    </w:rPr>
  </w:style>
  <w:style w:type="character" w:styleId="InfosDocCar" w:customStyle="1">
    <w:name w:val="InfosDoc Car"/>
    <w:basedOn w:val="PieddepageCar"/>
    <w:link w:val="InfosDoc"/>
    <w:uiPriority w:val="99"/>
    <w:semiHidden/>
    <w:rsid w:val="005D7020"/>
    <w:rPr>
      <w:color w:val="000000" w:themeColor="text1"/>
      <w:sz w:val="16"/>
    </w:rPr>
  </w:style>
  <w:style w:type="paragraph" w:styleId="InfosPageAnexxe" w:customStyle="1">
    <w:name w:val="InfosPageAnexxe"/>
    <w:basedOn w:val="InfosPage"/>
    <w:link w:val="InfosPageAnexxeCar"/>
    <w:semiHidden/>
    <w:qFormat/>
    <w:rsid w:val="00B931CE"/>
    <w:pPr>
      <w:framePr w:wrap="around"/>
    </w:pPr>
    <w:rPr>
      <w:color w:val="8DC799" w:themeColor="accent5"/>
    </w:rPr>
  </w:style>
  <w:style w:type="character" w:styleId="InfosPageCar" w:customStyle="1">
    <w:name w:val="InfosPage Car"/>
    <w:basedOn w:val="Policepardfaut"/>
    <w:link w:val="InfosPage"/>
    <w:uiPriority w:val="99"/>
    <w:semiHidden/>
    <w:rsid w:val="005D7020"/>
    <w:rPr>
      <w:color w:val="000000" w:themeColor="text2"/>
      <w:sz w:val="18"/>
    </w:rPr>
  </w:style>
  <w:style w:type="paragraph" w:styleId="InfosCale" w:customStyle="1">
    <w:name w:val="InfosCale"/>
    <w:basedOn w:val="InfosDoc"/>
    <w:link w:val="InfosCaleCar"/>
    <w:uiPriority w:val="99"/>
    <w:semiHidden/>
    <w:qFormat/>
    <w:rsid w:val="00754E8D"/>
    <w:pPr>
      <w:framePr w:hSpace="142" w:wrap="around" w:hAnchor="page" w:vAnchor="page" w:xAlign="center" w:yAlign="bottom"/>
      <w:suppressOverlap/>
      <w:jc w:val="left"/>
    </w:pPr>
  </w:style>
  <w:style w:type="character" w:styleId="InfosCaleCar" w:customStyle="1">
    <w:name w:val="InfosCale Car"/>
    <w:basedOn w:val="InfosDocCar"/>
    <w:link w:val="InfosCale"/>
    <w:uiPriority w:val="99"/>
    <w:semiHidden/>
    <w:rsid w:val="005D7020"/>
    <w:rPr>
      <w:color w:val="000000" w:themeColor="text1"/>
      <w:sz w:val="16"/>
    </w:rPr>
  </w:style>
  <w:style w:type="character" w:styleId="InfosPageAnexxeCar" w:customStyle="1">
    <w:name w:val="InfosPageAnexxe Car"/>
    <w:basedOn w:val="InfosPageCar"/>
    <w:link w:val="InfosPageAnexxe"/>
    <w:semiHidden/>
    <w:rsid w:val="005D7020"/>
    <w:rPr>
      <w:color w:val="8DC799" w:themeColor="accent5"/>
      <w:sz w:val="18"/>
    </w:rPr>
  </w:style>
  <w:style w:type="character" w:styleId="AnnexesSeparateurCar" w:customStyle="1">
    <w:name w:val="Annexes Separateur Car"/>
    <w:basedOn w:val="TITRE1SeparateurCar"/>
    <w:link w:val="AnnexesSeparateur"/>
    <w:uiPriority w:val="76"/>
    <w:rsid w:val="00BE269D"/>
    <w:rPr>
      <w:b w:val="0"/>
      <w:color w:val="8DC799" w:themeColor="accent5"/>
      <w:sz w:val="60"/>
      <w:szCs w:val="60"/>
    </w:rPr>
  </w:style>
  <w:style w:type="paragraph" w:styleId="05-TitreChapitreOrange" w:customStyle="1">
    <w:name w:val="05 - Titre Chapitre Orange"/>
    <w:basedOn w:val="Normal"/>
    <w:qFormat/>
    <w:rsid w:val="00F503DA"/>
    <w:pPr>
      <w:numPr>
        <w:numId w:val="12"/>
      </w:numPr>
      <w:spacing w:before="2700" w:after="200" w:line="216" w:lineRule="auto"/>
      <w:jc w:val="left"/>
    </w:pPr>
    <w:rPr>
      <w:color w:val="000000" w:themeColor="text1"/>
      <w:sz w:val="120"/>
      <w:szCs w:val="24"/>
    </w:rPr>
  </w:style>
  <w:style w:type="paragraph" w:styleId="Avertissement" w:customStyle="1">
    <w:name w:val="Avertissement"/>
    <w:basedOn w:val="Pieddepage"/>
    <w:link w:val="AvertissementCar"/>
    <w:uiPriority w:val="99"/>
    <w:qFormat/>
    <w:rsid w:val="00E62E6F"/>
    <w:pPr>
      <w:pBdr>
        <w:top w:val="single" w:color="FFFFFF" w:themeColor="background1" w:sz="12" w:space="1"/>
        <w:left w:val="single" w:color="FFFFFF" w:themeColor="background1" w:sz="12" w:space="4"/>
        <w:bottom w:val="single" w:color="FFFFFF" w:themeColor="background1" w:sz="12" w:space="1"/>
        <w:right w:val="single" w:color="FFFFFF" w:themeColor="background1" w:sz="12" w:space="4"/>
      </w:pBdr>
      <w:shd w:val="clear" w:color="auto" w:fill="FFFFFF" w:themeFill="background1"/>
      <w:tabs>
        <w:tab w:val="clear" w:pos="8505"/>
        <w:tab w:val="right" w:pos="9638"/>
      </w:tabs>
    </w:pPr>
    <w:rPr>
      <w:noProof/>
      <w:color w:val="000000" w:themeColor="text2"/>
      <w:sz w:val="14"/>
      <w:szCs w:val="14"/>
    </w:rPr>
  </w:style>
  <w:style w:type="character" w:styleId="Couleur" w:customStyle="1">
    <w:name w:val="Couleur"/>
    <w:basedOn w:val="Policepardfaut"/>
    <w:rsid w:val="00E62E6F"/>
    <w:rPr>
      <w:color w:val="000000" w:themeColor="text2"/>
    </w:rPr>
  </w:style>
  <w:style w:type="character" w:styleId="AvertissementCar" w:customStyle="1">
    <w:name w:val="Avertissement Car"/>
    <w:basedOn w:val="PieddepageCar"/>
    <w:link w:val="Avertissement"/>
    <w:uiPriority w:val="99"/>
    <w:rsid w:val="00E62E6F"/>
    <w:rPr>
      <w:noProof/>
      <w:color w:val="000000" w:themeColor="text2"/>
      <w:sz w:val="14"/>
      <w:szCs w:val="14"/>
      <w:shd w:val="clear" w:color="auto" w:fill="FFFFFF" w:themeFill="background1"/>
    </w:rPr>
  </w:style>
  <w:style w:type="paragraph" w:styleId="Titre1-Sous-titre" w:customStyle="1">
    <w:name w:val="Titre 1 - Sous-titre"/>
    <w:basedOn w:val="Intertitre"/>
    <w:link w:val="Titre1-Sous-titreCar"/>
    <w:uiPriority w:val="19"/>
    <w:qFormat/>
    <w:rsid w:val="00E62E6F"/>
    <w:pPr>
      <w:keepNext/>
    </w:pPr>
    <w:rPr>
      <w:sz w:val="40"/>
    </w:rPr>
  </w:style>
  <w:style w:type="numbering" w:styleId="Style3" w:customStyle="1">
    <w:name w:val="Style3"/>
    <w:uiPriority w:val="99"/>
    <w:rsid w:val="00E62E6F"/>
    <w:pPr>
      <w:numPr>
        <w:numId w:val="13"/>
      </w:numPr>
    </w:pPr>
  </w:style>
  <w:style w:type="character" w:styleId="Titre1-Sous-titreCar" w:customStyle="1">
    <w:name w:val="Titre 1 - Sous-titre Car"/>
    <w:basedOn w:val="IntertitreCar"/>
    <w:link w:val="Titre1-Sous-titre"/>
    <w:uiPriority w:val="19"/>
    <w:rsid w:val="00E62E6F"/>
    <w:rPr>
      <w:b/>
      <w:color w:val="000000" w:themeColor="text2"/>
      <w:sz w:val="40"/>
    </w:rPr>
  </w:style>
  <w:style w:type="paragraph" w:styleId="Encartnoir" w:customStyle="1">
    <w:name w:val="Encart noir"/>
    <w:basedOn w:val="Encart"/>
    <w:link w:val="EncartnoirCar"/>
    <w:uiPriority w:val="13"/>
    <w:qFormat/>
    <w:rsid w:val="00E62E6F"/>
    <w:pPr>
      <w:pBdr>
        <w:top w:val="dashed" w:color="000000" w:themeColor="text1" w:sz="12" w:space="8"/>
        <w:left w:val="dashed" w:color="000000" w:themeColor="text1" w:sz="12" w:space="9"/>
        <w:bottom w:val="dashed" w:color="000000" w:themeColor="text1" w:sz="12" w:space="8"/>
        <w:right w:val="dashed" w:color="000000" w:themeColor="text1" w:sz="12" w:space="9"/>
      </w:pBdr>
      <w:spacing w:after="120" w:line="240" w:lineRule="auto"/>
    </w:pPr>
    <w:rPr>
      <w:color w:val="000000" w:themeColor="text1"/>
      <w:sz w:val="18"/>
    </w:rPr>
  </w:style>
  <w:style w:type="character" w:styleId="EncartnoirCar" w:customStyle="1">
    <w:name w:val="Encart noir Car"/>
    <w:basedOn w:val="EncartCar"/>
    <w:link w:val="Encartnoir"/>
    <w:uiPriority w:val="13"/>
    <w:rsid w:val="00E62E6F"/>
    <w:rPr>
      <w:rFonts w:cs="Mangal"/>
      <w:color w:val="000000" w:themeColor="text1"/>
      <w:kern w:val="24"/>
      <w:sz w:val="18"/>
      <w:szCs w:val="16"/>
      <w:shd w:val="clear" w:color="000000" w:themeColor="text2" w:fill="FFFFFF" w:themeFill="background1"/>
    </w:rPr>
  </w:style>
  <w:style w:type="character" w:styleId="Mentionnonrsolue">
    <w:name w:val="Unresolved Mention"/>
    <w:basedOn w:val="Policepardfaut"/>
    <w:uiPriority w:val="99"/>
    <w:semiHidden/>
    <w:unhideWhenUsed/>
    <w:rsid w:val="00434A01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17FA4"/>
  </w:style>
  <w:style w:type="character" w:styleId="CorpsdetexteCar" w:customStyle="1">
    <w:name w:val="Corps de texte Car"/>
    <w:basedOn w:val="Policepardfaut"/>
    <w:link w:val="Corpsdetexte"/>
    <w:uiPriority w:val="99"/>
    <w:semiHidden/>
    <w:rsid w:val="00D17FA4"/>
    <w:rPr>
      <w:sz w:val="20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paragraph" w:styleId="Tabledesillustrations">
    <w:name w:val="table of figures"/>
    <w:basedOn w:val="Normal"/>
    <w:next w:val="Normal"/>
    <w:uiPriority w:val="99"/>
    <w:unhideWhenUsed/>
    <w:rsid w:val="00717D7D"/>
    <w:pPr>
      <w:spacing w:after="0"/>
    </w:pPr>
  </w:style>
  <w:style w:type="character" w:styleId="cf01" w:customStyle="1">
    <w:name w:val="cf01"/>
    <w:basedOn w:val="Policepardfaut"/>
    <w:rsid w:val="0004289D"/>
    <w:rPr>
      <w:rFonts w:hint="default" w:ascii="Segoe UI" w:hAnsi="Segoe UI" w:cs="Segoe UI"/>
      <w:sz w:val="18"/>
      <w:szCs w:val="18"/>
    </w:rPr>
  </w:style>
  <w:style w:type="character" w:styleId="Titre7Car" w:customStyle="1">
    <w:name w:val="Titre 7 Car"/>
    <w:basedOn w:val="Policepardfaut"/>
    <w:link w:val="Titre7"/>
    <w:uiPriority w:val="13"/>
    <w:semiHidden/>
    <w:rsid w:val="00EA11DE"/>
    <w:rPr>
      <w:rFonts w:asciiTheme="majorHAnsi" w:hAnsiTheme="majorHAnsi" w:eastAsiaTheme="majorEastAsia" w:cstheme="majorBidi"/>
      <w:i/>
      <w:iCs/>
      <w:color w:val="004E71" w:themeColor="accent1" w:themeShade="7F"/>
      <w:sz w:val="20"/>
    </w:rPr>
  </w:style>
  <w:style w:type="character" w:styleId="Titre6Car" w:customStyle="1">
    <w:name w:val="Titre 6 Car"/>
    <w:basedOn w:val="Policepardfaut"/>
    <w:link w:val="Titre6"/>
    <w:uiPriority w:val="13"/>
    <w:semiHidden/>
    <w:rsid w:val="00D71AC1"/>
    <w:rPr>
      <w:rFonts w:asciiTheme="majorHAnsi" w:hAnsiTheme="majorHAnsi" w:eastAsiaTheme="majorEastAsia" w:cstheme="majorBidi"/>
      <w:color w:val="004E71" w:themeColor="accent1" w:themeShade="7F"/>
      <w:sz w:val="20"/>
    </w:rPr>
  </w:style>
  <w:style w:type="paragraph" w:styleId="numrot" w:customStyle="1">
    <w:name w:val="§ numéroté"/>
    <w:basedOn w:val="Normal"/>
    <w:link w:val="numrotCar"/>
    <w:uiPriority w:val="17"/>
    <w:qFormat/>
    <w:rsid w:val="009823EB"/>
    <w:pPr>
      <w:numPr>
        <w:numId w:val="23"/>
      </w:numPr>
      <w:spacing w:before="240" w:after="240" w:line="280" w:lineRule="atLeast"/>
    </w:pPr>
    <w:rPr>
      <w:rFonts w:ascii="Arial" w:hAnsi="Arial" w:eastAsia="Times New Roman" w:cs="Times New Roman"/>
      <w:color w:val="464647"/>
      <w:szCs w:val="24"/>
      <w:lang w:eastAsia="fr-FR"/>
    </w:rPr>
  </w:style>
  <w:style w:type="character" w:styleId="numrotCar" w:customStyle="1">
    <w:name w:val="§ numéroté Car"/>
    <w:basedOn w:val="Policepardfaut"/>
    <w:link w:val="numrot"/>
    <w:uiPriority w:val="17"/>
    <w:rsid w:val="009823EB"/>
    <w:rPr>
      <w:rFonts w:ascii="Arial" w:hAnsi="Arial" w:eastAsia="Times New Roman" w:cs="Times New Roman"/>
      <w:color w:val="464647"/>
      <w:sz w:val="20"/>
      <w:szCs w:val="24"/>
      <w:lang w:eastAsia="fr-FR"/>
    </w:rPr>
  </w:style>
  <w:style w:type="paragraph" w:styleId="AOTitre4" w:customStyle="1">
    <w:name w:val="AO Titre 4"/>
    <w:basedOn w:val="Paragraphedeliste"/>
    <w:link w:val="AOTitre4Car"/>
    <w:qFormat/>
    <w:rsid w:val="009823EB"/>
    <w:pPr>
      <w:numPr>
        <w:ilvl w:val="3"/>
        <w:numId w:val="24"/>
      </w:numPr>
    </w:pPr>
    <w:rPr>
      <w:rFonts w:asciiTheme="minorHAnsi" w:hAnsiTheme="minorHAnsi"/>
      <w:b/>
      <w:bCs/>
    </w:rPr>
  </w:style>
  <w:style w:type="character" w:styleId="AOTitre4Car" w:customStyle="1">
    <w:name w:val="AO Titre 4 Car"/>
    <w:basedOn w:val="ParagraphedelisteCar"/>
    <w:link w:val="AOTitre4"/>
    <w:rsid w:val="009823EB"/>
    <w:rPr>
      <w:b/>
      <w:bCs/>
      <w:sz w:val="20"/>
    </w:rPr>
  </w:style>
  <w:style w:type="paragraph" w:styleId="Titre20" w:customStyle="1">
    <w:name w:val="Titre2"/>
    <w:basedOn w:val="Titre1"/>
    <w:link w:val="Titre2Car0"/>
    <w:qFormat/>
    <w:rsid w:val="0023063C"/>
    <w:pPr>
      <w:pageBreakBefore w:val="0"/>
      <w:numPr>
        <w:numId w:val="0"/>
      </w:numPr>
      <w:spacing w:before="0" w:line="240" w:lineRule="auto"/>
      <w:ind w:left="794" w:right="0" w:hanging="794"/>
      <w:contextualSpacing w:val="0"/>
      <w:jc w:val="both"/>
      <w:outlineLvl w:val="1"/>
    </w:pPr>
    <w:rPr>
      <w:rFonts w:ascii="Gill Sans MT" w:hAnsi="Gill Sans MT"/>
      <w:b/>
      <w:bCs/>
      <w:sz w:val="28"/>
      <w:szCs w:val="10"/>
    </w:rPr>
  </w:style>
  <w:style w:type="paragraph" w:styleId="Titre30" w:customStyle="1">
    <w:name w:val="Titre3"/>
    <w:basedOn w:val="Titre1"/>
    <w:qFormat/>
    <w:rsid w:val="0023063C"/>
    <w:pPr>
      <w:pageBreakBefore w:val="0"/>
      <w:numPr>
        <w:numId w:val="0"/>
      </w:numPr>
      <w:spacing w:before="0" w:after="360" w:line="240" w:lineRule="auto"/>
      <w:ind w:left="426" w:right="0" w:hanging="426"/>
      <w:contextualSpacing w:val="0"/>
      <w:jc w:val="both"/>
      <w:outlineLvl w:val="2"/>
    </w:pPr>
    <w:rPr>
      <w:rFonts w:ascii="Gill Sans MT" w:hAnsi="Gill Sans MT"/>
      <w:b/>
      <w:bCs/>
      <w:color w:val="7F7F7F" w:themeColor="text1" w:themeTint="80"/>
      <w:sz w:val="22"/>
      <w:szCs w:val="6"/>
    </w:rPr>
  </w:style>
  <w:style w:type="character" w:styleId="Titre2Car0" w:customStyle="1">
    <w:name w:val="Titre2 Car"/>
    <w:basedOn w:val="Titre1Car"/>
    <w:link w:val="Titre20"/>
    <w:rsid w:val="0023063C"/>
    <w:rPr>
      <w:rFonts w:ascii="Gill Sans MT" w:hAnsi="Gill Sans MT" w:eastAsiaTheme="majorEastAsia" w:cstheme="majorBidi"/>
      <w:b/>
      <w:bCs/>
      <w:color w:val="000000" w:themeColor="text2"/>
      <w:sz w:val="28"/>
      <w:szCs w:val="10"/>
    </w:rPr>
  </w:style>
  <w:style w:type="paragraph" w:styleId="Titre40" w:customStyle="1">
    <w:name w:val="Titre4"/>
    <w:basedOn w:val="Titre30"/>
    <w:qFormat/>
    <w:rsid w:val="0023063C"/>
    <w:pPr>
      <w:spacing w:after="240"/>
      <w:ind w:left="709" w:hanging="709"/>
      <w:outlineLvl w:val="9"/>
    </w:pPr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63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1136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3655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1978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434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0969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885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8940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2291">
          <w:marLeft w:val="763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7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31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oter" Target="footer4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header" Target="header4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e.durand\OneDrive%20-%20CITEO\0_CITEO\CHARTE\20180320_Citeo_Mod&#232;le%20Word_BLACK.dotx" TargetMode="External"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CITEO II BLACK">
      <a:dk1>
        <a:srgbClr val="000000"/>
      </a:dk1>
      <a:lt1>
        <a:srgbClr val="FFFFFF"/>
      </a:lt1>
      <a:dk2>
        <a:srgbClr val="000000"/>
      </a:dk2>
      <a:lt2>
        <a:srgbClr val="FFED00"/>
      </a:lt2>
      <a:accent1>
        <a:srgbClr val="009FE3"/>
      </a:accent1>
      <a:accent2>
        <a:srgbClr val="E6007E"/>
      </a:accent2>
      <a:accent3>
        <a:srgbClr val="A197C9"/>
      </a:accent3>
      <a:accent4>
        <a:srgbClr val="00B2CC"/>
      </a:accent4>
      <a:accent5>
        <a:srgbClr val="8DC799"/>
      </a:accent5>
      <a:accent6>
        <a:srgbClr val="ED7483"/>
      </a:accent6>
      <a:hlink>
        <a:srgbClr val="80CEF3"/>
      </a:hlink>
      <a:folHlink>
        <a:srgbClr val="A197C9"/>
      </a:folHlink>
    </a:clrScheme>
    <a:fontScheme name="CFSI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1221dee-5606-43d8-9b03-0e1c61c53ea5">
      <UserInfo>
        <DisplayName>BARON Octave</DisplayName>
        <AccountId>10</AccountId>
        <AccountType/>
      </UserInfo>
    </SharedWithUsers>
    <TaxCatchAll xmlns="81221dee-5606-43d8-9b03-0e1c61c53ea5" xsi:nil="true"/>
    <lcf76f155ced4ddcb4097134ff3c332f xmlns="c30b790a-164a-4a27-80e7-afb1cf9940e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F2EE101292C740B25DAAF2D267C100" ma:contentTypeVersion="19" ma:contentTypeDescription="Crée un document." ma:contentTypeScope="" ma:versionID="cca5cdda7ae0a53625bffe78159d5f82">
  <xsd:schema xmlns:xsd="http://www.w3.org/2001/XMLSchema" xmlns:xs="http://www.w3.org/2001/XMLSchema" xmlns:p="http://schemas.microsoft.com/office/2006/metadata/properties" xmlns:ns2="81221dee-5606-43d8-9b03-0e1c61c53ea5" xmlns:ns3="c30b790a-164a-4a27-80e7-afb1cf9940e1" targetNamespace="http://schemas.microsoft.com/office/2006/metadata/properties" ma:root="true" ma:fieldsID="a5360dd9e084837d8834ed1355683d43" ns2:_="" ns3:_="">
    <xsd:import namespace="81221dee-5606-43d8-9b03-0e1c61c53ea5"/>
    <xsd:import namespace="c30b790a-164a-4a27-80e7-afb1cf9940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21dee-5606-43d8-9b03-0e1c61c53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40af6b1-a2af-400a-9185-eaf9f6963b3b}" ma:internalName="TaxCatchAll" ma:showField="CatchAllData" ma:web="81221dee-5606-43d8-9b03-0e1c61c53e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b790a-164a-4a27-80e7-afb1cf9940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94a083a-1e22-4320-a76d-dcd5c55a69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98E6B4-0909-43A1-BF96-8BDA9A313DF1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c30b790a-164a-4a27-80e7-afb1cf9940e1"/>
    <ds:schemaRef ds:uri="81221dee-5606-43d8-9b03-0e1c61c53ea5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AE93887-AF63-41A0-9A16-C2624A4BA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21dee-5606-43d8-9b03-0e1c61c53ea5"/>
    <ds:schemaRef ds:uri="c30b790a-164a-4a27-80e7-afb1cf9940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46298-D50A-1F4B-A04B-42FDBD3836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6738A5-B2A9-4CA8-8350-161C6047DDE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20180320_Citeo_Modèle Word_BLACK</ap:Template>
  <ap:Application>Microsoft Word for the web</ap:Application>
  <ap:DocSecurity>0</ap:DocSecurity>
  <ap:ScaleCrop>false</ap:ScaleCrop>
  <ap:Company>EcoEmballages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DIOP</dc:creator>
  <cp:keywords/>
  <dc:description/>
  <cp:lastModifiedBy>DIOP Nafissatou</cp:lastModifiedBy>
  <cp:revision>1634</cp:revision>
  <cp:lastPrinted>2024-11-14T10:51:00Z</cp:lastPrinted>
  <dcterms:created xsi:type="dcterms:W3CDTF">2024-09-07T04:15:00Z</dcterms:created>
  <dcterms:modified xsi:type="dcterms:W3CDTF">2025-07-28T19:57:04Z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0x01010075F2EE101292C740B25DAAF2D267C100</vt:lpwstr>
  </property>
  <property fmtid="{D5CDD505-2E9C-101B-9397-08002B2CF9AE}" pid="3" name="MediaServiceImageTags">
    <vt:lpwstr/>
  </property>
</Properties>
</file>